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26314" w14:textId="77777777" w:rsidR="00053F66" w:rsidRPr="008E6398" w:rsidRDefault="008A56EE" w:rsidP="008E6398">
      <w:pPr>
        <w:pStyle w:val="Subtitle"/>
      </w:pPr>
      <w:bookmarkStart w:id="1" w:name="_Hlk30752803"/>
      <w:r w:rsidRPr="008E6398">
        <w:t>What is the Sub-Lease Allocation Plan?</w:t>
      </w:r>
    </w:p>
    <w:p w14:paraId="37EFAA91" w14:textId="77777777" w:rsidR="00053F66" w:rsidRDefault="00BD2912" w:rsidP="008E6398">
      <w:r>
        <w:t>T</w:t>
      </w:r>
      <w:r w:rsidR="00984D07" w:rsidRPr="008A56EE">
        <w:t>he Sub-Lease Allocation Plan</w:t>
      </w:r>
      <w:r>
        <w:t xml:space="preserve"> has been produced</w:t>
      </w:r>
      <w:r w:rsidR="00984D07" w:rsidRPr="008A56EE">
        <w:t xml:space="preserve"> on behalf of the Mirarr to facilitate a transition to the new </w:t>
      </w:r>
      <w:r w:rsidR="00984D07" w:rsidRPr="004C7D46">
        <w:t>Jabiru Township Lease</w:t>
      </w:r>
      <w:r w:rsidR="00DA7E2F">
        <w:t xml:space="preserve"> </w:t>
      </w:r>
      <w:r w:rsidR="00984D07" w:rsidRPr="008A56EE">
        <w:t xml:space="preserve">aligned with the Masterplan. </w:t>
      </w:r>
      <w:r w:rsidR="00053F66" w:rsidRPr="008A56EE">
        <w:t xml:space="preserve">The Sub-Lease Allocation Plan </w:t>
      </w:r>
      <w:r w:rsidR="00984D07" w:rsidRPr="008A56EE">
        <w:t xml:space="preserve">allows the Traditional Owners of Jabiru to provide informed consent to proposed sub-lessees about a future sub-lease from the head lessor of the </w:t>
      </w:r>
      <w:r>
        <w:t xml:space="preserve">new </w:t>
      </w:r>
      <w:r w:rsidR="005A0428">
        <w:t>T</w:t>
      </w:r>
      <w:r>
        <w:t xml:space="preserve">ownship </w:t>
      </w:r>
      <w:r w:rsidR="005A0428">
        <w:t>L</w:t>
      </w:r>
      <w:r>
        <w:t>ease</w:t>
      </w:r>
      <w:r w:rsidR="00984D07" w:rsidRPr="008A56EE">
        <w:t xml:space="preserve"> planned for Jabiru. The consent of the </w:t>
      </w:r>
      <w:r w:rsidR="005A0428">
        <w:t>T</w:t>
      </w:r>
      <w:r w:rsidR="00984D07" w:rsidRPr="008A56EE">
        <w:t xml:space="preserve">raditional </w:t>
      </w:r>
      <w:r w:rsidR="005A0428">
        <w:t>O</w:t>
      </w:r>
      <w:r w:rsidR="00984D07" w:rsidRPr="008A56EE">
        <w:t xml:space="preserve">wners to the </w:t>
      </w:r>
      <w:r w:rsidR="00A85AF6">
        <w:t xml:space="preserve">Sub-Lease </w:t>
      </w:r>
      <w:r w:rsidR="00984D07" w:rsidRPr="008A56EE">
        <w:t>Allocation Plan will empower the head lessor to implement sub-leases swiftly and without further consultations with Traditional Owners. The Sub-Lease Allocation Plan provides a significant transition tool and captures critical information required to oversee both the expiry of current sub-leases and commencement of new sub-leases. Jabiru Kabolkmakmen L</w:t>
      </w:r>
      <w:r w:rsidR="008C550C">
        <w:t xml:space="preserve">td </w:t>
      </w:r>
      <w:r w:rsidR="00984D07" w:rsidRPr="008A56EE">
        <w:t>has been engaged to develop and maintain the Sub-Lease Allocation Plan Schedule</w:t>
      </w:r>
      <w:r>
        <w:t>.</w:t>
      </w:r>
    </w:p>
    <w:p w14:paraId="006F4E47" w14:textId="77777777" w:rsidR="008A56EE" w:rsidRPr="008E6398" w:rsidRDefault="008A56EE" w:rsidP="008E6398">
      <w:pPr>
        <w:pStyle w:val="Subtitle"/>
      </w:pPr>
      <w:r w:rsidRPr="008E6398">
        <w:t>What is the Allocation Request Form?</w:t>
      </w:r>
    </w:p>
    <w:p w14:paraId="491AA5DA" w14:textId="77777777" w:rsidR="007159A6" w:rsidRPr="008A56EE" w:rsidRDefault="00984D07" w:rsidP="008E6398">
      <w:r w:rsidRPr="008A56EE">
        <w:t>This Allocation Request Form (ARF) is the mechanism Jabiru Kabolkmakmen</w:t>
      </w:r>
      <w:r w:rsidR="00CD1770">
        <w:t xml:space="preserve"> </w:t>
      </w:r>
      <w:r w:rsidRPr="008A56EE">
        <w:t>has developed to engage with all interested parties. The information on this form allows Jabiru Kabolkmakm</w:t>
      </w:r>
      <w:r w:rsidR="00DA7E2F">
        <w:t>en</w:t>
      </w:r>
      <w:r w:rsidRPr="008A56EE">
        <w:t xml:space="preserve"> to complete a comprehensive review and prioritisation of all applications in accordance with consistent and equitable criteria for approval by the Traditional Owners.</w:t>
      </w:r>
      <w:r w:rsidR="007159A6">
        <w:t xml:space="preserve"> Approval of an application by the Traditional Owners means the request becomes an Approved Allocation in accordance with the Sub</w:t>
      </w:r>
      <w:r w:rsidR="00A50A52">
        <w:t>-</w:t>
      </w:r>
      <w:r w:rsidR="007159A6">
        <w:t>Lease Allocation Plan.</w:t>
      </w:r>
    </w:p>
    <w:p w14:paraId="1E596E8C" w14:textId="77777777" w:rsidR="007159A6" w:rsidRPr="008A56EE" w:rsidRDefault="00984D07" w:rsidP="008E6398">
      <w:r w:rsidRPr="008A56EE">
        <w:t xml:space="preserve">Where a party has not provided up to date and </w:t>
      </w:r>
      <w:proofErr w:type="gramStart"/>
      <w:r w:rsidRPr="008A56EE">
        <w:t>sufficient</w:t>
      </w:r>
      <w:proofErr w:type="gramEnd"/>
      <w:r w:rsidRPr="008A56EE">
        <w:t xml:space="preserve"> information to J</w:t>
      </w:r>
      <w:r w:rsidR="00DA7E2F">
        <w:t xml:space="preserve">abiru </w:t>
      </w:r>
      <w:r w:rsidRPr="008A56EE">
        <w:t>K</w:t>
      </w:r>
      <w:r w:rsidR="00DA7E2F">
        <w:t>abolkmakmen</w:t>
      </w:r>
      <w:r w:rsidRPr="008A56EE">
        <w:t>, that party may experience a delay</w:t>
      </w:r>
      <w:r w:rsidR="00BD2912">
        <w:t xml:space="preserve"> </w:t>
      </w:r>
      <w:r w:rsidR="00A85AF6">
        <w:t>and the approval process may</w:t>
      </w:r>
      <w:r w:rsidR="00BD2912">
        <w:t xml:space="preserve"> not occur until a consultation process is conducted after commencement of the new </w:t>
      </w:r>
      <w:r w:rsidR="00170801">
        <w:t>T</w:t>
      </w:r>
      <w:r w:rsidR="00BD2912">
        <w:t xml:space="preserve">ownship </w:t>
      </w:r>
      <w:r w:rsidR="00170801">
        <w:t>L</w:t>
      </w:r>
      <w:r w:rsidR="00BD2912">
        <w:t>ease.</w:t>
      </w:r>
    </w:p>
    <w:p w14:paraId="67F2A156" w14:textId="77777777" w:rsidR="00053F66" w:rsidRPr="008E6398" w:rsidRDefault="00053F66" w:rsidP="008E6398">
      <w:pPr>
        <w:pStyle w:val="Subtitle"/>
      </w:pPr>
      <w:r w:rsidRPr="008E6398">
        <w:t>Who should complete this form?</w:t>
      </w:r>
    </w:p>
    <w:p w14:paraId="62244E16" w14:textId="77777777" w:rsidR="00053F66" w:rsidRDefault="009535CD" w:rsidP="008E6398">
      <w:r>
        <w:t>A</w:t>
      </w:r>
      <w:r w:rsidR="00053F66" w:rsidRPr="00FD6AC5">
        <w:t xml:space="preserve">ny </w:t>
      </w:r>
      <w:r w:rsidR="00DA7E2F">
        <w:t>organisation</w:t>
      </w:r>
      <w:r w:rsidR="00053F66" w:rsidRPr="00FD6AC5">
        <w:t xml:space="preserve"> or business who has an interest in gaining access to residential, commercial or industrial properties located in Jabiru</w:t>
      </w:r>
      <w:r w:rsidR="00BD2912">
        <w:t xml:space="preserve"> should complete this form</w:t>
      </w:r>
      <w:r w:rsidR="00053F66" w:rsidRPr="00FD6AC5">
        <w:t>.  If you wish to secure certainty for your organisation or business operating in Jabiru in the future, then it is critical that you provide as much detail as possible of your requirements to ensure you</w:t>
      </w:r>
      <w:r w:rsidR="00DA7E2F">
        <w:t>r application can be properly assessed and approved for allocation</w:t>
      </w:r>
      <w:r w:rsidR="00053F66" w:rsidRPr="00FD6AC5">
        <w:t xml:space="preserve"> in the Sub-Lease Allocation Plan as early as possible.</w:t>
      </w:r>
    </w:p>
    <w:p w14:paraId="25D486C6" w14:textId="77777777" w:rsidR="008A56EE" w:rsidRPr="008E6398" w:rsidRDefault="007C7933" w:rsidP="008E6398">
      <w:pPr>
        <w:pStyle w:val="Subtitle"/>
      </w:pPr>
      <w:r>
        <w:t xml:space="preserve">What is an </w:t>
      </w:r>
      <w:r w:rsidR="008A56EE" w:rsidRPr="008E6398">
        <w:t>Approved Managing Entit</w:t>
      </w:r>
      <w:r>
        <w:t>y</w:t>
      </w:r>
      <w:r w:rsidR="00B62924">
        <w:t xml:space="preserve"> (AME)</w:t>
      </w:r>
      <w:r>
        <w:t>?</w:t>
      </w:r>
    </w:p>
    <w:p w14:paraId="6543192B" w14:textId="77777777" w:rsidR="008A56EE" w:rsidRDefault="008A56EE" w:rsidP="008E6398">
      <w:r>
        <w:t xml:space="preserve">An </w:t>
      </w:r>
      <w:r w:rsidRPr="00A50A52">
        <w:t>Approved Managing Entity</w:t>
      </w:r>
      <w:r w:rsidR="00BF7A10">
        <w:t xml:space="preserve"> (AME)</w:t>
      </w:r>
      <w:r>
        <w:t xml:space="preserve"> is an employer or other agency that requires 20 or more residential lots for the purpose of long</w:t>
      </w:r>
      <w:r w:rsidR="00DA7E2F">
        <w:t>-</w:t>
      </w:r>
      <w:r>
        <w:t xml:space="preserve">term staff accommodation </w:t>
      </w:r>
      <w:r w:rsidR="001633AA">
        <w:t>and</w:t>
      </w:r>
      <w:r>
        <w:t xml:space="preserve"> has the financial capacity to adequately maintain and manage residential housing. </w:t>
      </w:r>
      <w:r w:rsidR="000C1DE0">
        <w:t xml:space="preserve">If you would like to be considered as an AME please complete the AME </w:t>
      </w:r>
      <w:r w:rsidR="004955EA">
        <w:t>Request</w:t>
      </w:r>
      <w:r w:rsidR="000C1DE0">
        <w:t xml:space="preserve"> Form and attach it to your ARF. </w:t>
      </w:r>
      <w:r>
        <w:t xml:space="preserve">If you qualify as an </w:t>
      </w:r>
      <w:r w:rsidR="00BE47D1">
        <w:t>AME</w:t>
      </w:r>
      <w:r>
        <w:t xml:space="preserve"> you </w:t>
      </w:r>
      <w:r w:rsidR="00BD2912">
        <w:t>may be</w:t>
      </w:r>
      <w:r w:rsidR="003A38A3">
        <w:t xml:space="preserve"> eligible</w:t>
      </w:r>
      <w:r>
        <w:t xml:space="preserve"> to sub-lease residential lots</w:t>
      </w:r>
      <w:r w:rsidR="007E5D87">
        <w:t xml:space="preserve">. </w:t>
      </w:r>
      <w:r>
        <w:t>For all other organisations</w:t>
      </w:r>
      <w:r w:rsidR="00A702DB">
        <w:t>, a</w:t>
      </w:r>
      <w:r w:rsidR="00BD2912">
        <w:t xml:space="preserve">ccess to housing will be </w:t>
      </w:r>
      <w:r>
        <w:t>offered as a tenancy from a central housing provider</w:t>
      </w:r>
      <w:r w:rsidR="002720B3">
        <w:t>.</w:t>
      </w:r>
    </w:p>
    <w:p w14:paraId="5A296C26" w14:textId="77777777" w:rsidR="00053F66" w:rsidRPr="008E6398" w:rsidRDefault="007C35A0" w:rsidP="008E6398">
      <w:pPr>
        <w:pStyle w:val="Subtitle"/>
      </w:pPr>
      <w:r>
        <w:t>I</w:t>
      </w:r>
      <w:r w:rsidR="00053F66" w:rsidRPr="008E6398">
        <w:t>ndividual requests</w:t>
      </w:r>
    </w:p>
    <w:p w14:paraId="0226CC5E" w14:textId="77777777" w:rsidR="008A56EE" w:rsidRDefault="007C35A0" w:rsidP="008E6398">
      <w:r>
        <w:t>Historically, Jabiru has always been an industry-based town. This will continue for the foreseeable future. Most applications for tenancies will be made via the employing organisation. A separate Tenancy Application Form will need to be completed for any individual, employment</w:t>
      </w:r>
      <w:r w:rsidR="00090765">
        <w:t>-</w:t>
      </w:r>
      <w:r>
        <w:t>based tenancies. These will require proof of employment.</w:t>
      </w:r>
    </w:p>
    <w:bookmarkEnd w:id="1"/>
    <w:p w14:paraId="257AEE78" w14:textId="77777777" w:rsidR="00053F66" w:rsidRPr="008E6398" w:rsidRDefault="00053F66" w:rsidP="008E6398">
      <w:pPr>
        <w:pStyle w:val="Subtitle"/>
      </w:pPr>
      <w:r w:rsidRPr="008E6398">
        <w:t>How will the information in this form be used?</w:t>
      </w:r>
    </w:p>
    <w:p w14:paraId="781B2D89" w14:textId="77777777" w:rsidR="006E0E6C" w:rsidRPr="00FA2C50" w:rsidRDefault="006E0E6C" w:rsidP="008E6398">
      <w:r w:rsidRPr="00FA2C50">
        <w:t xml:space="preserve">Jabiru is undergoing a transition from current leasing arrangements </w:t>
      </w:r>
      <w:r w:rsidR="00F71252">
        <w:t>administered by the</w:t>
      </w:r>
      <w:r w:rsidRPr="00FA2C50">
        <w:t xml:space="preserve"> Jabiru Town Development Authority (JTDA) to a new leasing structure </w:t>
      </w:r>
      <w:r w:rsidR="00751E76" w:rsidRPr="00FA2C50">
        <w:t>cu</w:t>
      </w:r>
      <w:r w:rsidRPr="00FA2C50">
        <w:t xml:space="preserve">rrently under negotiation. The information provided in this form will </w:t>
      </w:r>
      <w:r w:rsidR="003A38A3">
        <w:t>assist</w:t>
      </w:r>
      <w:r w:rsidRPr="00FA2C50">
        <w:t xml:space="preserve"> Jabiru Kabolkmakmen to:</w:t>
      </w:r>
    </w:p>
    <w:p w14:paraId="45AEDD9A" w14:textId="77777777" w:rsidR="006E0E6C" w:rsidRPr="008A56EE" w:rsidRDefault="00CC01DC" w:rsidP="008E6398">
      <w:pPr>
        <w:pStyle w:val="ListParagraph"/>
        <w:numPr>
          <w:ilvl w:val="0"/>
          <w:numId w:val="7"/>
        </w:numPr>
        <w:ind w:left="0" w:firstLine="284"/>
        <w:rPr>
          <w:sz w:val="20"/>
          <w:szCs w:val="20"/>
        </w:rPr>
      </w:pPr>
      <w:r w:rsidRPr="008A56EE">
        <w:rPr>
          <w:sz w:val="20"/>
          <w:szCs w:val="20"/>
        </w:rPr>
        <w:t>R</w:t>
      </w:r>
      <w:r w:rsidR="006E0E6C" w:rsidRPr="008A56EE">
        <w:rPr>
          <w:sz w:val="20"/>
          <w:szCs w:val="20"/>
        </w:rPr>
        <w:t xml:space="preserve">ecord </w:t>
      </w:r>
      <w:r w:rsidRPr="008A56EE">
        <w:rPr>
          <w:sz w:val="20"/>
          <w:szCs w:val="20"/>
        </w:rPr>
        <w:t xml:space="preserve">and process </w:t>
      </w:r>
      <w:r w:rsidR="006E0E6C" w:rsidRPr="008A56EE">
        <w:rPr>
          <w:sz w:val="20"/>
          <w:szCs w:val="20"/>
        </w:rPr>
        <w:t xml:space="preserve">requests for </w:t>
      </w:r>
      <w:r w:rsidRPr="008A56EE">
        <w:rPr>
          <w:sz w:val="20"/>
          <w:szCs w:val="20"/>
        </w:rPr>
        <w:t>business’ commercial and residential</w:t>
      </w:r>
      <w:r w:rsidR="006E0E6C" w:rsidRPr="008A56EE">
        <w:rPr>
          <w:sz w:val="20"/>
          <w:szCs w:val="20"/>
        </w:rPr>
        <w:t xml:space="preserve"> requirements</w:t>
      </w:r>
    </w:p>
    <w:p w14:paraId="60782819" w14:textId="77777777" w:rsidR="006E0E6C" w:rsidRPr="008A56EE" w:rsidRDefault="00CC01DC" w:rsidP="008E6398">
      <w:pPr>
        <w:pStyle w:val="ListParagraph"/>
        <w:numPr>
          <w:ilvl w:val="0"/>
          <w:numId w:val="7"/>
        </w:numPr>
        <w:ind w:left="0" w:firstLine="284"/>
        <w:rPr>
          <w:sz w:val="20"/>
          <w:szCs w:val="20"/>
        </w:rPr>
      </w:pPr>
      <w:r w:rsidRPr="008A56EE">
        <w:rPr>
          <w:sz w:val="20"/>
          <w:szCs w:val="20"/>
        </w:rPr>
        <w:t>Maintain an up</w:t>
      </w:r>
      <w:r w:rsidR="00DB094C">
        <w:rPr>
          <w:sz w:val="20"/>
          <w:szCs w:val="20"/>
        </w:rPr>
        <w:t>-</w:t>
      </w:r>
      <w:r w:rsidRPr="008A56EE">
        <w:rPr>
          <w:sz w:val="20"/>
          <w:szCs w:val="20"/>
        </w:rPr>
        <w:t>to</w:t>
      </w:r>
      <w:r w:rsidR="00DB094C">
        <w:rPr>
          <w:sz w:val="20"/>
          <w:szCs w:val="20"/>
        </w:rPr>
        <w:t>-</w:t>
      </w:r>
      <w:r w:rsidRPr="008A56EE">
        <w:rPr>
          <w:sz w:val="20"/>
          <w:szCs w:val="20"/>
        </w:rPr>
        <w:t>date f</w:t>
      </w:r>
      <w:r w:rsidR="006E0E6C" w:rsidRPr="008A56EE">
        <w:rPr>
          <w:sz w:val="20"/>
          <w:szCs w:val="20"/>
        </w:rPr>
        <w:t xml:space="preserve">orecast </w:t>
      </w:r>
      <w:r w:rsidRPr="008A56EE">
        <w:rPr>
          <w:sz w:val="20"/>
          <w:szCs w:val="20"/>
        </w:rPr>
        <w:t>of all anticipated housing</w:t>
      </w:r>
      <w:r w:rsidR="006E0E6C" w:rsidRPr="008A56EE">
        <w:rPr>
          <w:sz w:val="20"/>
          <w:szCs w:val="20"/>
        </w:rPr>
        <w:t xml:space="preserve"> </w:t>
      </w:r>
      <w:r w:rsidR="007E5D87">
        <w:rPr>
          <w:sz w:val="20"/>
          <w:szCs w:val="20"/>
        </w:rPr>
        <w:t xml:space="preserve">demand </w:t>
      </w:r>
      <w:r w:rsidR="006E0E6C" w:rsidRPr="008A56EE">
        <w:rPr>
          <w:sz w:val="20"/>
          <w:szCs w:val="20"/>
        </w:rPr>
        <w:t>in Jabiru</w:t>
      </w:r>
    </w:p>
    <w:p w14:paraId="7CA72809" w14:textId="77777777" w:rsidR="006E0E6C" w:rsidRPr="008A56EE" w:rsidRDefault="006E0E6C" w:rsidP="008E6398">
      <w:pPr>
        <w:pStyle w:val="ListParagraph"/>
        <w:numPr>
          <w:ilvl w:val="0"/>
          <w:numId w:val="7"/>
        </w:numPr>
        <w:ind w:left="0" w:firstLine="284"/>
        <w:rPr>
          <w:sz w:val="20"/>
          <w:szCs w:val="20"/>
        </w:rPr>
      </w:pPr>
      <w:r w:rsidRPr="008A56EE">
        <w:rPr>
          <w:sz w:val="20"/>
          <w:szCs w:val="20"/>
        </w:rPr>
        <w:t xml:space="preserve">Assist in the </w:t>
      </w:r>
      <w:r w:rsidR="00F71252">
        <w:rPr>
          <w:sz w:val="20"/>
          <w:szCs w:val="20"/>
        </w:rPr>
        <w:t>assessment</w:t>
      </w:r>
      <w:r w:rsidRPr="008A56EE">
        <w:rPr>
          <w:sz w:val="20"/>
          <w:szCs w:val="20"/>
        </w:rPr>
        <w:t xml:space="preserve"> of applications</w:t>
      </w:r>
      <w:r w:rsidR="007E5D87">
        <w:rPr>
          <w:sz w:val="20"/>
          <w:szCs w:val="20"/>
        </w:rPr>
        <w:t xml:space="preserve"> for approval and allocation by the Traditional Owners</w:t>
      </w:r>
    </w:p>
    <w:p w14:paraId="33B7E31F" w14:textId="77777777" w:rsidR="00053F66" w:rsidRDefault="002D4B5A" w:rsidP="008E6398">
      <w:pPr>
        <w:pStyle w:val="ListParagraph"/>
        <w:numPr>
          <w:ilvl w:val="0"/>
          <w:numId w:val="7"/>
        </w:numPr>
        <w:ind w:left="0" w:firstLine="284"/>
        <w:rPr>
          <w:sz w:val="20"/>
          <w:szCs w:val="20"/>
        </w:rPr>
      </w:pPr>
      <w:r w:rsidRPr="008A56EE">
        <w:rPr>
          <w:sz w:val="20"/>
          <w:szCs w:val="20"/>
        </w:rPr>
        <w:t>Maintain a c</w:t>
      </w:r>
      <w:r w:rsidR="007E5D87">
        <w:rPr>
          <w:sz w:val="20"/>
          <w:szCs w:val="20"/>
        </w:rPr>
        <w:t>ontact</w:t>
      </w:r>
      <w:r w:rsidRPr="008A56EE">
        <w:rPr>
          <w:sz w:val="20"/>
          <w:szCs w:val="20"/>
        </w:rPr>
        <w:t xml:space="preserve"> database</w:t>
      </w:r>
      <w:r w:rsidR="006E0E6C" w:rsidRPr="008A56EE">
        <w:rPr>
          <w:sz w:val="20"/>
          <w:szCs w:val="20"/>
        </w:rPr>
        <w:t xml:space="preserve"> to provide information about future arrangements as</w:t>
      </w:r>
      <w:r w:rsidR="002F1D16" w:rsidRPr="008A56EE">
        <w:rPr>
          <w:sz w:val="20"/>
          <w:szCs w:val="20"/>
        </w:rPr>
        <w:t xml:space="preserve"> it becomes</w:t>
      </w:r>
      <w:r w:rsidR="006E0E6C" w:rsidRPr="008A56EE">
        <w:rPr>
          <w:sz w:val="20"/>
          <w:szCs w:val="20"/>
        </w:rPr>
        <w:t xml:space="preserve"> available</w:t>
      </w:r>
      <w:bookmarkStart w:id="2" w:name="_Hlk31107089"/>
    </w:p>
    <w:p w14:paraId="3090EDDC" w14:textId="77777777" w:rsidR="008E6398" w:rsidRPr="003A38A3" w:rsidRDefault="008E6398" w:rsidP="00222835">
      <w:pPr>
        <w:pStyle w:val="Subtitle"/>
        <w:jc w:val="center"/>
      </w:pPr>
      <w:r w:rsidRPr="003A38A3">
        <w:t>PLEASE ENSURE ALL SECTIONS OF THIS FORM ARE COMPLETE</w:t>
      </w:r>
    </w:p>
    <w:p w14:paraId="4301E358" w14:textId="77777777" w:rsidR="008E6398" w:rsidRDefault="00F71252" w:rsidP="003A38A3">
      <w:pPr>
        <w:spacing w:before="240"/>
        <w:jc w:val="center"/>
        <w:rPr>
          <w:b/>
          <w:bCs/>
          <w:color w:val="7D1128"/>
        </w:rPr>
      </w:pPr>
      <w:r>
        <w:rPr>
          <w:b/>
          <w:bCs/>
          <w:color w:val="7D1128"/>
        </w:rPr>
        <w:t xml:space="preserve">Please </w:t>
      </w:r>
      <w:r w:rsidR="003A38A3" w:rsidRPr="003A38A3">
        <w:rPr>
          <w:b/>
          <w:bCs/>
          <w:color w:val="7D1128"/>
        </w:rPr>
        <w:t xml:space="preserve">contact our office to arrange a time to review your form prior to submitting the completed </w:t>
      </w:r>
      <w:r w:rsidR="00B55121">
        <w:rPr>
          <w:b/>
          <w:bCs/>
          <w:color w:val="7D1128"/>
        </w:rPr>
        <w:t>f</w:t>
      </w:r>
      <w:r w:rsidR="003A38A3" w:rsidRPr="003A38A3">
        <w:rPr>
          <w:b/>
          <w:bCs/>
          <w:color w:val="7D1128"/>
        </w:rPr>
        <w:t>orm.</w:t>
      </w:r>
    </w:p>
    <w:p w14:paraId="3A7B7951" w14:textId="77777777" w:rsidR="00E2798F" w:rsidRPr="00E2798F" w:rsidRDefault="00E2798F" w:rsidP="00E2798F">
      <w:pPr>
        <w:sectPr w:rsidR="00E2798F" w:rsidRPr="00E2798F" w:rsidSect="008E6398">
          <w:headerReference w:type="default" r:id="rId11"/>
          <w:footerReference w:type="default" r:id="rId12"/>
          <w:headerReference w:type="first" r:id="rId13"/>
          <w:footerReference w:type="first" r:id="rId14"/>
          <w:pgSz w:w="11906" w:h="16838"/>
          <w:pgMar w:top="1985" w:right="849" w:bottom="993" w:left="851" w:header="680" w:footer="340" w:gutter="0"/>
          <w:cols w:space="708"/>
          <w:titlePg/>
          <w:docGrid w:linePitch="360"/>
        </w:sectPr>
      </w:pPr>
    </w:p>
    <w:tbl>
      <w:tblPr>
        <w:tblStyle w:val="TableGrid"/>
        <w:tblW w:w="6809" w:type="dxa"/>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556"/>
      </w:tblGrid>
      <w:tr w:rsidR="001C09B8" w14:paraId="0C06235F" w14:textId="77777777" w:rsidTr="003E023E">
        <w:tc>
          <w:tcPr>
            <w:tcW w:w="4253" w:type="dxa"/>
            <w:shd w:val="clear" w:color="auto" w:fill="EFE8D9"/>
            <w:vAlign w:val="center"/>
          </w:tcPr>
          <w:p w14:paraId="2DE9E3CE" w14:textId="77777777" w:rsidR="001C09B8" w:rsidRPr="004D7C01" w:rsidRDefault="001C09B8" w:rsidP="004D7C01">
            <w:pPr>
              <w:jc w:val="right"/>
              <w:rPr>
                <w:b/>
                <w:bCs/>
                <w:szCs w:val="20"/>
              </w:rPr>
            </w:pPr>
            <w:r w:rsidRPr="004D7C01">
              <w:rPr>
                <w:b/>
                <w:bCs/>
                <w:szCs w:val="20"/>
              </w:rPr>
              <w:lastRenderedPageBreak/>
              <w:t>Date of Application:</w:t>
            </w:r>
          </w:p>
        </w:tc>
        <w:tc>
          <w:tcPr>
            <w:tcW w:w="2556" w:type="dxa"/>
            <w:shd w:val="clear" w:color="auto" w:fill="F2F2F2" w:themeFill="background1" w:themeFillShade="F2"/>
            <w:vAlign w:val="center"/>
          </w:tcPr>
          <w:p w14:paraId="00D52557" w14:textId="77777777" w:rsidR="001C09B8" w:rsidRPr="004D7C01" w:rsidRDefault="00A17BF9" w:rsidP="004D7C01">
            <w:pPr>
              <w:pStyle w:val="NoSpacing"/>
              <w:jc w:val="center"/>
            </w:pPr>
            <w:r>
              <w:fldChar w:fldCharType="begin"/>
            </w:r>
            <w:r>
              <w:instrText xml:space="preserve"> DATE \@ "d MMMM yyyy" </w:instrText>
            </w:r>
            <w:r>
              <w:fldChar w:fldCharType="separate"/>
            </w:r>
            <w:r w:rsidR="001C74C5">
              <w:rPr>
                <w:noProof/>
              </w:rPr>
              <w:t>2 June 2020</w:t>
            </w:r>
            <w:r>
              <w:fldChar w:fldCharType="end"/>
            </w:r>
          </w:p>
        </w:tc>
      </w:tr>
    </w:tbl>
    <w:p w14:paraId="62879FCB" w14:textId="77777777" w:rsidR="003A38A3" w:rsidRDefault="003A38A3" w:rsidP="004D7C01">
      <w:pPr>
        <w:spacing w:after="0"/>
        <w:ind w:right="-896"/>
        <w:rPr>
          <w:sz w:val="8"/>
          <w:szCs w:val="8"/>
          <w:lang w:val="en-US"/>
        </w:rPr>
      </w:pPr>
    </w:p>
    <w:p w14:paraId="080A2181" w14:textId="77777777" w:rsidR="00966C35" w:rsidRDefault="00966C35" w:rsidP="004D7C01">
      <w:pPr>
        <w:spacing w:after="0"/>
        <w:ind w:right="-896"/>
        <w:rPr>
          <w:sz w:val="8"/>
          <w:szCs w:val="8"/>
          <w:lang w:val="en-US"/>
        </w:rPr>
      </w:pPr>
    </w:p>
    <w:tbl>
      <w:tblPr>
        <w:tblStyle w:val="TableGrid"/>
        <w:tblpPr w:leftFromText="181" w:rightFromText="181" w:vertAnchor="text" w:horzAnchor="margin" w:tblpX="-317" w:tblpY="1"/>
        <w:tblOverlap w:val="never"/>
        <w:tblW w:w="1074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2097"/>
        <w:gridCol w:w="3274"/>
        <w:gridCol w:w="16"/>
        <w:gridCol w:w="2096"/>
        <w:gridCol w:w="3260"/>
      </w:tblGrid>
      <w:tr w:rsidR="00966C35" w14:paraId="1E69215C" w14:textId="77777777" w:rsidTr="005D6E55">
        <w:tc>
          <w:tcPr>
            <w:tcW w:w="10743" w:type="dxa"/>
            <w:gridSpan w:val="5"/>
            <w:shd w:val="clear" w:color="auto" w:fill="F95738"/>
            <w:vAlign w:val="center"/>
          </w:tcPr>
          <w:p w14:paraId="07B3F921" w14:textId="77777777" w:rsidR="00966C35" w:rsidRPr="0044134A" w:rsidRDefault="00966C35" w:rsidP="005D6E55">
            <w:pPr>
              <w:pStyle w:val="Heading3"/>
              <w:framePr w:hSpace="0" w:wrap="auto" w:vAnchor="margin" w:hAnchor="text" w:xAlign="left" w:yAlign="inline"/>
              <w:spacing w:before="0" w:after="0"/>
              <w:outlineLvl w:val="2"/>
            </w:pPr>
            <w:r w:rsidRPr="000C1DE0">
              <w:rPr>
                <w:sz w:val="20"/>
                <w:szCs w:val="16"/>
              </w:rPr>
              <w:t>CONFIDENTIALITY AND PRIVACY</w:t>
            </w:r>
          </w:p>
        </w:tc>
      </w:tr>
      <w:tr w:rsidR="00966C35" w14:paraId="01FB3D41" w14:textId="77777777" w:rsidTr="005D6E55">
        <w:tc>
          <w:tcPr>
            <w:tcW w:w="10743" w:type="dxa"/>
            <w:gridSpan w:val="5"/>
            <w:shd w:val="clear" w:color="auto" w:fill="F2F2F2" w:themeFill="background1" w:themeFillShade="F2"/>
            <w:vAlign w:val="center"/>
          </w:tcPr>
          <w:p w14:paraId="42318D01" w14:textId="77777777" w:rsidR="00966C35" w:rsidRPr="00D105F1" w:rsidRDefault="00966C35" w:rsidP="005D6E55">
            <w:pPr>
              <w:ind w:left="7"/>
              <w:rPr>
                <w:i/>
                <w:iCs/>
                <w:sz w:val="20"/>
                <w:szCs w:val="20"/>
              </w:rPr>
            </w:pPr>
            <w:r w:rsidRPr="00D105F1">
              <w:rPr>
                <w:i/>
                <w:iCs/>
                <w:lang w:val="en-US"/>
              </w:rPr>
              <w:t xml:space="preserve">Jabiru Kabolkmakmen Ltd will use its best endeavors to keep your Request confidential. Jabiru Kabolkmakmen is committed to the protection of your personal information and handling of that information in accordance with the Australian Privacy Principles and the Privacy Act 1988 (Cth) (Privacy Act).  Jabiru Kabolkmakmen will collect personal information about you, in the course of you completing this Request Form and (if applicable) in the course of your tenancy. Jabiru Kabolkmakmen’s Privacy Policy sets out </w:t>
            </w:r>
            <w:r w:rsidR="00DB094C">
              <w:rPr>
                <w:i/>
                <w:iCs/>
                <w:lang w:val="en-US"/>
              </w:rPr>
              <w:t>its</w:t>
            </w:r>
            <w:r w:rsidRPr="00D105F1">
              <w:rPr>
                <w:i/>
                <w:iCs/>
                <w:lang w:val="en-US"/>
              </w:rPr>
              <w:t xml:space="preserve"> procedures for the handling of personal information, and information on seeking access or correction, and about making a complaint, including how complaints will be handled. Should you require a copy of this policy, please email </w:t>
            </w:r>
            <w:hyperlink r:id="rId15" w:history="1">
              <w:r w:rsidRPr="00D105F1">
                <w:rPr>
                  <w:rStyle w:val="Hyperlink"/>
                  <w:rFonts w:cstheme="minorHAnsi"/>
                  <w:b/>
                  <w:bCs/>
                  <w:i/>
                  <w:iCs/>
                  <w:color w:val="3C0919"/>
                  <w:lang w:val="en-US"/>
                </w:rPr>
                <w:t>operations@jabirukabolkmakmen.com.au</w:t>
              </w:r>
            </w:hyperlink>
            <w:r w:rsidRPr="00D105F1">
              <w:rPr>
                <w:b/>
                <w:bCs/>
                <w:i/>
                <w:iCs/>
                <w:color w:val="3C0919"/>
                <w:lang w:val="en-US"/>
              </w:rPr>
              <w:t>.</w:t>
            </w:r>
            <w:r w:rsidRPr="00D105F1">
              <w:rPr>
                <w:i/>
                <w:iCs/>
                <w:lang w:val="en-US"/>
              </w:rPr>
              <w:t xml:space="preserve"> By providing Jabiru Kabolkmakmen with personal information about a third party (e.g. a primary contact) you warrant that that person consents to Jabiru Kabolkmakmen collecting and handling their personal information in accordance with </w:t>
            </w:r>
            <w:r w:rsidR="00DB094C">
              <w:rPr>
                <w:i/>
                <w:iCs/>
                <w:lang w:val="en-US"/>
              </w:rPr>
              <w:t>its</w:t>
            </w:r>
            <w:r w:rsidRPr="00D105F1">
              <w:rPr>
                <w:i/>
                <w:iCs/>
                <w:lang w:val="en-US"/>
              </w:rPr>
              <w:t xml:space="preserve"> Privacy Policy.</w:t>
            </w:r>
          </w:p>
        </w:tc>
      </w:tr>
      <w:tr w:rsidR="00BF771C" w14:paraId="51F630CD" w14:textId="77777777" w:rsidTr="003E023E">
        <w:tc>
          <w:tcPr>
            <w:tcW w:w="10743" w:type="dxa"/>
            <w:gridSpan w:val="5"/>
            <w:shd w:val="clear" w:color="auto" w:fill="E0D0B4"/>
            <w:vAlign w:val="center"/>
          </w:tcPr>
          <w:p w14:paraId="1E698A95" w14:textId="77777777" w:rsidR="00BF771C" w:rsidRPr="005E678F" w:rsidRDefault="00BF771C" w:rsidP="005E678F">
            <w:pPr>
              <w:pStyle w:val="Heading1"/>
              <w:framePr w:hSpace="0" w:wrap="auto" w:vAnchor="margin" w:hAnchor="text" w:xAlign="left" w:yAlign="inline"/>
              <w:suppressOverlap w:val="0"/>
              <w:outlineLvl w:val="0"/>
            </w:pPr>
            <w:r w:rsidRPr="005E678F">
              <w:t>APPLICANT</w:t>
            </w:r>
            <w:r w:rsidRPr="003E023E">
              <w:t xml:space="preserve"> DETAILS</w:t>
            </w:r>
          </w:p>
        </w:tc>
      </w:tr>
      <w:tr w:rsidR="0044134A" w14:paraId="4A4D3387" w14:textId="77777777" w:rsidTr="003A38A3">
        <w:tc>
          <w:tcPr>
            <w:tcW w:w="5387" w:type="dxa"/>
            <w:gridSpan w:val="3"/>
            <w:shd w:val="clear" w:color="auto" w:fill="EFE8D9"/>
            <w:vAlign w:val="center"/>
          </w:tcPr>
          <w:p w14:paraId="6CBAFB91" w14:textId="77777777" w:rsidR="001C09B8" w:rsidRPr="003768AA" w:rsidRDefault="001C09B8" w:rsidP="003768AA">
            <w:pPr>
              <w:pStyle w:val="Heading5"/>
              <w:framePr w:hSpace="0" w:wrap="auto" w:vAnchor="margin" w:hAnchor="text" w:xAlign="left" w:yAlign="inline"/>
              <w:suppressOverlap w:val="0"/>
              <w:outlineLvl w:val="4"/>
            </w:pPr>
            <w:r w:rsidRPr="003768AA">
              <w:t>1.01  Legal Name of Applicant (Business Entity)</w:t>
            </w:r>
            <w:r w:rsidR="0070543E">
              <w:t>:</w:t>
            </w:r>
          </w:p>
        </w:tc>
        <w:tc>
          <w:tcPr>
            <w:tcW w:w="5356" w:type="dxa"/>
            <w:gridSpan w:val="2"/>
            <w:shd w:val="clear" w:color="auto" w:fill="EFE8D9"/>
            <w:vAlign w:val="center"/>
          </w:tcPr>
          <w:p w14:paraId="5C51D45F" w14:textId="77777777" w:rsidR="001C09B8" w:rsidRDefault="001C09B8" w:rsidP="003A38A3">
            <w:pPr>
              <w:rPr>
                <w:szCs w:val="20"/>
                <w:lang w:val="en-US"/>
              </w:rPr>
            </w:pPr>
            <w:r>
              <w:rPr>
                <w:noProof/>
              </w:rPr>
              <w:t xml:space="preserve">1.02  ABN / </w:t>
            </w:r>
            <w:r w:rsidR="0070543E">
              <w:rPr>
                <w:noProof/>
              </w:rPr>
              <w:t>ACN:</w:t>
            </w:r>
          </w:p>
        </w:tc>
      </w:tr>
      <w:tr w:rsidR="000927D0" w14:paraId="4A9C537D" w14:textId="77777777" w:rsidTr="00B653C7">
        <w:tc>
          <w:tcPr>
            <w:tcW w:w="5387" w:type="dxa"/>
            <w:gridSpan w:val="3"/>
            <w:shd w:val="clear" w:color="auto" w:fill="F2F2F2" w:themeFill="background1" w:themeFillShade="F2"/>
          </w:tcPr>
          <w:p w14:paraId="0EBE94EB" w14:textId="77777777" w:rsidR="000927D0" w:rsidRDefault="001C74C5" w:rsidP="000927D0">
            <w:pPr>
              <w:pStyle w:val="NoSpacing"/>
              <w:rPr>
                <w:szCs w:val="20"/>
                <w:lang w:val="en-US"/>
              </w:rPr>
            </w:pPr>
            <w:sdt>
              <w:sdtPr>
                <w:rPr>
                  <w:i w:val="0"/>
                  <w:iCs/>
                </w:rPr>
                <w:alias w:val="Type here"/>
                <w:tag w:val="Type here"/>
                <w:id w:val="590285584"/>
                <w:lock w:val="sdtLocked"/>
                <w:placeholder>
                  <w:docPart w:val="3C0B861003044995839A9AB865DDE74F"/>
                </w:placeholder>
                <w:showingPlcHdr/>
                <w:text w:multiLine="1"/>
              </w:sdtPr>
              <w:sdtEndPr/>
              <w:sdtContent>
                <w:r w:rsidR="00891DD1" w:rsidRPr="000927D0">
                  <w:rPr>
                    <w:color w:val="767171" w:themeColor="background2" w:themeShade="80"/>
                    <w:szCs w:val="20"/>
                    <w:shd w:val="clear" w:color="auto" w:fill="D9D9D9" w:themeFill="background1" w:themeFillShade="D9"/>
                  </w:rPr>
                  <w:t>Type here</w:t>
                </w:r>
              </w:sdtContent>
            </w:sdt>
          </w:p>
        </w:tc>
        <w:tc>
          <w:tcPr>
            <w:tcW w:w="5356" w:type="dxa"/>
            <w:gridSpan w:val="2"/>
            <w:shd w:val="clear" w:color="auto" w:fill="F2F2F2" w:themeFill="background1" w:themeFillShade="F2"/>
          </w:tcPr>
          <w:p w14:paraId="4063AACD" w14:textId="77777777" w:rsidR="000927D0" w:rsidRDefault="001C74C5" w:rsidP="000927D0">
            <w:pPr>
              <w:pStyle w:val="NoSpacing"/>
              <w:rPr>
                <w:szCs w:val="20"/>
                <w:lang w:val="en-US"/>
              </w:rPr>
            </w:pPr>
            <w:sdt>
              <w:sdtPr>
                <w:rPr>
                  <w:i w:val="0"/>
                  <w:iCs/>
                </w:rPr>
                <w:alias w:val="Type here"/>
                <w:tag w:val="Type here"/>
                <w:id w:val="677701090"/>
                <w:placeholder>
                  <w:docPart w:val="65AD6F16161B48D3AA6367D483F3D51C"/>
                </w:placeholder>
                <w:showingPlcHdr/>
                <w:text w:multiLine="1"/>
              </w:sdtPr>
              <w:sdtEndPr/>
              <w:sdtContent>
                <w:r w:rsidR="00687A39" w:rsidRPr="000927D0">
                  <w:rPr>
                    <w:color w:val="767171" w:themeColor="background2" w:themeShade="80"/>
                    <w:szCs w:val="20"/>
                    <w:shd w:val="clear" w:color="auto" w:fill="D9D9D9" w:themeFill="background1" w:themeFillShade="D9"/>
                  </w:rPr>
                  <w:t>Type here</w:t>
                </w:r>
              </w:sdtContent>
            </w:sdt>
          </w:p>
        </w:tc>
      </w:tr>
      <w:tr w:rsidR="000927D0" w14:paraId="06C1EEF0" w14:textId="77777777" w:rsidTr="003A38A3">
        <w:tc>
          <w:tcPr>
            <w:tcW w:w="5387" w:type="dxa"/>
            <w:gridSpan w:val="3"/>
            <w:shd w:val="clear" w:color="auto" w:fill="EFE8D9"/>
            <w:vAlign w:val="center"/>
          </w:tcPr>
          <w:p w14:paraId="6A3BB428" w14:textId="77777777" w:rsidR="000927D0" w:rsidRDefault="000927D0" w:rsidP="000927D0">
            <w:pPr>
              <w:rPr>
                <w:szCs w:val="20"/>
                <w:lang w:val="en-US"/>
              </w:rPr>
            </w:pPr>
            <w:r>
              <w:rPr>
                <w:noProof/>
              </w:rPr>
              <w:t>1.03  Street Address:</w:t>
            </w:r>
          </w:p>
        </w:tc>
        <w:tc>
          <w:tcPr>
            <w:tcW w:w="5356" w:type="dxa"/>
            <w:gridSpan w:val="2"/>
            <w:shd w:val="clear" w:color="auto" w:fill="EFE8D9"/>
            <w:vAlign w:val="center"/>
          </w:tcPr>
          <w:p w14:paraId="0F7B42E4" w14:textId="77777777" w:rsidR="000927D0" w:rsidRDefault="000927D0" w:rsidP="000927D0">
            <w:pPr>
              <w:rPr>
                <w:szCs w:val="20"/>
                <w:lang w:val="en-US"/>
              </w:rPr>
            </w:pPr>
            <w:r>
              <w:rPr>
                <w:noProof/>
              </w:rPr>
              <w:t>1.04  Postal Address:</w:t>
            </w:r>
          </w:p>
        </w:tc>
      </w:tr>
      <w:tr w:rsidR="000927D0" w14:paraId="3D44025C" w14:textId="77777777" w:rsidTr="00B653C7">
        <w:tc>
          <w:tcPr>
            <w:tcW w:w="5387" w:type="dxa"/>
            <w:gridSpan w:val="3"/>
            <w:shd w:val="clear" w:color="auto" w:fill="F2F2F2" w:themeFill="background1" w:themeFillShade="F2"/>
          </w:tcPr>
          <w:p w14:paraId="58F812F3" w14:textId="77777777" w:rsidR="000927D0" w:rsidRDefault="001C74C5" w:rsidP="000927D0">
            <w:pPr>
              <w:pStyle w:val="NoSpacing"/>
              <w:rPr>
                <w:szCs w:val="20"/>
                <w:lang w:val="en-US"/>
              </w:rPr>
            </w:pPr>
            <w:sdt>
              <w:sdtPr>
                <w:rPr>
                  <w:i w:val="0"/>
                  <w:iCs/>
                </w:rPr>
                <w:alias w:val="Type here"/>
                <w:tag w:val="Type here"/>
                <w:id w:val="-2143880683"/>
                <w:placeholder>
                  <w:docPart w:val="B0A44DC3585744629403CF4660A5E125"/>
                </w:placeholder>
                <w:showingPlcHdr/>
                <w:text w:multiLine="1"/>
              </w:sdtPr>
              <w:sdtEndPr/>
              <w:sdtContent>
                <w:r w:rsidR="00687A39" w:rsidRPr="000927D0">
                  <w:rPr>
                    <w:color w:val="767171" w:themeColor="background2" w:themeShade="80"/>
                    <w:szCs w:val="20"/>
                    <w:shd w:val="clear" w:color="auto" w:fill="D9D9D9" w:themeFill="background1" w:themeFillShade="D9"/>
                  </w:rPr>
                  <w:t>Type here</w:t>
                </w:r>
              </w:sdtContent>
            </w:sdt>
          </w:p>
        </w:tc>
        <w:tc>
          <w:tcPr>
            <w:tcW w:w="5356" w:type="dxa"/>
            <w:gridSpan w:val="2"/>
            <w:shd w:val="clear" w:color="auto" w:fill="F2F2F2" w:themeFill="background1" w:themeFillShade="F2"/>
          </w:tcPr>
          <w:p w14:paraId="3FFBE319" w14:textId="77777777" w:rsidR="000927D0" w:rsidRDefault="001C74C5" w:rsidP="000927D0">
            <w:pPr>
              <w:pStyle w:val="NoSpacing"/>
              <w:rPr>
                <w:szCs w:val="20"/>
                <w:lang w:val="en-US"/>
              </w:rPr>
            </w:pPr>
            <w:sdt>
              <w:sdtPr>
                <w:rPr>
                  <w:i w:val="0"/>
                  <w:iCs/>
                </w:rPr>
                <w:alias w:val="Type here"/>
                <w:tag w:val="Type here"/>
                <w:id w:val="-743952919"/>
                <w:placeholder>
                  <w:docPart w:val="04D7F4029CFB4A13B5F047254D0B7689"/>
                </w:placeholder>
                <w:showingPlcHdr/>
                <w:text w:multiLine="1"/>
              </w:sdtPr>
              <w:sdtEndPr/>
              <w:sdtContent>
                <w:r w:rsidR="00687A39" w:rsidRPr="000927D0">
                  <w:rPr>
                    <w:color w:val="767171" w:themeColor="background2" w:themeShade="80"/>
                    <w:szCs w:val="20"/>
                    <w:shd w:val="clear" w:color="auto" w:fill="D9D9D9" w:themeFill="background1" w:themeFillShade="D9"/>
                  </w:rPr>
                  <w:t>Type here</w:t>
                </w:r>
              </w:sdtContent>
            </w:sdt>
          </w:p>
        </w:tc>
      </w:tr>
      <w:tr w:rsidR="000927D0" w14:paraId="0F813683" w14:textId="77777777" w:rsidTr="003A38A3">
        <w:tc>
          <w:tcPr>
            <w:tcW w:w="5387" w:type="dxa"/>
            <w:gridSpan w:val="3"/>
            <w:shd w:val="clear" w:color="auto" w:fill="EFE8D9"/>
            <w:vAlign w:val="center"/>
          </w:tcPr>
          <w:p w14:paraId="751B59D0" w14:textId="77777777" w:rsidR="000927D0" w:rsidRDefault="000927D0" w:rsidP="000927D0">
            <w:pPr>
              <w:rPr>
                <w:szCs w:val="20"/>
                <w:lang w:val="en-US"/>
              </w:rPr>
            </w:pPr>
            <w:r w:rsidRPr="00B22FDF">
              <w:rPr>
                <w:noProof/>
              </w:rPr>
              <w:t>1.0</w:t>
            </w:r>
            <w:r>
              <w:rPr>
                <w:noProof/>
              </w:rPr>
              <w:t>5  Type of Business Entity</w:t>
            </w:r>
          </w:p>
        </w:tc>
        <w:tc>
          <w:tcPr>
            <w:tcW w:w="5356" w:type="dxa"/>
            <w:gridSpan w:val="2"/>
            <w:shd w:val="clear" w:color="auto" w:fill="EFE8D9"/>
            <w:vAlign w:val="center"/>
          </w:tcPr>
          <w:p w14:paraId="35516AF6" w14:textId="77777777" w:rsidR="000927D0" w:rsidRDefault="000927D0" w:rsidP="000927D0">
            <w:pPr>
              <w:rPr>
                <w:szCs w:val="20"/>
                <w:lang w:val="en-US"/>
              </w:rPr>
            </w:pPr>
            <w:r>
              <w:rPr>
                <w:noProof/>
              </w:rPr>
              <w:t xml:space="preserve">1.06  </w:t>
            </w:r>
            <w:r w:rsidRPr="003729DB">
              <w:rPr>
                <w:noProof/>
              </w:rPr>
              <w:t>Public Risk Insurance</w:t>
            </w:r>
            <w:r>
              <w:rPr>
                <w:noProof/>
              </w:rPr>
              <w:t>:</w:t>
            </w:r>
          </w:p>
        </w:tc>
      </w:tr>
      <w:tr w:rsidR="000927D0" w14:paraId="44587A69" w14:textId="77777777" w:rsidTr="003A38A3">
        <w:tc>
          <w:tcPr>
            <w:tcW w:w="5387" w:type="dxa"/>
            <w:gridSpan w:val="3"/>
            <w:shd w:val="clear" w:color="auto" w:fill="F2F2F2" w:themeFill="background1" w:themeFillShade="F2"/>
            <w:vAlign w:val="center"/>
          </w:tcPr>
          <w:p w14:paraId="6B14FC94" w14:textId="77777777" w:rsidR="000927D0" w:rsidRDefault="001C74C5" w:rsidP="000927D0">
            <w:pPr>
              <w:pStyle w:val="NoSpacing"/>
              <w:rPr>
                <w:szCs w:val="20"/>
                <w:lang w:val="en-US"/>
              </w:rPr>
            </w:pPr>
            <w:sdt>
              <w:sdtPr>
                <w:rPr>
                  <w:rStyle w:val="Emphasis"/>
                </w:rPr>
                <w:id w:val="399177081"/>
                <w:placeholder>
                  <w:docPart w:val="4D517316976A44F9A1B14E0EA2A24319"/>
                </w:placeholder>
                <w:comboBox>
                  <w:listItem w:value="Choose an item."/>
                  <w:listItem w:displayText="Company" w:value="Company"/>
                  <w:listItem w:displayText="Aboriginal Corporation" w:value="Aboriginal Corporation"/>
                  <w:listItem w:displayText="Australian Government" w:value="Australian Government"/>
                  <w:listItem w:displayText="NT Government" w:value="NT Government"/>
                  <w:listItem w:displayText="Local Government" w:value="Local Government"/>
                  <w:listItem w:displayText="Non-Government Organisation" w:value="Non-Government Organisation"/>
                  <w:listItem w:displayText="Joint Venture" w:value="Joint Venture"/>
                  <w:listItem w:displayText="Partnership" w:value="Partnership"/>
                  <w:listItem w:displayText="Sole Trader" w:value="Sole Trader"/>
                </w:comboBox>
              </w:sdtPr>
              <w:sdtEndPr>
                <w:rPr>
                  <w:rStyle w:val="DefaultParagraphFont"/>
                  <w:b w:val="0"/>
                  <w:i/>
                  <w:iCs w:val="0"/>
                  <w:szCs w:val="20"/>
                  <w:lang w:val="en-US"/>
                </w:rPr>
              </w:sdtEndPr>
              <w:sdtContent>
                <w:r w:rsidR="001E6E43">
                  <w:rPr>
                    <w:rStyle w:val="Emphasis"/>
                  </w:rPr>
                  <w:t>Company</w:t>
                </w:r>
              </w:sdtContent>
            </w:sdt>
            <w:r w:rsidR="007D1715">
              <w:rPr>
                <w:szCs w:val="20"/>
                <w:lang w:val="en-US"/>
              </w:rPr>
              <w:tab/>
            </w:r>
            <w:r w:rsidR="000927D0" w:rsidRPr="003729DB">
              <w:rPr>
                <w:i w:val="0"/>
                <w:iCs/>
                <w:szCs w:val="20"/>
                <w:lang w:val="en-US"/>
              </w:rPr>
              <w:t>Other (Specify):</w:t>
            </w:r>
            <w:r w:rsidR="000927D0">
              <w:rPr>
                <w:i w:val="0"/>
                <w:iCs/>
                <w:noProof/>
              </w:rPr>
              <w:t xml:space="preserve"> </w:t>
            </w:r>
            <w:r w:rsidR="000927D0">
              <w:rPr>
                <w:szCs w:val="20"/>
              </w:rPr>
              <w:t xml:space="preserve"> </w:t>
            </w:r>
            <w:r w:rsidR="007D1715" w:rsidRPr="007D1715">
              <w:rPr>
                <w:rStyle w:val="FormTextChar"/>
              </w:rPr>
              <w:t xml:space="preserve"> </w:t>
            </w:r>
            <w:r w:rsidR="00CB5353">
              <w:rPr>
                <w:rStyle w:val="FormTextChar"/>
              </w:rPr>
              <w:t xml:space="preserve"> </w:t>
            </w:r>
            <w:sdt>
              <w:sdtPr>
                <w:rPr>
                  <w:rStyle w:val="Emphasis"/>
                </w:rPr>
                <w:alias w:val="Type here"/>
                <w:tag w:val="Type here"/>
                <w:id w:val="973252021"/>
                <w:placeholder>
                  <w:docPart w:val="5C5FDEC4B9AD490CA1395F0498214977"/>
                </w:placeholder>
                <w:showingPlcHdr/>
                <w:text w:multiLine="1"/>
              </w:sdtPr>
              <w:sdtEndPr>
                <w:rPr>
                  <w:rStyle w:val="PlaceholderText"/>
                  <w:b w:val="0"/>
                  <w:i/>
                  <w:iCs w:val="0"/>
                  <w:color w:val="7F7F7F" w:themeColor="text1" w:themeTint="80"/>
                  <w:szCs w:val="20"/>
                </w:rPr>
              </w:sdtEndPr>
              <w:sdtContent>
                <w:r w:rsidR="00CB5353" w:rsidRPr="00556037">
                  <w:rPr>
                    <w:i w:val="0"/>
                    <w:iCs/>
                  </w:rPr>
                  <w:t>Type here</w:t>
                </w:r>
              </w:sdtContent>
            </w:sdt>
          </w:p>
        </w:tc>
        <w:tc>
          <w:tcPr>
            <w:tcW w:w="5356" w:type="dxa"/>
            <w:gridSpan w:val="2"/>
            <w:shd w:val="clear" w:color="auto" w:fill="F2F2F2" w:themeFill="background1" w:themeFillShade="F2"/>
            <w:vAlign w:val="center"/>
          </w:tcPr>
          <w:p w14:paraId="1F2AB46D" w14:textId="77777777" w:rsidR="000927D0" w:rsidRPr="003729DB" w:rsidRDefault="001C74C5" w:rsidP="000927D0">
            <w:pPr>
              <w:pStyle w:val="NoSpacing"/>
              <w:rPr>
                <w:i w:val="0"/>
                <w:iCs/>
                <w:szCs w:val="20"/>
                <w:lang w:val="en-US"/>
              </w:rPr>
            </w:pPr>
            <w:sdt>
              <w:sdtPr>
                <w:rPr>
                  <w:rFonts w:cstheme="minorHAnsi"/>
                  <w:b/>
                  <w:bCs/>
                  <w:i w:val="0"/>
                  <w:iCs/>
                  <w:szCs w:val="20"/>
                </w:rPr>
                <w:id w:val="466547112"/>
                <w14:checkbox>
                  <w14:checked w14:val="0"/>
                  <w14:checkedState w14:val="2612" w14:font="MS Gothic"/>
                  <w14:uncheckedState w14:val="2610" w14:font="MS Gothic"/>
                </w14:checkbox>
              </w:sdtPr>
              <w:sdtEndPr/>
              <w:sdtContent>
                <w:r w:rsidR="00687A39">
                  <w:rPr>
                    <w:rFonts w:ascii="MS Gothic" w:eastAsia="MS Gothic" w:hAnsi="MS Gothic" w:cstheme="minorHAnsi" w:hint="eastAsia"/>
                    <w:b/>
                    <w:bCs/>
                    <w:i w:val="0"/>
                    <w:iCs/>
                    <w:szCs w:val="20"/>
                  </w:rPr>
                  <w:t>☐</w:t>
                </w:r>
              </w:sdtContent>
            </w:sdt>
            <w:r w:rsidR="00AA7A92" w:rsidRPr="003729DB">
              <w:rPr>
                <w:rFonts w:cstheme="minorHAnsi"/>
                <w:i w:val="0"/>
                <w:iCs/>
              </w:rPr>
              <w:t xml:space="preserve"> </w:t>
            </w:r>
            <w:r w:rsidR="000927D0" w:rsidRPr="003729DB">
              <w:rPr>
                <w:rFonts w:cstheme="minorHAnsi"/>
                <w:i w:val="0"/>
                <w:iCs/>
              </w:rPr>
              <w:t xml:space="preserve"> Yes</w:t>
            </w:r>
            <w:r w:rsidR="000927D0">
              <w:rPr>
                <w:rFonts w:cstheme="minorHAnsi"/>
                <w:i w:val="0"/>
                <w:iCs/>
              </w:rPr>
              <w:tab/>
            </w:r>
            <w:r w:rsidR="00AA7A92" w:rsidRPr="00AA7A92">
              <w:rPr>
                <w:rFonts w:cstheme="minorHAnsi"/>
                <w:b/>
                <w:bCs/>
                <w:i w:val="0"/>
                <w:iCs/>
                <w:szCs w:val="20"/>
              </w:rPr>
              <w:t xml:space="preserve"> </w:t>
            </w:r>
            <w:sdt>
              <w:sdtPr>
                <w:rPr>
                  <w:rFonts w:cstheme="minorHAnsi"/>
                  <w:b/>
                  <w:bCs/>
                  <w:i w:val="0"/>
                  <w:iCs/>
                  <w:szCs w:val="20"/>
                </w:rPr>
                <w:id w:val="-157921272"/>
                <w14:checkbox>
                  <w14:checked w14:val="0"/>
                  <w14:checkedState w14:val="2612" w14:font="MS Gothic"/>
                  <w14:uncheckedState w14:val="2610" w14:font="MS Gothic"/>
                </w14:checkbox>
              </w:sdtPr>
              <w:sdtEndPr/>
              <w:sdtContent>
                <w:r w:rsidR="00AA7A92" w:rsidRPr="00AA7A92">
                  <w:rPr>
                    <w:rFonts w:ascii="MS Gothic" w:eastAsia="MS Gothic" w:hAnsi="MS Gothic" w:cstheme="minorHAnsi" w:hint="eastAsia"/>
                    <w:b/>
                    <w:bCs/>
                    <w:i w:val="0"/>
                    <w:iCs/>
                    <w:szCs w:val="20"/>
                  </w:rPr>
                  <w:t>☐</w:t>
                </w:r>
              </w:sdtContent>
            </w:sdt>
            <w:r w:rsidR="00AA7A92" w:rsidRPr="003729DB">
              <w:rPr>
                <w:i w:val="0"/>
                <w:iCs/>
                <w:noProof/>
              </w:rPr>
              <w:t xml:space="preserve"> </w:t>
            </w:r>
            <w:r w:rsidR="000927D0" w:rsidRPr="003729DB">
              <w:rPr>
                <w:i w:val="0"/>
                <w:iCs/>
                <w:noProof/>
              </w:rPr>
              <w:t xml:space="preserve"> No</w:t>
            </w:r>
            <w:r w:rsidR="000927D0">
              <w:rPr>
                <w:i w:val="0"/>
                <w:iCs/>
                <w:noProof/>
              </w:rPr>
              <w:t xml:space="preserve"> </w:t>
            </w:r>
            <w:r w:rsidR="000927D0">
              <w:rPr>
                <w:i w:val="0"/>
                <w:iCs/>
                <w:noProof/>
              </w:rPr>
              <w:tab/>
              <w:t>Amount cover held</w:t>
            </w:r>
            <w:r w:rsidR="000927D0" w:rsidRPr="003729DB">
              <w:rPr>
                <w:i w:val="0"/>
                <w:iCs/>
                <w:noProof/>
              </w:rPr>
              <w:t xml:space="preserve">: </w:t>
            </w:r>
            <w:r w:rsidR="000927D0">
              <w:rPr>
                <w:i w:val="0"/>
                <w:iCs/>
                <w:noProof/>
              </w:rPr>
              <w:t>$</w:t>
            </w:r>
            <w:r w:rsidR="000927D0" w:rsidRPr="003729DB">
              <w:rPr>
                <w:i w:val="0"/>
                <w:iCs/>
                <w:color w:val="3C0919"/>
              </w:rPr>
              <w:t xml:space="preserve"> </w:t>
            </w:r>
            <w:r w:rsidR="000927D0">
              <w:rPr>
                <w:szCs w:val="20"/>
              </w:rPr>
              <w:t xml:space="preserve"> </w:t>
            </w:r>
            <w:r w:rsidR="000927D0" w:rsidRPr="003729DB">
              <w:rPr>
                <w:i w:val="0"/>
                <w:iCs/>
              </w:rPr>
              <w:t xml:space="preserve"> </w:t>
            </w:r>
            <w:r w:rsidR="007D1715" w:rsidRPr="007D1715">
              <w:rPr>
                <w:rStyle w:val="FormTextChar"/>
              </w:rPr>
              <w:t xml:space="preserve"> </w:t>
            </w:r>
            <w:r w:rsidR="00CB5353">
              <w:rPr>
                <w:rStyle w:val="BalloonTextChar"/>
              </w:rPr>
              <w:t xml:space="preserve"> </w:t>
            </w:r>
            <w:sdt>
              <w:sdtPr>
                <w:rPr>
                  <w:i w:val="0"/>
                  <w:iCs/>
                </w:rPr>
                <w:alias w:val="Type here"/>
                <w:tag w:val="Type here"/>
                <w:id w:val="1245295261"/>
                <w:placeholder>
                  <w:docPart w:val="27182F4842524FF890F71EEC97224DBD"/>
                </w:placeholder>
                <w:text w:multiLine="1"/>
              </w:sdtPr>
              <w:sdtEndPr/>
              <w:sdtContent>
                <w:r w:rsidR="00B677DE" w:rsidRPr="00556037">
                  <w:rPr>
                    <w:i w:val="0"/>
                    <w:iCs/>
                  </w:rPr>
                  <w:t xml:space="preserve"> </w:t>
                </w:r>
              </w:sdtContent>
            </w:sdt>
            <w:r w:rsidR="00CB5353" w:rsidRPr="003729DB">
              <w:rPr>
                <w:i w:val="0"/>
                <w:iCs/>
              </w:rPr>
              <w:t xml:space="preserve"> </w:t>
            </w:r>
            <w:r w:rsidR="000927D0" w:rsidRPr="003729DB">
              <w:rPr>
                <w:i w:val="0"/>
                <w:iCs/>
              </w:rPr>
              <w:tab/>
            </w:r>
          </w:p>
        </w:tc>
      </w:tr>
      <w:tr w:rsidR="000927D0" w14:paraId="34EBD855" w14:textId="77777777" w:rsidTr="003A38A3">
        <w:tc>
          <w:tcPr>
            <w:tcW w:w="10743" w:type="dxa"/>
            <w:gridSpan w:val="5"/>
            <w:shd w:val="clear" w:color="auto" w:fill="E0D0B4"/>
            <w:vAlign w:val="center"/>
          </w:tcPr>
          <w:p w14:paraId="115CEC8F" w14:textId="77777777" w:rsidR="000927D0" w:rsidRPr="0044134A" w:rsidRDefault="000927D0" w:rsidP="000927D0">
            <w:pPr>
              <w:pStyle w:val="Heading1"/>
              <w:framePr w:hSpace="0" w:wrap="auto" w:vAnchor="margin" w:hAnchor="text" w:xAlign="left" w:yAlign="inline"/>
              <w:suppressOverlap w:val="0"/>
              <w:outlineLvl w:val="0"/>
              <w:rPr>
                <w:szCs w:val="20"/>
                <w:lang w:val="en-US"/>
              </w:rPr>
            </w:pPr>
            <w:r w:rsidRPr="003E023E">
              <w:t>PRIMARY CONTACT DETAILS</w:t>
            </w:r>
            <w:r w:rsidRPr="003E023E">
              <w:rPr>
                <w:noProof/>
              </w:rPr>
              <w:t xml:space="preserve"> </w:t>
            </w:r>
            <w:r w:rsidRPr="00631669">
              <w:rPr>
                <w:b w:val="0"/>
                <w:bCs w:val="0"/>
                <w:noProof/>
                <w:sz w:val="22"/>
                <w:szCs w:val="22"/>
              </w:rPr>
              <w:t>(Person authorised to act on behalf of</w:t>
            </w:r>
            <w:r w:rsidR="00DD66E3">
              <w:rPr>
                <w:b w:val="0"/>
                <w:bCs w:val="0"/>
                <w:noProof/>
                <w:sz w:val="22"/>
                <w:szCs w:val="22"/>
              </w:rPr>
              <w:t xml:space="preserve"> </w:t>
            </w:r>
            <w:r w:rsidRPr="00631669">
              <w:rPr>
                <w:b w:val="0"/>
                <w:bCs w:val="0"/>
                <w:noProof/>
                <w:sz w:val="22"/>
                <w:szCs w:val="22"/>
              </w:rPr>
              <w:t xml:space="preserve">organisation regarding </w:t>
            </w:r>
            <w:r w:rsidR="00DD66E3">
              <w:rPr>
                <w:b w:val="0"/>
                <w:bCs w:val="0"/>
                <w:noProof/>
                <w:sz w:val="22"/>
                <w:szCs w:val="22"/>
              </w:rPr>
              <w:t>lease matters</w:t>
            </w:r>
            <w:r w:rsidRPr="00631669">
              <w:rPr>
                <w:b w:val="0"/>
                <w:bCs w:val="0"/>
                <w:noProof/>
                <w:sz w:val="22"/>
                <w:szCs w:val="22"/>
              </w:rPr>
              <w:t>)</w:t>
            </w:r>
          </w:p>
        </w:tc>
      </w:tr>
      <w:tr w:rsidR="000927D0" w14:paraId="04403948" w14:textId="77777777" w:rsidTr="00B653C7">
        <w:tc>
          <w:tcPr>
            <w:tcW w:w="2097" w:type="dxa"/>
            <w:shd w:val="clear" w:color="auto" w:fill="EFE8D9"/>
            <w:vAlign w:val="center"/>
          </w:tcPr>
          <w:p w14:paraId="56D6F910" w14:textId="77777777" w:rsidR="000927D0" w:rsidRDefault="000927D0" w:rsidP="000927D0">
            <w:pPr>
              <w:rPr>
                <w:szCs w:val="20"/>
                <w:lang w:val="en-US"/>
              </w:rPr>
            </w:pPr>
            <w:proofErr w:type="gramStart"/>
            <w:r w:rsidRPr="0044134A">
              <w:rPr>
                <w:szCs w:val="20"/>
              </w:rPr>
              <w:t>1.07  Full</w:t>
            </w:r>
            <w:proofErr w:type="gramEnd"/>
            <w:r w:rsidRPr="0044134A">
              <w:rPr>
                <w:szCs w:val="20"/>
              </w:rPr>
              <w:t xml:space="preserve"> Name:</w:t>
            </w:r>
          </w:p>
        </w:tc>
        <w:tc>
          <w:tcPr>
            <w:tcW w:w="3274" w:type="dxa"/>
            <w:shd w:val="clear" w:color="auto" w:fill="F2F2F2" w:themeFill="background1" w:themeFillShade="F2"/>
          </w:tcPr>
          <w:p w14:paraId="101DBFE5" w14:textId="77777777" w:rsidR="000927D0" w:rsidRPr="000927D0" w:rsidRDefault="001C74C5" w:rsidP="000927D0">
            <w:pPr>
              <w:pStyle w:val="NoSpacing"/>
              <w:rPr>
                <w:i w:val="0"/>
                <w:iCs/>
                <w:szCs w:val="20"/>
                <w:lang w:val="en-US"/>
              </w:rPr>
            </w:pPr>
            <w:sdt>
              <w:sdtPr>
                <w:rPr>
                  <w:i w:val="0"/>
                  <w:iCs/>
                </w:rPr>
                <w:alias w:val="Type here"/>
                <w:tag w:val="Type here"/>
                <w:id w:val="-1499803027"/>
                <w:placeholder>
                  <w:docPart w:val="649EC9CD504F4101AB7440105875A513"/>
                </w:placeholder>
                <w:showingPlcHdr/>
                <w:text w:multiLine="1"/>
              </w:sdtPr>
              <w:sdtEndPr/>
              <w:sdtContent>
                <w:r w:rsidR="00891DD1" w:rsidRPr="000927D0">
                  <w:rPr>
                    <w:color w:val="767171" w:themeColor="background2" w:themeShade="80"/>
                    <w:szCs w:val="20"/>
                    <w:shd w:val="clear" w:color="auto" w:fill="D9D9D9" w:themeFill="background1" w:themeFillShade="D9"/>
                  </w:rPr>
                  <w:t>Type here</w:t>
                </w:r>
              </w:sdtContent>
            </w:sdt>
          </w:p>
        </w:tc>
        <w:tc>
          <w:tcPr>
            <w:tcW w:w="2112" w:type="dxa"/>
            <w:gridSpan w:val="2"/>
            <w:shd w:val="clear" w:color="auto" w:fill="EFE8D9"/>
            <w:vAlign w:val="center"/>
          </w:tcPr>
          <w:p w14:paraId="605768F0" w14:textId="77777777" w:rsidR="000927D0" w:rsidRDefault="000927D0" w:rsidP="000927D0">
            <w:pPr>
              <w:rPr>
                <w:szCs w:val="20"/>
                <w:lang w:val="en-US"/>
              </w:rPr>
            </w:pPr>
            <w:proofErr w:type="gramStart"/>
            <w:r w:rsidRPr="0044134A">
              <w:rPr>
                <w:szCs w:val="20"/>
              </w:rPr>
              <w:t>1.08  Position</w:t>
            </w:r>
            <w:proofErr w:type="gramEnd"/>
            <w:r w:rsidRPr="0044134A">
              <w:rPr>
                <w:szCs w:val="20"/>
              </w:rPr>
              <w:t>:</w:t>
            </w:r>
          </w:p>
        </w:tc>
        <w:tc>
          <w:tcPr>
            <w:tcW w:w="3260" w:type="dxa"/>
            <w:shd w:val="clear" w:color="auto" w:fill="F2F2F2" w:themeFill="background1" w:themeFillShade="F2"/>
          </w:tcPr>
          <w:p w14:paraId="1461BA99" w14:textId="77777777" w:rsidR="000927D0" w:rsidRDefault="001C74C5" w:rsidP="000927D0">
            <w:pPr>
              <w:pStyle w:val="NoSpacing"/>
              <w:rPr>
                <w:szCs w:val="20"/>
                <w:lang w:val="en-US"/>
              </w:rPr>
            </w:pPr>
            <w:sdt>
              <w:sdtPr>
                <w:rPr>
                  <w:rStyle w:val="FormTextChar"/>
                </w:rPr>
                <w:alias w:val="Type here"/>
                <w:tag w:val="Type here"/>
                <w:id w:val="839663268"/>
                <w:placeholder>
                  <w:docPart w:val="5BED376DD2534C24A37AC5702C78C2B0"/>
                </w:placeholder>
                <w:showingPlcHdr/>
                <w:text w:multiLine="1"/>
              </w:sdtPr>
              <w:sdtEndPr>
                <w:rPr>
                  <w:rStyle w:val="PlaceholderText"/>
                  <w:rFonts w:cstheme="minorBidi"/>
                  <w:i/>
                  <w:iCs w:val="0"/>
                  <w:color w:val="7F7F7F" w:themeColor="text1" w:themeTint="80"/>
                  <w:szCs w:val="20"/>
                </w:rPr>
              </w:sdtEndPr>
              <w:sdtContent>
                <w:r w:rsidR="00891DD1" w:rsidRPr="000927D0">
                  <w:rPr>
                    <w:color w:val="767171" w:themeColor="background2" w:themeShade="80"/>
                    <w:szCs w:val="20"/>
                    <w:shd w:val="clear" w:color="auto" w:fill="D9D9D9" w:themeFill="background1" w:themeFillShade="D9"/>
                  </w:rPr>
                  <w:t>Type here</w:t>
                </w:r>
              </w:sdtContent>
            </w:sdt>
          </w:p>
        </w:tc>
      </w:tr>
      <w:tr w:rsidR="000927D0" w14:paraId="6EA3EF46" w14:textId="77777777" w:rsidTr="00B653C7">
        <w:tc>
          <w:tcPr>
            <w:tcW w:w="2097" w:type="dxa"/>
            <w:shd w:val="clear" w:color="auto" w:fill="EFE8D9"/>
            <w:vAlign w:val="center"/>
          </w:tcPr>
          <w:p w14:paraId="2EE22D63" w14:textId="77777777" w:rsidR="000927D0" w:rsidRDefault="000927D0" w:rsidP="000927D0">
            <w:pPr>
              <w:rPr>
                <w:szCs w:val="20"/>
                <w:lang w:val="en-US"/>
              </w:rPr>
            </w:pPr>
            <w:proofErr w:type="gramStart"/>
            <w:r w:rsidRPr="0044134A">
              <w:rPr>
                <w:szCs w:val="20"/>
              </w:rPr>
              <w:t>1.09  Phone</w:t>
            </w:r>
            <w:proofErr w:type="gramEnd"/>
            <w:r w:rsidRPr="0044134A">
              <w:rPr>
                <w:szCs w:val="20"/>
              </w:rPr>
              <w:t>/mobile:</w:t>
            </w:r>
          </w:p>
        </w:tc>
        <w:tc>
          <w:tcPr>
            <w:tcW w:w="3274" w:type="dxa"/>
            <w:shd w:val="clear" w:color="auto" w:fill="F2F2F2" w:themeFill="background1" w:themeFillShade="F2"/>
          </w:tcPr>
          <w:p w14:paraId="35F40B94" w14:textId="77777777" w:rsidR="000927D0" w:rsidRPr="000927D0" w:rsidRDefault="001C74C5" w:rsidP="000927D0">
            <w:pPr>
              <w:pStyle w:val="NoSpacing"/>
              <w:rPr>
                <w:i w:val="0"/>
                <w:iCs/>
                <w:szCs w:val="20"/>
                <w:lang w:val="en-US"/>
              </w:rPr>
            </w:pPr>
            <w:sdt>
              <w:sdtPr>
                <w:rPr>
                  <w:i w:val="0"/>
                  <w:iCs/>
                </w:rPr>
                <w:alias w:val="Type here"/>
                <w:tag w:val="Type here"/>
                <w:id w:val="-2033722453"/>
                <w:placeholder>
                  <w:docPart w:val="A913F3E80704444BB00DFA9FE68B2891"/>
                </w:placeholder>
                <w:showingPlcHdr/>
                <w:text w:multiLine="1"/>
              </w:sdtPr>
              <w:sdtEndPr/>
              <w:sdtContent>
                <w:r w:rsidR="00891DD1" w:rsidRPr="000927D0">
                  <w:rPr>
                    <w:color w:val="767171" w:themeColor="background2" w:themeShade="80"/>
                    <w:szCs w:val="20"/>
                    <w:shd w:val="clear" w:color="auto" w:fill="D9D9D9" w:themeFill="background1" w:themeFillShade="D9"/>
                  </w:rPr>
                  <w:t>Type here</w:t>
                </w:r>
              </w:sdtContent>
            </w:sdt>
          </w:p>
        </w:tc>
        <w:tc>
          <w:tcPr>
            <w:tcW w:w="2112" w:type="dxa"/>
            <w:gridSpan w:val="2"/>
            <w:shd w:val="clear" w:color="auto" w:fill="EFE8D9"/>
            <w:vAlign w:val="center"/>
          </w:tcPr>
          <w:p w14:paraId="6E6CF3B8" w14:textId="77777777" w:rsidR="000927D0" w:rsidRDefault="000927D0" w:rsidP="000927D0">
            <w:pPr>
              <w:rPr>
                <w:szCs w:val="20"/>
                <w:lang w:val="en-US"/>
              </w:rPr>
            </w:pPr>
            <w:proofErr w:type="gramStart"/>
            <w:r w:rsidRPr="0044134A">
              <w:rPr>
                <w:szCs w:val="20"/>
              </w:rPr>
              <w:t>1.10  Email</w:t>
            </w:r>
            <w:proofErr w:type="gramEnd"/>
            <w:r w:rsidRPr="0044134A">
              <w:rPr>
                <w:szCs w:val="20"/>
              </w:rPr>
              <w:t>:</w:t>
            </w:r>
          </w:p>
        </w:tc>
        <w:tc>
          <w:tcPr>
            <w:tcW w:w="3260" w:type="dxa"/>
            <w:shd w:val="clear" w:color="auto" w:fill="F2F2F2" w:themeFill="background1" w:themeFillShade="F2"/>
          </w:tcPr>
          <w:p w14:paraId="64CEDA92" w14:textId="77777777" w:rsidR="000927D0" w:rsidRDefault="001C74C5" w:rsidP="000927D0">
            <w:pPr>
              <w:pStyle w:val="NoSpacing"/>
              <w:rPr>
                <w:szCs w:val="20"/>
                <w:lang w:val="en-US"/>
              </w:rPr>
            </w:pPr>
            <w:sdt>
              <w:sdtPr>
                <w:rPr>
                  <w:rStyle w:val="FormTextChar"/>
                </w:rPr>
                <w:alias w:val="Type here"/>
                <w:tag w:val="Type here"/>
                <w:id w:val="-1429503392"/>
                <w:placeholder>
                  <w:docPart w:val="458FA0DA408F4F02A74C274838634C61"/>
                </w:placeholder>
                <w:showingPlcHdr/>
                <w:text w:multiLine="1"/>
              </w:sdtPr>
              <w:sdtEndPr>
                <w:rPr>
                  <w:rStyle w:val="PlaceholderText"/>
                  <w:rFonts w:cstheme="minorBidi"/>
                  <w:i/>
                  <w:iCs w:val="0"/>
                  <w:color w:val="7F7F7F" w:themeColor="text1" w:themeTint="80"/>
                  <w:szCs w:val="20"/>
                </w:rPr>
              </w:sdtEndPr>
              <w:sdtContent>
                <w:r w:rsidR="00891DD1" w:rsidRPr="000927D0">
                  <w:rPr>
                    <w:color w:val="767171" w:themeColor="background2" w:themeShade="80"/>
                    <w:szCs w:val="20"/>
                    <w:shd w:val="clear" w:color="auto" w:fill="D9D9D9" w:themeFill="background1" w:themeFillShade="D9"/>
                  </w:rPr>
                  <w:t>Type here</w:t>
                </w:r>
              </w:sdtContent>
            </w:sdt>
          </w:p>
        </w:tc>
      </w:tr>
      <w:tr w:rsidR="000927D0" w14:paraId="2417E330" w14:textId="77777777" w:rsidTr="003A38A3">
        <w:tc>
          <w:tcPr>
            <w:tcW w:w="10743" w:type="dxa"/>
            <w:gridSpan w:val="5"/>
            <w:shd w:val="clear" w:color="auto" w:fill="E0D0B4"/>
            <w:vAlign w:val="center"/>
          </w:tcPr>
          <w:p w14:paraId="221F4146" w14:textId="77777777" w:rsidR="000927D0" w:rsidRPr="0044134A" w:rsidRDefault="000927D0" w:rsidP="000927D0">
            <w:pPr>
              <w:pStyle w:val="Heading1"/>
              <w:framePr w:hSpace="0" w:wrap="auto" w:vAnchor="margin" w:hAnchor="text" w:xAlign="left" w:yAlign="inline"/>
              <w:suppressOverlap w:val="0"/>
              <w:outlineLvl w:val="0"/>
              <w:rPr>
                <w:b w:val="0"/>
              </w:rPr>
            </w:pPr>
            <w:r w:rsidRPr="003E023E">
              <w:t>SECONDARY CONTACT DETAILS</w:t>
            </w:r>
          </w:p>
        </w:tc>
      </w:tr>
      <w:tr w:rsidR="000927D0" w14:paraId="6FBE2E36" w14:textId="77777777" w:rsidTr="00B653C7">
        <w:tc>
          <w:tcPr>
            <w:tcW w:w="2097" w:type="dxa"/>
            <w:shd w:val="clear" w:color="auto" w:fill="EFE8D9"/>
            <w:vAlign w:val="center"/>
          </w:tcPr>
          <w:p w14:paraId="43736A3A" w14:textId="77777777" w:rsidR="000927D0" w:rsidRPr="0044134A" w:rsidRDefault="000927D0" w:rsidP="000927D0">
            <w:pPr>
              <w:rPr>
                <w:szCs w:val="20"/>
              </w:rPr>
            </w:pPr>
            <w:proofErr w:type="gramStart"/>
            <w:r w:rsidRPr="0044134A">
              <w:rPr>
                <w:szCs w:val="20"/>
              </w:rPr>
              <w:t>1.</w:t>
            </w:r>
            <w:r>
              <w:rPr>
                <w:szCs w:val="20"/>
              </w:rPr>
              <w:t>11</w:t>
            </w:r>
            <w:r w:rsidRPr="0044134A">
              <w:rPr>
                <w:szCs w:val="20"/>
              </w:rPr>
              <w:t xml:space="preserve">  Full</w:t>
            </w:r>
            <w:proofErr w:type="gramEnd"/>
            <w:r w:rsidRPr="0044134A">
              <w:rPr>
                <w:szCs w:val="20"/>
              </w:rPr>
              <w:t xml:space="preserve"> Name:</w:t>
            </w:r>
          </w:p>
        </w:tc>
        <w:tc>
          <w:tcPr>
            <w:tcW w:w="3274" w:type="dxa"/>
            <w:shd w:val="clear" w:color="auto" w:fill="F2F2F2" w:themeFill="background1" w:themeFillShade="F2"/>
          </w:tcPr>
          <w:p w14:paraId="3DBEF8FB" w14:textId="77777777" w:rsidR="000927D0" w:rsidRPr="0044134A" w:rsidRDefault="001C74C5" w:rsidP="000927D0">
            <w:pPr>
              <w:pStyle w:val="NoSpacing"/>
            </w:pPr>
            <w:sdt>
              <w:sdtPr>
                <w:rPr>
                  <w:i w:val="0"/>
                  <w:iCs/>
                </w:rPr>
                <w:alias w:val="Type here"/>
                <w:tag w:val="Type here"/>
                <w:id w:val="-846781454"/>
                <w:placeholder>
                  <w:docPart w:val="82DBB38B1D8546F68A29B5046A9996EC"/>
                </w:placeholder>
                <w:showingPlcHdr/>
                <w:text w:multiLine="1"/>
              </w:sdtPr>
              <w:sdtEndPr/>
              <w:sdtContent>
                <w:r w:rsidR="00891DD1" w:rsidRPr="000927D0">
                  <w:rPr>
                    <w:color w:val="767171" w:themeColor="background2" w:themeShade="80"/>
                    <w:szCs w:val="20"/>
                    <w:shd w:val="clear" w:color="auto" w:fill="D9D9D9" w:themeFill="background1" w:themeFillShade="D9"/>
                  </w:rPr>
                  <w:t>Type here</w:t>
                </w:r>
              </w:sdtContent>
            </w:sdt>
          </w:p>
        </w:tc>
        <w:tc>
          <w:tcPr>
            <w:tcW w:w="2112" w:type="dxa"/>
            <w:gridSpan w:val="2"/>
            <w:shd w:val="clear" w:color="auto" w:fill="EFE8D9"/>
            <w:vAlign w:val="center"/>
          </w:tcPr>
          <w:p w14:paraId="62627AB7" w14:textId="77777777" w:rsidR="000927D0" w:rsidRPr="0044134A" w:rsidRDefault="000927D0" w:rsidP="000927D0">
            <w:pPr>
              <w:rPr>
                <w:szCs w:val="20"/>
              </w:rPr>
            </w:pPr>
            <w:proofErr w:type="gramStart"/>
            <w:r w:rsidRPr="0044134A">
              <w:rPr>
                <w:szCs w:val="20"/>
              </w:rPr>
              <w:t>1.</w:t>
            </w:r>
            <w:r>
              <w:rPr>
                <w:szCs w:val="20"/>
              </w:rPr>
              <w:t>12</w:t>
            </w:r>
            <w:r w:rsidRPr="0044134A">
              <w:rPr>
                <w:szCs w:val="20"/>
              </w:rPr>
              <w:t xml:space="preserve">  Position</w:t>
            </w:r>
            <w:proofErr w:type="gramEnd"/>
            <w:r w:rsidRPr="0044134A">
              <w:rPr>
                <w:szCs w:val="20"/>
              </w:rPr>
              <w:t>:</w:t>
            </w:r>
          </w:p>
        </w:tc>
        <w:tc>
          <w:tcPr>
            <w:tcW w:w="3260" w:type="dxa"/>
            <w:shd w:val="clear" w:color="auto" w:fill="F2F2F2" w:themeFill="background1" w:themeFillShade="F2"/>
          </w:tcPr>
          <w:p w14:paraId="770AADE5" w14:textId="77777777" w:rsidR="000927D0" w:rsidRPr="0044134A" w:rsidRDefault="001C74C5" w:rsidP="000927D0">
            <w:pPr>
              <w:pStyle w:val="NoSpacing"/>
            </w:pPr>
            <w:sdt>
              <w:sdtPr>
                <w:rPr>
                  <w:rStyle w:val="FormTextChar"/>
                </w:rPr>
                <w:alias w:val="Type here"/>
                <w:tag w:val="Type here"/>
                <w:id w:val="290098698"/>
                <w:placeholder>
                  <w:docPart w:val="A72E8E9180F94A4E8F127BFB4D659DAE"/>
                </w:placeholder>
                <w:showingPlcHdr/>
                <w:text w:multiLine="1"/>
              </w:sdtPr>
              <w:sdtEndPr>
                <w:rPr>
                  <w:rStyle w:val="PlaceholderText"/>
                  <w:rFonts w:cstheme="minorBidi"/>
                  <w:i/>
                  <w:iCs w:val="0"/>
                  <w:color w:val="7F7F7F" w:themeColor="text1" w:themeTint="80"/>
                  <w:szCs w:val="20"/>
                </w:rPr>
              </w:sdtEndPr>
              <w:sdtContent>
                <w:r w:rsidR="00891DD1" w:rsidRPr="000927D0">
                  <w:rPr>
                    <w:color w:val="767171" w:themeColor="background2" w:themeShade="80"/>
                    <w:szCs w:val="20"/>
                    <w:shd w:val="clear" w:color="auto" w:fill="D9D9D9" w:themeFill="background1" w:themeFillShade="D9"/>
                  </w:rPr>
                  <w:t>Type here</w:t>
                </w:r>
              </w:sdtContent>
            </w:sdt>
          </w:p>
        </w:tc>
      </w:tr>
      <w:tr w:rsidR="000927D0" w14:paraId="58651D91" w14:textId="77777777" w:rsidTr="00B653C7">
        <w:tc>
          <w:tcPr>
            <w:tcW w:w="2097" w:type="dxa"/>
            <w:shd w:val="clear" w:color="auto" w:fill="EFE8D9"/>
            <w:vAlign w:val="center"/>
          </w:tcPr>
          <w:p w14:paraId="6DFFCFEA" w14:textId="77777777" w:rsidR="000927D0" w:rsidRPr="0044134A" w:rsidRDefault="000927D0" w:rsidP="000927D0">
            <w:pPr>
              <w:rPr>
                <w:szCs w:val="20"/>
              </w:rPr>
            </w:pPr>
            <w:proofErr w:type="gramStart"/>
            <w:r w:rsidRPr="0044134A">
              <w:rPr>
                <w:szCs w:val="20"/>
              </w:rPr>
              <w:t>1.</w:t>
            </w:r>
            <w:r>
              <w:rPr>
                <w:szCs w:val="20"/>
              </w:rPr>
              <w:t>13</w:t>
            </w:r>
            <w:r w:rsidRPr="0044134A">
              <w:rPr>
                <w:szCs w:val="20"/>
              </w:rPr>
              <w:t xml:space="preserve">  Phone</w:t>
            </w:r>
            <w:proofErr w:type="gramEnd"/>
            <w:r w:rsidRPr="0044134A">
              <w:rPr>
                <w:szCs w:val="20"/>
              </w:rPr>
              <w:t>/mobile:</w:t>
            </w:r>
          </w:p>
        </w:tc>
        <w:tc>
          <w:tcPr>
            <w:tcW w:w="3274" w:type="dxa"/>
            <w:shd w:val="clear" w:color="auto" w:fill="F2F2F2" w:themeFill="background1" w:themeFillShade="F2"/>
          </w:tcPr>
          <w:p w14:paraId="09D83F6B" w14:textId="77777777" w:rsidR="000927D0" w:rsidRPr="0044134A" w:rsidRDefault="001C74C5" w:rsidP="000927D0">
            <w:pPr>
              <w:pStyle w:val="NoSpacing"/>
            </w:pPr>
            <w:sdt>
              <w:sdtPr>
                <w:rPr>
                  <w:i w:val="0"/>
                  <w:iCs/>
                </w:rPr>
                <w:alias w:val="Type here"/>
                <w:tag w:val="Type here"/>
                <w:id w:val="-1344935947"/>
                <w:placeholder>
                  <w:docPart w:val="159F6ABD8CB84ED2BA6639B0C7EA04C0"/>
                </w:placeholder>
                <w:showingPlcHdr/>
                <w:text w:multiLine="1"/>
              </w:sdtPr>
              <w:sdtEndPr/>
              <w:sdtContent>
                <w:r w:rsidR="00687A39" w:rsidRPr="000927D0">
                  <w:rPr>
                    <w:color w:val="767171" w:themeColor="background2" w:themeShade="80"/>
                    <w:szCs w:val="20"/>
                    <w:shd w:val="clear" w:color="auto" w:fill="D9D9D9" w:themeFill="background1" w:themeFillShade="D9"/>
                  </w:rPr>
                  <w:t>Type here</w:t>
                </w:r>
              </w:sdtContent>
            </w:sdt>
          </w:p>
        </w:tc>
        <w:tc>
          <w:tcPr>
            <w:tcW w:w="2112" w:type="dxa"/>
            <w:gridSpan w:val="2"/>
            <w:shd w:val="clear" w:color="auto" w:fill="EFE8D9"/>
            <w:vAlign w:val="center"/>
          </w:tcPr>
          <w:p w14:paraId="4805A5A4" w14:textId="77777777" w:rsidR="000927D0" w:rsidRPr="0044134A" w:rsidRDefault="000927D0" w:rsidP="000927D0">
            <w:pPr>
              <w:rPr>
                <w:szCs w:val="20"/>
              </w:rPr>
            </w:pPr>
            <w:proofErr w:type="gramStart"/>
            <w:r w:rsidRPr="0044134A">
              <w:rPr>
                <w:szCs w:val="20"/>
              </w:rPr>
              <w:t>1.1</w:t>
            </w:r>
            <w:r>
              <w:rPr>
                <w:szCs w:val="20"/>
              </w:rPr>
              <w:t>4</w:t>
            </w:r>
            <w:r w:rsidRPr="0044134A">
              <w:rPr>
                <w:szCs w:val="20"/>
              </w:rPr>
              <w:t xml:space="preserve">  Email</w:t>
            </w:r>
            <w:proofErr w:type="gramEnd"/>
            <w:r w:rsidRPr="0044134A">
              <w:rPr>
                <w:szCs w:val="20"/>
              </w:rPr>
              <w:t>:</w:t>
            </w:r>
          </w:p>
        </w:tc>
        <w:tc>
          <w:tcPr>
            <w:tcW w:w="3260" w:type="dxa"/>
            <w:shd w:val="clear" w:color="auto" w:fill="F2F2F2" w:themeFill="background1" w:themeFillShade="F2"/>
          </w:tcPr>
          <w:p w14:paraId="1BB06025" w14:textId="77777777" w:rsidR="000927D0" w:rsidRPr="0044134A" w:rsidRDefault="001C74C5" w:rsidP="000927D0">
            <w:pPr>
              <w:pStyle w:val="NoSpacing"/>
            </w:pPr>
            <w:sdt>
              <w:sdtPr>
                <w:rPr>
                  <w:rStyle w:val="FormTextChar"/>
                </w:rPr>
                <w:alias w:val="Type here"/>
                <w:tag w:val="Type here"/>
                <w:id w:val="-189760376"/>
                <w:placeholder>
                  <w:docPart w:val="B61E1BBEBBAD42CA866C37512F5AA54C"/>
                </w:placeholder>
                <w:showingPlcHdr/>
                <w:text w:multiLine="1"/>
              </w:sdtPr>
              <w:sdtEndPr>
                <w:rPr>
                  <w:rStyle w:val="PlaceholderText"/>
                  <w:rFonts w:cstheme="minorBidi"/>
                  <w:i/>
                  <w:iCs w:val="0"/>
                  <w:color w:val="7F7F7F" w:themeColor="text1" w:themeTint="80"/>
                  <w:szCs w:val="20"/>
                </w:rPr>
              </w:sdtEndPr>
              <w:sdtContent>
                <w:r w:rsidR="00687A39" w:rsidRPr="000927D0">
                  <w:rPr>
                    <w:color w:val="767171" w:themeColor="background2" w:themeShade="80"/>
                    <w:szCs w:val="20"/>
                    <w:shd w:val="clear" w:color="auto" w:fill="D9D9D9" w:themeFill="background1" w:themeFillShade="D9"/>
                  </w:rPr>
                  <w:t>Type here</w:t>
                </w:r>
              </w:sdtContent>
            </w:sdt>
          </w:p>
        </w:tc>
      </w:tr>
      <w:tr w:rsidR="000927D0" w14:paraId="4C6EE05A" w14:textId="77777777" w:rsidTr="003A38A3">
        <w:tc>
          <w:tcPr>
            <w:tcW w:w="10743" w:type="dxa"/>
            <w:gridSpan w:val="5"/>
            <w:shd w:val="clear" w:color="auto" w:fill="E0D0B4"/>
            <w:vAlign w:val="center"/>
          </w:tcPr>
          <w:p w14:paraId="3A2C315F" w14:textId="77777777" w:rsidR="000927D0" w:rsidRPr="0044134A" w:rsidRDefault="000927D0" w:rsidP="000927D0">
            <w:pPr>
              <w:pStyle w:val="Heading1"/>
              <w:framePr w:hSpace="0" w:wrap="auto" w:vAnchor="margin" w:hAnchor="text" w:xAlign="left" w:yAlign="inline"/>
              <w:suppressOverlap w:val="0"/>
              <w:outlineLvl w:val="0"/>
              <w:rPr>
                <w:b w:val="0"/>
              </w:rPr>
            </w:pPr>
            <w:r w:rsidRPr="0044134A">
              <w:t>DETAILS ABOUT THIS REQUEST</w:t>
            </w:r>
          </w:p>
        </w:tc>
      </w:tr>
      <w:tr w:rsidR="000927D0" w14:paraId="5DE3F4E9" w14:textId="77777777" w:rsidTr="003A38A3">
        <w:tc>
          <w:tcPr>
            <w:tcW w:w="10743" w:type="dxa"/>
            <w:gridSpan w:val="5"/>
            <w:shd w:val="clear" w:color="auto" w:fill="EFE8D9"/>
            <w:vAlign w:val="center"/>
          </w:tcPr>
          <w:p w14:paraId="54A1CA8A" w14:textId="77777777" w:rsidR="000927D0" w:rsidRDefault="000927D0" w:rsidP="000927D0">
            <w:r>
              <w:rPr>
                <w:noProof/>
              </w:rPr>
              <w:t>1.15</w:t>
            </w:r>
            <w:r w:rsidRPr="00B22FDF">
              <w:rPr>
                <w:noProof/>
              </w:rPr>
              <w:t xml:space="preserve">  </w:t>
            </w:r>
            <w:r>
              <w:rPr>
                <w:noProof/>
              </w:rPr>
              <w:t>Reason for submitting this allocation request (Select all that apply):</w:t>
            </w:r>
          </w:p>
        </w:tc>
      </w:tr>
      <w:tr w:rsidR="000927D0" w14:paraId="202C1312" w14:textId="77777777" w:rsidTr="009E5854">
        <w:tc>
          <w:tcPr>
            <w:tcW w:w="5371" w:type="dxa"/>
            <w:gridSpan w:val="2"/>
            <w:tcBorders>
              <w:bottom w:val="nil"/>
            </w:tcBorders>
            <w:shd w:val="clear" w:color="auto" w:fill="F2F2F2" w:themeFill="background1" w:themeFillShade="F2"/>
            <w:vAlign w:val="center"/>
          </w:tcPr>
          <w:p w14:paraId="0D377440" w14:textId="77777777" w:rsidR="000927D0" w:rsidRPr="00D07D2A" w:rsidRDefault="001C74C5" w:rsidP="000927D0">
            <w:pPr>
              <w:rPr>
                <w:rFonts w:ascii="Daytona" w:hAnsi="Daytona"/>
                <w:noProof/>
              </w:rPr>
            </w:pPr>
            <w:sdt>
              <w:sdtPr>
                <w:rPr>
                  <w:rFonts w:cstheme="minorHAnsi"/>
                  <w:b/>
                  <w:bCs/>
                  <w:sz w:val="20"/>
                  <w:szCs w:val="20"/>
                </w:rPr>
                <w:id w:val="1377584479"/>
                <w14:checkbox>
                  <w14:checked w14:val="0"/>
                  <w14:checkedState w14:val="2612" w14:font="MS Gothic"/>
                  <w14:uncheckedState w14:val="2610" w14:font="MS Gothic"/>
                </w14:checkbox>
              </w:sdtPr>
              <w:sdtEndPr/>
              <w:sdtContent>
                <w:r w:rsidR="00687A39">
                  <w:rPr>
                    <w:rFonts w:ascii="MS Gothic" w:eastAsia="MS Gothic" w:hAnsi="MS Gothic" w:cstheme="minorHAnsi" w:hint="eastAsia"/>
                    <w:b/>
                    <w:bCs/>
                    <w:sz w:val="20"/>
                    <w:szCs w:val="20"/>
                  </w:rPr>
                  <w:t>☐</w:t>
                </w:r>
              </w:sdtContent>
            </w:sdt>
            <w:r w:rsidR="00AA7A92" w:rsidRPr="00D07D2A">
              <w:rPr>
                <w:rFonts w:ascii="Daytona" w:hAnsi="Daytona"/>
                <w:noProof/>
              </w:rPr>
              <w:t xml:space="preserve"> </w:t>
            </w:r>
            <w:r w:rsidR="000927D0" w:rsidRPr="00D07D2A">
              <w:rPr>
                <w:rFonts w:ascii="Daytona" w:hAnsi="Daytona"/>
                <w:noProof/>
              </w:rPr>
              <w:tab/>
            </w:r>
            <w:r w:rsidR="000927D0" w:rsidRPr="00D07D2A">
              <w:rPr>
                <w:noProof/>
              </w:rPr>
              <w:t>Securing certainty for existing business</w:t>
            </w:r>
          </w:p>
        </w:tc>
        <w:tc>
          <w:tcPr>
            <w:tcW w:w="5372" w:type="dxa"/>
            <w:gridSpan w:val="3"/>
            <w:tcBorders>
              <w:bottom w:val="nil"/>
            </w:tcBorders>
            <w:shd w:val="clear" w:color="auto" w:fill="F2F2F2" w:themeFill="background1" w:themeFillShade="F2"/>
            <w:vAlign w:val="center"/>
          </w:tcPr>
          <w:p w14:paraId="23737A6B" w14:textId="77777777" w:rsidR="000927D0" w:rsidRPr="00D07D2A" w:rsidRDefault="001C74C5" w:rsidP="000927D0">
            <w:pPr>
              <w:rPr>
                <w:rFonts w:ascii="Daytona" w:hAnsi="Daytona"/>
                <w:noProof/>
              </w:rPr>
            </w:pPr>
            <w:sdt>
              <w:sdtPr>
                <w:rPr>
                  <w:rFonts w:cstheme="minorHAnsi"/>
                  <w:b/>
                  <w:bCs/>
                  <w:sz w:val="20"/>
                  <w:szCs w:val="20"/>
                </w:rPr>
                <w:id w:val="-1578977129"/>
                <w14:checkbox>
                  <w14:checked w14:val="0"/>
                  <w14:checkedState w14:val="2612" w14:font="MS Gothic"/>
                  <w14:uncheckedState w14:val="2610" w14:font="MS Gothic"/>
                </w14:checkbox>
              </w:sdtPr>
              <w:sdtEndPr/>
              <w:sdtContent>
                <w:r w:rsidR="00687A39">
                  <w:rPr>
                    <w:rFonts w:ascii="MS Gothic" w:eastAsia="MS Gothic" w:hAnsi="MS Gothic" w:cstheme="minorHAnsi" w:hint="eastAsia"/>
                    <w:b/>
                    <w:bCs/>
                    <w:sz w:val="20"/>
                    <w:szCs w:val="20"/>
                  </w:rPr>
                  <w:t>☐</w:t>
                </w:r>
              </w:sdtContent>
            </w:sdt>
            <w:r w:rsidR="00AA7A92" w:rsidRPr="00D07D2A">
              <w:rPr>
                <w:rFonts w:ascii="Daytona" w:hAnsi="Daytona"/>
                <w:noProof/>
              </w:rPr>
              <w:t xml:space="preserve"> </w:t>
            </w:r>
            <w:r w:rsidR="000927D0" w:rsidRPr="00D07D2A">
              <w:rPr>
                <w:rFonts w:ascii="Daytona" w:hAnsi="Daytona"/>
                <w:noProof/>
              </w:rPr>
              <w:tab/>
            </w:r>
            <w:r w:rsidR="000927D0" w:rsidRPr="00D07D2A">
              <w:rPr>
                <w:noProof/>
              </w:rPr>
              <w:t>Housing for existing staff</w:t>
            </w:r>
            <w:r w:rsidR="000927D0" w:rsidRPr="00D07D2A">
              <w:rPr>
                <w:noProof/>
              </w:rPr>
              <w:tab/>
            </w:r>
          </w:p>
        </w:tc>
      </w:tr>
      <w:tr w:rsidR="000927D0" w14:paraId="3161C81D" w14:textId="77777777" w:rsidTr="009E5854">
        <w:tc>
          <w:tcPr>
            <w:tcW w:w="5371" w:type="dxa"/>
            <w:gridSpan w:val="2"/>
            <w:tcBorders>
              <w:top w:val="nil"/>
              <w:bottom w:val="nil"/>
            </w:tcBorders>
            <w:shd w:val="clear" w:color="auto" w:fill="F2F2F2" w:themeFill="background1" w:themeFillShade="F2"/>
            <w:vAlign w:val="center"/>
          </w:tcPr>
          <w:p w14:paraId="55E455DB" w14:textId="77777777" w:rsidR="000927D0" w:rsidRPr="00D07D2A" w:rsidRDefault="001C74C5" w:rsidP="000927D0">
            <w:pPr>
              <w:rPr>
                <w:rFonts w:ascii="Daytona" w:hAnsi="Daytona"/>
                <w:noProof/>
              </w:rPr>
            </w:pPr>
            <w:sdt>
              <w:sdtPr>
                <w:rPr>
                  <w:rFonts w:cstheme="minorHAnsi"/>
                  <w:b/>
                  <w:bCs/>
                  <w:sz w:val="20"/>
                  <w:szCs w:val="20"/>
                </w:rPr>
                <w:id w:val="1602767844"/>
                <w14:checkbox>
                  <w14:checked w14:val="0"/>
                  <w14:checkedState w14:val="2612" w14:font="MS Gothic"/>
                  <w14:uncheckedState w14:val="2610" w14:font="MS Gothic"/>
                </w14:checkbox>
              </w:sdtPr>
              <w:sdtEndPr/>
              <w:sdtContent>
                <w:r w:rsidR="00687A39">
                  <w:rPr>
                    <w:rFonts w:ascii="MS Gothic" w:eastAsia="MS Gothic" w:hAnsi="MS Gothic" w:cstheme="minorHAnsi" w:hint="eastAsia"/>
                    <w:b/>
                    <w:bCs/>
                    <w:sz w:val="20"/>
                    <w:szCs w:val="20"/>
                  </w:rPr>
                  <w:t>☐</w:t>
                </w:r>
              </w:sdtContent>
            </w:sdt>
            <w:r w:rsidR="00AA7A92" w:rsidRPr="00D07D2A">
              <w:rPr>
                <w:noProof/>
              </w:rPr>
              <w:t xml:space="preserve"> </w:t>
            </w:r>
            <w:r w:rsidR="000927D0" w:rsidRPr="00D07D2A">
              <w:rPr>
                <w:noProof/>
              </w:rPr>
              <w:tab/>
              <w:t xml:space="preserve">Growing existing business </w:t>
            </w:r>
            <w:r w:rsidR="000927D0" w:rsidRPr="00D07D2A">
              <w:rPr>
                <w:noProof/>
              </w:rPr>
              <w:tab/>
            </w:r>
          </w:p>
        </w:tc>
        <w:tc>
          <w:tcPr>
            <w:tcW w:w="5372" w:type="dxa"/>
            <w:gridSpan w:val="3"/>
            <w:tcBorders>
              <w:top w:val="nil"/>
              <w:bottom w:val="nil"/>
            </w:tcBorders>
            <w:shd w:val="clear" w:color="auto" w:fill="F2F2F2" w:themeFill="background1" w:themeFillShade="F2"/>
            <w:vAlign w:val="center"/>
          </w:tcPr>
          <w:p w14:paraId="33BE94DE" w14:textId="77777777" w:rsidR="000927D0" w:rsidRPr="00D07D2A" w:rsidRDefault="001C74C5" w:rsidP="000927D0">
            <w:pPr>
              <w:rPr>
                <w:rFonts w:ascii="Daytona" w:hAnsi="Daytona"/>
                <w:noProof/>
              </w:rPr>
            </w:pPr>
            <w:sdt>
              <w:sdtPr>
                <w:rPr>
                  <w:rFonts w:cstheme="minorHAnsi"/>
                  <w:b/>
                  <w:bCs/>
                  <w:sz w:val="20"/>
                  <w:szCs w:val="20"/>
                </w:rPr>
                <w:id w:val="-877010550"/>
                <w14:checkbox>
                  <w14:checked w14:val="0"/>
                  <w14:checkedState w14:val="2612" w14:font="MS Gothic"/>
                  <w14:uncheckedState w14:val="2610" w14:font="MS Gothic"/>
                </w14:checkbox>
              </w:sdtPr>
              <w:sdtEndPr/>
              <w:sdtContent>
                <w:r w:rsidR="00687A39">
                  <w:rPr>
                    <w:rFonts w:ascii="MS Gothic" w:eastAsia="MS Gothic" w:hAnsi="MS Gothic" w:cstheme="minorHAnsi" w:hint="eastAsia"/>
                    <w:b/>
                    <w:bCs/>
                    <w:sz w:val="20"/>
                    <w:szCs w:val="20"/>
                  </w:rPr>
                  <w:t>☐</w:t>
                </w:r>
              </w:sdtContent>
            </w:sdt>
            <w:r w:rsidR="00AA7A92" w:rsidRPr="00D07D2A">
              <w:rPr>
                <w:noProof/>
              </w:rPr>
              <w:t xml:space="preserve"> </w:t>
            </w:r>
            <w:r w:rsidR="000927D0" w:rsidRPr="00D07D2A">
              <w:rPr>
                <w:noProof/>
              </w:rPr>
              <w:tab/>
              <w:t>Housing for planned staff increases</w:t>
            </w:r>
          </w:p>
        </w:tc>
      </w:tr>
      <w:tr w:rsidR="000927D0" w14:paraId="462108AB" w14:textId="77777777" w:rsidTr="009E5854">
        <w:tc>
          <w:tcPr>
            <w:tcW w:w="5371" w:type="dxa"/>
            <w:gridSpan w:val="2"/>
            <w:tcBorders>
              <w:top w:val="nil"/>
              <w:bottom w:val="nil"/>
            </w:tcBorders>
            <w:shd w:val="clear" w:color="auto" w:fill="F2F2F2" w:themeFill="background1" w:themeFillShade="F2"/>
            <w:vAlign w:val="center"/>
          </w:tcPr>
          <w:p w14:paraId="0F46D49C" w14:textId="77777777" w:rsidR="000927D0" w:rsidRPr="00D07D2A" w:rsidRDefault="001C74C5" w:rsidP="000927D0">
            <w:pPr>
              <w:rPr>
                <w:rFonts w:ascii="Daytona" w:hAnsi="Daytona"/>
                <w:noProof/>
              </w:rPr>
            </w:pPr>
            <w:sdt>
              <w:sdtPr>
                <w:rPr>
                  <w:rFonts w:cstheme="minorHAnsi"/>
                  <w:b/>
                  <w:bCs/>
                  <w:sz w:val="20"/>
                  <w:szCs w:val="20"/>
                </w:rPr>
                <w:id w:val="-111371623"/>
                <w14:checkbox>
                  <w14:checked w14:val="0"/>
                  <w14:checkedState w14:val="2612" w14:font="MS Gothic"/>
                  <w14:uncheckedState w14:val="2610" w14:font="MS Gothic"/>
                </w14:checkbox>
              </w:sdtPr>
              <w:sdtEndPr/>
              <w:sdtContent>
                <w:r w:rsidR="00687A39">
                  <w:rPr>
                    <w:rFonts w:ascii="MS Gothic" w:eastAsia="MS Gothic" w:hAnsi="MS Gothic" w:cstheme="minorHAnsi" w:hint="eastAsia"/>
                    <w:b/>
                    <w:bCs/>
                    <w:sz w:val="20"/>
                    <w:szCs w:val="20"/>
                  </w:rPr>
                  <w:t>☐</w:t>
                </w:r>
              </w:sdtContent>
            </w:sdt>
            <w:r w:rsidR="00AA7A92" w:rsidRPr="00D07D2A">
              <w:rPr>
                <w:rFonts w:ascii="Daytona" w:hAnsi="Daytona"/>
                <w:noProof/>
              </w:rPr>
              <w:t xml:space="preserve"> </w:t>
            </w:r>
            <w:r w:rsidR="000927D0" w:rsidRPr="00D07D2A">
              <w:rPr>
                <w:rFonts w:ascii="Daytona" w:hAnsi="Daytona"/>
                <w:noProof/>
              </w:rPr>
              <w:tab/>
            </w:r>
            <w:r w:rsidR="000927D0" w:rsidRPr="00D07D2A">
              <w:rPr>
                <w:noProof/>
              </w:rPr>
              <w:t>Starting a new business</w:t>
            </w:r>
          </w:p>
        </w:tc>
        <w:tc>
          <w:tcPr>
            <w:tcW w:w="5372" w:type="dxa"/>
            <w:gridSpan w:val="3"/>
            <w:tcBorders>
              <w:top w:val="nil"/>
              <w:bottom w:val="nil"/>
            </w:tcBorders>
            <w:shd w:val="clear" w:color="auto" w:fill="F2F2F2" w:themeFill="background1" w:themeFillShade="F2"/>
            <w:vAlign w:val="center"/>
          </w:tcPr>
          <w:p w14:paraId="2B571082" w14:textId="77777777" w:rsidR="000927D0" w:rsidRPr="00D07D2A" w:rsidRDefault="001C74C5" w:rsidP="000927D0">
            <w:pPr>
              <w:rPr>
                <w:rFonts w:ascii="Daytona" w:hAnsi="Daytona"/>
                <w:noProof/>
              </w:rPr>
            </w:pPr>
            <w:sdt>
              <w:sdtPr>
                <w:rPr>
                  <w:rFonts w:cstheme="minorHAnsi"/>
                  <w:b/>
                  <w:bCs/>
                  <w:sz w:val="20"/>
                  <w:szCs w:val="20"/>
                </w:rPr>
                <w:id w:val="1264034867"/>
                <w14:checkbox>
                  <w14:checked w14:val="0"/>
                  <w14:checkedState w14:val="2612" w14:font="MS Gothic"/>
                  <w14:uncheckedState w14:val="2610" w14:font="MS Gothic"/>
                </w14:checkbox>
              </w:sdtPr>
              <w:sdtEndPr/>
              <w:sdtContent>
                <w:r w:rsidR="00AA7A92" w:rsidRPr="00AA7A92">
                  <w:rPr>
                    <w:rFonts w:ascii="MS Gothic" w:eastAsia="MS Gothic" w:hAnsi="MS Gothic" w:cstheme="minorHAnsi" w:hint="eastAsia"/>
                    <w:b/>
                    <w:bCs/>
                    <w:sz w:val="20"/>
                    <w:szCs w:val="20"/>
                  </w:rPr>
                  <w:t>☐</w:t>
                </w:r>
              </w:sdtContent>
            </w:sdt>
            <w:r w:rsidR="00AA7A92" w:rsidRPr="00D07D2A">
              <w:rPr>
                <w:noProof/>
              </w:rPr>
              <w:t xml:space="preserve"> </w:t>
            </w:r>
            <w:r w:rsidR="000927D0" w:rsidRPr="00D07D2A">
              <w:rPr>
                <w:noProof/>
              </w:rPr>
              <w:tab/>
              <w:t>Housing for employees requiring private tenancy</w:t>
            </w:r>
          </w:p>
        </w:tc>
      </w:tr>
      <w:tr w:rsidR="000927D0" w14:paraId="10D0803D" w14:textId="77777777" w:rsidTr="009E5854">
        <w:tc>
          <w:tcPr>
            <w:tcW w:w="5371" w:type="dxa"/>
            <w:gridSpan w:val="2"/>
            <w:tcBorders>
              <w:top w:val="nil"/>
            </w:tcBorders>
            <w:shd w:val="clear" w:color="auto" w:fill="F2F2F2" w:themeFill="background1" w:themeFillShade="F2"/>
            <w:vAlign w:val="center"/>
          </w:tcPr>
          <w:p w14:paraId="7C565FDC" w14:textId="77777777" w:rsidR="000927D0" w:rsidRPr="00D07D2A" w:rsidRDefault="001C74C5" w:rsidP="000927D0">
            <w:pPr>
              <w:rPr>
                <w:rFonts w:ascii="Daytona" w:hAnsi="Daytona"/>
                <w:noProof/>
              </w:rPr>
            </w:pPr>
            <w:sdt>
              <w:sdtPr>
                <w:rPr>
                  <w:rFonts w:cstheme="minorHAnsi"/>
                  <w:b/>
                  <w:bCs/>
                  <w:sz w:val="20"/>
                  <w:szCs w:val="20"/>
                </w:rPr>
                <w:id w:val="-39053393"/>
                <w14:checkbox>
                  <w14:checked w14:val="0"/>
                  <w14:checkedState w14:val="2612" w14:font="MS Gothic"/>
                  <w14:uncheckedState w14:val="2610" w14:font="MS Gothic"/>
                </w14:checkbox>
              </w:sdtPr>
              <w:sdtEndPr/>
              <w:sdtContent>
                <w:r w:rsidR="00AA7A92" w:rsidRPr="00AA7A92">
                  <w:rPr>
                    <w:rFonts w:ascii="MS Gothic" w:eastAsia="MS Gothic" w:hAnsi="MS Gothic" w:cstheme="minorHAnsi" w:hint="eastAsia"/>
                    <w:b/>
                    <w:bCs/>
                    <w:sz w:val="20"/>
                    <w:szCs w:val="20"/>
                  </w:rPr>
                  <w:t>☐</w:t>
                </w:r>
              </w:sdtContent>
            </w:sdt>
            <w:r w:rsidR="00AA7A92" w:rsidRPr="00D07D2A">
              <w:t xml:space="preserve"> </w:t>
            </w:r>
            <w:r w:rsidR="000927D0" w:rsidRPr="00D07D2A">
              <w:tab/>
              <w:t>Relocating business to the region</w:t>
            </w:r>
            <w:r w:rsidR="000927D0" w:rsidRPr="00D07D2A">
              <w:rPr>
                <w:rFonts w:ascii="Daytona" w:hAnsi="Daytona"/>
                <w:noProof/>
              </w:rPr>
              <w:tab/>
            </w:r>
          </w:p>
        </w:tc>
        <w:tc>
          <w:tcPr>
            <w:tcW w:w="5372" w:type="dxa"/>
            <w:gridSpan w:val="3"/>
            <w:tcBorders>
              <w:top w:val="nil"/>
            </w:tcBorders>
            <w:shd w:val="clear" w:color="auto" w:fill="F2F2F2" w:themeFill="background1" w:themeFillShade="F2"/>
            <w:vAlign w:val="center"/>
          </w:tcPr>
          <w:p w14:paraId="18A86FAA" w14:textId="77777777" w:rsidR="000927D0" w:rsidRPr="00D07D2A" w:rsidRDefault="001C74C5" w:rsidP="000927D0">
            <w:pPr>
              <w:rPr>
                <w:rFonts w:ascii="Daytona" w:hAnsi="Daytona"/>
                <w:noProof/>
              </w:rPr>
            </w:pPr>
            <w:sdt>
              <w:sdtPr>
                <w:rPr>
                  <w:rFonts w:cstheme="minorHAnsi"/>
                  <w:b/>
                  <w:bCs/>
                  <w:sz w:val="20"/>
                  <w:szCs w:val="20"/>
                </w:rPr>
                <w:id w:val="2000383454"/>
                <w14:checkbox>
                  <w14:checked w14:val="0"/>
                  <w14:checkedState w14:val="2612" w14:font="MS Gothic"/>
                  <w14:uncheckedState w14:val="2610" w14:font="MS Gothic"/>
                </w14:checkbox>
              </w:sdtPr>
              <w:sdtEndPr/>
              <w:sdtContent>
                <w:r w:rsidR="00AA7A92" w:rsidRPr="00AA7A92">
                  <w:rPr>
                    <w:rFonts w:ascii="MS Gothic" w:eastAsia="MS Gothic" w:hAnsi="MS Gothic" w:cstheme="minorHAnsi" w:hint="eastAsia"/>
                    <w:b/>
                    <w:bCs/>
                    <w:sz w:val="20"/>
                    <w:szCs w:val="20"/>
                  </w:rPr>
                  <w:t>☐</w:t>
                </w:r>
              </w:sdtContent>
            </w:sdt>
            <w:r w:rsidR="00AA7A92" w:rsidRPr="00D07D2A">
              <w:t xml:space="preserve"> </w:t>
            </w:r>
            <w:r w:rsidR="000927D0" w:rsidRPr="00D07D2A">
              <w:tab/>
              <w:t>O</w:t>
            </w:r>
            <w:r w:rsidR="000927D0" w:rsidRPr="00D07D2A">
              <w:rPr>
                <w:noProof/>
              </w:rPr>
              <w:t>ther:</w:t>
            </w:r>
            <w:r w:rsidR="000927D0" w:rsidRPr="00D07D2A">
              <w:rPr>
                <w:rFonts w:ascii="Daytona" w:hAnsi="Daytona"/>
                <w:noProof/>
              </w:rPr>
              <w:t xml:space="preserve"> </w:t>
            </w:r>
            <w:r w:rsidR="000927D0" w:rsidRPr="00D07D2A">
              <w:t xml:space="preserve"> </w:t>
            </w:r>
            <w:r w:rsidR="007D1715" w:rsidRPr="00D07D2A">
              <w:t xml:space="preserve"> </w:t>
            </w:r>
            <w:r w:rsidR="007D1715" w:rsidRPr="00D07D2A">
              <w:rPr>
                <w:rStyle w:val="FormTextChar"/>
                <w:sz w:val="22"/>
                <w:szCs w:val="22"/>
              </w:rPr>
              <w:t xml:space="preserve"> </w:t>
            </w:r>
            <w:r w:rsidR="00CB5353">
              <w:rPr>
                <w:rStyle w:val="BalloonTextChar"/>
              </w:rPr>
              <w:t xml:space="preserve"> </w:t>
            </w:r>
            <w:sdt>
              <w:sdtPr>
                <w:rPr>
                  <w:rStyle w:val="Emphasis"/>
                </w:rPr>
                <w:alias w:val="Type here"/>
                <w:tag w:val="Type here"/>
                <w:id w:val="929233914"/>
                <w:placeholder>
                  <w:docPart w:val="9A33900EA8544BFAAAA325900DC8D3E1"/>
                </w:placeholder>
                <w:showingPlcHdr/>
                <w:text w:multiLine="1"/>
              </w:sdtPr>
              <w:sdtEndPr>
                <w:rPr>
                  <w:rStyle w:val="PlaceholderText"/>
                  <w:b w:val="0"/>
                  <w:i w:val="0"/>
                  <w:iCs w:val="0"/>
                  <w:color w:val="7F7F7F" w:themeColor="text1" w:themeTint="80"/>
                  <w:sz w:val="22"/>
                  <w:szCs w:val="20"/>
                </w:rPr>
              </w:sdtEndPr>
              <w:sdtContent>
                <w:r w:rsidR="00CB5353" w:rsidRPr="00556037">
                  <w:rPr>
                    <w:iCs/>
                    <w:color w:val="000000" w:themeColor="text1"/>
                    <w:sz w:val="20"/>
                  </w:rPr>
                  <w:t>Type here</w:t>
                </w:r>
              </w:sdtContent>
            </w:sdt>
          </w:p>
        </w:tc>
      </w:tr>
      <w:tr w:rsidR="00BF771C" w:rsidRPr="00DB562A" w14:paraId="50F987FC" w14:textId="77777777" w:rsidTr="005D6E55">
        <w:tc>
          <w:tcPr>
            <w:tcW w:w="10743" w:type="dxa"/>
            <w:gridSpan w:val="5"/>
            <w:shd w:val="clear" w:color="auto" w:fill="E0D0B4"/>
            <w:vAlign w:val="center"/>
          </w:tcPr>
          <w:p w14:paraId="29D44F78" w14:textId="77777777" w:rsidR="00BF771C" w:rsidRPr="00BF771C" w:rsidRDefault="00BF771C" w:rsidP="005D6E55">
            <w:pPr>
              <w:pStyle w:val="Heading3"/>
              <w:framePr w:hSpace="0" w:wrap="auto" w:vAnchor="margin" w:hAnchor="text" w:xAlign="left" w:yAlign="inline"/>
              <w:outlineLvl w:val="2"/>
            </w:pPr>
            <w:r w:rsidRPr="00BF771C">
              <w:t>END OF SECTION 1</w:t>
            </w:r>
          </w:p>
        </w:tc>
      </w:tr>
    </w:tbl>
    <w:p w14:paraId="0FE29CC6" w14:textId="77777777" w:rsidR="00C05338" w:rsidRDefault="00C05338" w:rsidP="00C05338">
      <w:pPr>
        <w:sectPr w:rsidR="00C05338" w:rsidSect="008E6398">
          <w:headerReference w:type="default" r:id="rId16"/>
          <w:headerReference w:type="first" r:id="rId17"/>
          <w:pgSz w:w="11906" w:h="16838"/>
          <w:pgMar w:top="1985" w:right="849" w:bottom="993" w:left="851" w:header="680" w:footer="340" w:gutter="0"/>
          <w:cols w:space="708"/>
          <w:titlePg/>
          <w:docGrid w:linePitch="360"/>
        </w:sectPr>
      </w:pPr>
    </w:p>
    <w:tbl>
      <w:tblPr>
        <w:tblStyle w:val="TableGrid"/>
        <w:tblW w:w="6809" w:type="dxa"/>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556"/>
      </w:tblGrid>
      <w:tr w:rsidR="00A17BF9" w14:paraId="278C4E1B" w14:textId="77777777" w:rsidTr="00A17BF9">
        <w:tc>
          <w:tcPr>
            <w:tcW w:w="4253" w:type="dxa"/>
            <w:shd w:val="clear" w:color="auto" w:fill="EFE8D9"/>
            <w:vAlign w:val="center"/>
          </w:tcPr>
          <w:p w14:paraId="03A523B0" w14:textId="77777777" w:rsidR="00A17BF9" w:rsidRPr="004D7C01" w:rsidRDefault="00A17BF9" w:rsidP="00A17BF9">
            <w:pPr>
              <w:jc w:val="right"/>
              <w:rPr>
                <w:b/>
                <w:bCs/>
                <w:szCs w:val="20"/>
              </w:rPr>
            </w:pPr>
            <w:r w:rsidRPr="004D7C01">
              <w:rPr>
                <w:b/>
                <w:bCs/>
                <w:szCs w:val="20"/>
              </w:rPr>
              <w:lastRenderedPageBreak/>
              <w:t>Date of Application:</w:t>
            </w:r>
          </w:p>
        </w:tc>
        <w:tc>
          <w:tcPr>
            <w:tcW w:w="2556" w:type="dxa"/>
            <w:shd w:val="clear" w:color="auto" w:fill="F2F2F2" w:themeFill="background1" w:themeFillShade="F2"/>
            <w:vAlign w:val="center"/>
          </w:tcPr>
          <w:p w14:paraId="7156BC8C" w14:textId="77777777" w:rsidR="00A17BF9" w:rsidRPr="004D7C01" w:rsidRDefault="00A17BF9" w:rsidP="00A17BF9">
            <w:pPr>
              <w:pStyle w:val="NoSpacing"/>
              <w:jc w:val="center"/>
            </w:pPr>
            <w:r>
              <w:fldChar w:fldCharType="begin"/>
            </w:r>
            <w:r>
              <w:instrText xml:space="preserve"> DATE \@ "d MMMM yyyy" </w:instrText>
            </w:r>
            <w:r>
              <w:fldChar w:fldCharType="separate"/>
            </w:r>
            <w:r w:rsidR="001C74C5">
              <w:rPr>
                <w:noProof/>
              </w:rPr>
              <w:t>2 June 2020</w:t>
            </w:r>
            <w:r>
              <w:fldChar w:fldCharType="end"/>
            </w:r>
          </w:p>
        </w:tc>
      </w:tr>
    </w:tbl>
    <w:p w14:paraId="4C9D3667" w14:textId="77777777" w:rsidR="00C05338" w:rsidRDefault="00C05338" w:rsidP="00C05338">
      <w:pPr>
        <w:rPr>
          <w:sz w:val="2"/>
          <w:szCs w:val="2"/>
        </w:rPr>
      </w:pPr>
    </w:p>
    <w:p w14:paraId="463CEA07" w14:textId="77777777" w:rsidR="0016058C" w:rsidRPr="00A17BF9" w:rsidRDefault="0016058C" w:rsidP="00C05338">
      <w:pPr>
        <w:rPr>
          <w:sz w:val="2"/>
          <w:szCs w:val="2"/>
        </w:rPr>
      </w:pPr>
    </w:p>
    <w:tbl>
      <w:tblPr>
        <w:tblStyle w:val="TableGrid"/>
        <w:tblpPr w:leftFromText="181" w:rightFromText="181" w:vertAnchor="text" w:horzAnchor="margin" w:tblpX="-317" w:tblpY="1"/>
        <w:tblOverlap w:val="never"/>
        <w:tblW w:w="1074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2947"/>
        <w:gridCol w:w="2268"/>
        <w:gridCol w:w="2977"/>
        <w:gridCol w:w="2551"/>
      </w:tblGrid>
      <w:tr w:rsidR="003E023E" w14:paraId="36CD27A6" w14:textId="77777777" w:rsidTr="00365798">
        <w:tc>
          <w:tcPr>
            <w:tcW w:w="10743" w:type="dxa"/>
            <w:gridSpan w:val="4"/>
            <w:shd w:val="clear" w:color="auto" w:fill="E0D0B4"/>
            <w:vAlign w:val="center"/>
          </w:tcPr>
          <w:p w14:paraId="29EAFBDD" w14:textId="77777777" w:rsidR="003E023E" w:rsidRPr="003E023E" w:rsidRDefault="003768AA" w:rsidP="00365798">
            <w:pPr>
              <w:pStyle w:val="Heading1"/>
              <w:framePr w:hSpace="0" w:wrap="auto" w:vAnchor="margin" w:hAnchor="text" w:xAlign="left" w:yAlign="inline"/>
              <w:suppressOverlap w:val="0"/>
              <w:outlineLvl w:val="0"/>
            </w:pPr>
            <w:r>
              <w:t xml:space="preserve">GENERAL </w:t>
            </w:r>
            <w:r w:rsidR="005E678F">
              <w:t>BUSINESS OPERATION</w:t>
            </w:r>
            <w:r>
              <w:t>S</w:t>
            </w:r>
            <w:r w:rsidR="005E678F">
              <w:t xml:space="preserve"> AND SERVICES INFORMATION</w:t>
            </w:r>
          </w:p>
        </w:tc>
      </w:tr>
      <w:tr w:rsidR="005E678F" w14:paraId="2797CA3C" w14:textId="77777777" w:rsidTr="00365798">
        <w:tc>
          <w:tcPr>
            <w:tcW w:w="10743" w:type="dxa"/>
            <w:gridSpan w:val="4"/>
            <w:shd w:val="clear" w:color="auto" w:fill="EFE8D9"/>
            <w:vAlign w:val="center"/>
          </w:tcPr>
          <w:p w14:paraId="7776E763" w14:textId="77777777" w:rsidR="005E678F" w:rsidRDefault="00A17BF9" w:rsidP="00365798">
            <w:pPr>
              <w:rPr>
                <w:szCs w:val="20"/>
                <w:lang w:val="en-US"/>
              </w:rPr>
            </w:pPr>
            <w:r>
              <w:rPr>
                <w:noProof/>
              </w:rPr>
              <w:t>2.01</w:t>
            </w:r>
            <w:r w:rsidR="005E678F" w:rsidRPr="005E678F">
              <w:rPr>
                <w:noProof/>
              </w:rPr>
              <w:t xml:space="preserve">  Provide a summary of </w:t>
            </w:r>
            <w:r w:rsidR="000927D0">
              <w:rPr>
                <w:noProof/>
              </w:rPr>
              <w:t xml:space="preserve">general </w:t>
            </w:r>
            <w:r w:rsidR="005E678F" w:rsidRPr="005E678F">
              <w:rPr>
                <w:noProof/>
              </w:rPr>
              <w:t>business activities and services delivered by the</w:t>
            </w:r>
            <w:r w:rsidR="003768AA">
              <w:rPr>
                <w:noProof/>
              </w:rPr>
              <w:t xml:space="preserve"> organisation</w:t>
            </w:r>
            <w:r w:rsidR="0070543E">
              <w:rPr>
                <w:noProof/>
              </w:rPr>
              <w:t>:</w:t>
            </w:r>
          </w:p>
        </w:tc>
      </w:tr>
      <w:tr w:rsidR="00002177" w:rsidRPr="00002177" w14:paraId="749081F9" w14:textId="77777777" w:rsidTr="00365798">
        <w:tc>
          <w:tcPr>
            <w:tcW w:w="10743" w:type="dxa"/>
            <w:gridSpan w:val="4"/>
            <w:shd w:val="clear" w:color="auto" w:fill="F2F2F2" w:themeFill="background1" w:themeFillShade="F2"/>
            <w:vAlign w:val="center"/>
          </w:tcPr>
          <w:p w14:paraId="053630A6" w14:textId="77777777" w:rsidR="005E678F" w:rsidRPr="00002177" w:rsidRDefault="001C74C5" w:rsidP="005E678F">
            <w:pPr>
              <w:pStyle w:val="NoSpacing"/>
              <w:rPr>
                <w:i w:val="0"/>
                <w:iCs/>
                <w:color w:val="auto"/>
              </w:rPr>
            </w:pPr>
            <w:sdt>
              <w:sdtPr>
                <w:rPr>
                  <w:rStyle w:val="PlaceholderText"/>
                  <w:rFonts w:ascii="Calibri" w:hAnsi="Calibri"/>
                  <w:i w:val="0"/>
                  <w:iCs/>
                  <w:color w:val="auto"/>
                  <w:sz w:val="24"/>
                </w:rPr>
                <w:alias w:val="Type here"/>
                <w:tag w:val="Type here"/>
                <w:id w:val="-103042468"/>
                <w:placeholder>
                  <w:docPart w:val="C595A069811F4D0FBD9326D53B43DCF0"/>
                </w:placeholder>
                <w:showingPlcHdr/>
                <w:text w:multiLine="1"/>
              </w:sdtPr>
              <w:sdtEndPr>
                <w:rPr>
                  <w:rStyle w:val="PlaceholderText"/>
                </w:rPr>
              </w:sdtEndPr>
              <w:sdtContent>
                <w:r w:rsidR="00687A39" w:rsidRPr="000927D0">
                  <w:rPr>
                    <w:color w:val="767171" w:themeColor="background2" w:themeShade="80"/>
                    <w:szCs w:val="20"/>
                    <w:shd w:val="clear" w:color="auto" w:fill="D9D9D9" w:themeFill="background1" w:themeFillShade="D9"/>
                  </w:rPr>
                  <w:t>Type here</w:t>
                </w:r>
              </w:sdtContent>
            </w:sdt>
          </w:p>
          <w:p w14:paraId="0AF50369" w14:textId="77777777" w:rsidR="00365798" w:rsidRPr="00002177" w:rsidRDefault="00365798" w:rsidP="00365798">
            <w:pPr>
              <w:rPr>
                <w:iCs/>
                <w:lang w:val="en-US"/>
              </w:rPr>
            </w:pPr>
          </w:p>
        </w:tc>
      </w:tr>
      <w:tr w:rsidR="003768AA" w14:paraId="22BDA823" w14:textId="77777777" w:rsidTr="00D71B4B">
        <w:tc>
          <w:tcPr>
            <w:tcW w:w="5215" w:type="dxa"/>
            <w:gridSpan w:val="2"/>
            <w:shd w:val="clear" w:color="auto" w:fill="EFE8D9"/>
            <w:vAlign w:val="center"/>
          </w:tcPr>
          <w:p w14:paraId="66D71B73" w14:textId="77777777" w:rsidR="003768AA" w:rsidRPr="005E678F" w:rsidRDefault="00A17BF9" w:rsidP="00365798">
            <w:pPr>
              <w:rPr>
                <w:noProof/>
              </w:rPr>
            </w:pPr>
            <w:r>
              <w:rPr>
                <w:noProof/>
              </w:rPr>
              <w:t>2.02</w:t>
            </w:r>
            <w:r w:rsidR="003768AA" w:rsidRPr="005E678F">
              <w:rPr>
                <w:noProof/>
              </w:rPr>
              <w:t xml:space="preserve">  Is your business a Not-for-Profit or Charity</w:t>
            </w:r>
            <w:r w:rsidR="003768AA">
              <w:rPr>
                <w:noProof/>
              </w:rPr>
              <w:t>?</w:t>
            </w:r>
          </w:p>
        </w:tc>
        <w:tc>
          <w:tcPr>
            <w:tcW w:w="5528" w:type="dxa"/>
            <w:gridSpan w:val="2"/>
            <w:shd w:val="clear" w:color="auto" w:fill="F2F2F2" w:themeFill="background1" w:themeFillShade="F2"/>
            <w:vAlign w:val="center"/>
          </w:tcPr>
          <w:p w14:paraId="6544FD7E" w14:textId="77777777" w:rsidR="003768AA" w:rsidRPr="00143C30" w:rsidRDefault="001C74C5" w:rsidP="00865EFC">
            <w:pPr>
              <w:rPr>
                <w:rFonts w:cstheme="minorHAnsi"/>
                <w:i/>
                <w:iCs/>
                <w:color w:val="000000" w:themeColor="text1"/>
                <w:sz w:val="20"/>
                <w:szCs w:val="20"/>
              </w:rPr>
            </w:pPr>
            <w:sdt>
              <w:sdtPr>
                <w:rPr>
                  <w:rFonts w:cstheme="minorHAnsi"/>
                  <w:b/>
                  <w:bCs/>
                  <w:sz w:val="20"/>
                  <w:szCs w:val="20"/>
                </w:rPr>
                <w:id w:val="-2026785550"/>
                <w14:checkbox>
                  <w14:checked w14:val="0"/>
                  <w14:checkedState w14:val="2612" w14:font="MS Gothic"/>
                  <w14:uncheckedState w14:val="2610" w14:font="MS Gothic"/>
                </w14:checkbox>
              </w:sdtPr>
              <w:sdtEndPr/>
              <w:sdtContent>
                <w:r w:rsidR="00687A39">
                  <w:rPr>
                    <w:rFonts w:ascii="MS Gothic" w:eastAsia="MS Gothic" w:hAnsi="MS Gothic" w:cstheme="minorHAnsi" w:hint="eastAsia"/>
                    <w:b/>
                    <w:bCs/>
                    <w:sz w:val="20"/>
                    <w:szCs w:val="20"/>
                  </w:rPr>
                  <w:t>☐</w:t>
                </w:r>
              </w:sdtContent>
            </w:sdt>
            <w:r w:rsidR="003768AA" w:rsidRPr="00143C30">
              <w:rPr>
                <w:rFonts w:cstheme="minorHAnsi"/>
                <w:sz w:val="20"/>
                <w:szCs w:val="20"/>
              </w:rPr>
              <w:t xml:space="preserve"> Yes</w:t>
            </w:r>
            <w:r w:rsidR="00A84E78" w:rsidRPr="00143C30">
              <w:rPr>
                <w:rFonts w:cstheme="minorHAnsi"/>
                <w:sz w:val="20"/>
                <w:szCs w:val="20"/>
              </w:rPr>
              <w:t>,</w:t>
            </w:r>
            <w:r w:rsidR="00A84E78" w:rsidRPr="00143C30">
              <w:rPr>
                <w:noProof/>
                <w:sz w:val="20"/>
                <w:szCs w:val="20"/>
              </w:rPr>
              <w:t xml:space="preserve"> Details (if any):</w:t>
            </w:r>
            <w:r w:rsidR="007D1715" w:rsidRPr="00143C30">
              <w:rPr>
                <w:noProof/>
                <w:sz w:val="20"/>
                <w:szCs w:val="20"/>
              </w:rPr>
              <w:t xml:space="preserve"> </w:t>
            </w:r>
            <w:r w:rsidR="007D1715" w:rsidRPr="00143C30">
              <w:rPr>
                <w:rStyle w:val="FormTextChar"/>
                <w:szCs w:val="20"/>
              </w:rPr>
              <w:t xml:space="preserve"> </w:t>
            </w:r>
            <w:r w:rsidR="00CB5353" w:rsidRPr="00143C30">
              <w:rPr>
                <w:rStyle w:val="BalloonTextChar"/>
                <w:sz w:val="20"/>
                <w:szCs w:val="20"/>
              </w:rPr>
              <w:t xml:space="preserve"> </w:t>
            </w:r>
            <w:sdt>
              <w:sdtPr>
                <w:rPr>
                  <w:rStyle w:val="FormTextChar"/>
                  <w:szCs w:val="20"/>
                </w:rPr>
                <w:alias w:val="Type here"/>
                <w:tag w:val="Type here"/>
                <w:id w:val="-1975981488"/>
                <w:placeholder>
                  <w:docPart w:val="CC19A53518A147AA911D488F9CDE1191"/>
                </w:placeholder>
                <w:showingPlcHdr/>
                <w:text w:multiLine="1"/>
              </w:sdtPr>
              <w:sdtEndPr>
                <w:rPr>
                  <w:rStyle w:val="PlaceholderText"/>
                  <w:rFonts w:cstheme="minorBidi"/>
                  <w:i w:val="0"/>
                  <w:iCs w:val="0"/>
                  <w:color w:val="7F7F7F" w:themeColor="text1" w:themeTint="80"/>
                  <w:sz w:val="22"/>
                </w:rPr>
              </w:sdtEndPr>
              <w:sdtContent>
                <w:r w:rsidR="00CB5353" w:rsidRPr="00143C30">
                  <w:rPr>
                    <w:i/>
                    <w:iCs/>
                    <w:color w:val="767171" w:themeColor="background2" w:themeShade="80"/>
                    <w:sz w:val="20"/>
                    <w:szCs w:val="20"/>
                    <w:shd w:val="clear" w:color="auto" w:fill="D9D9D9" w:themeFill="background1" w:themeFillShade="D9"/>
                  </w:rPr>
                  <w:t>Type here</w:t>
                </w:r>
              </w:sdtContent>
            </w:sdt>
            <w:r w:rsidR="00AA7A92">
              <w:rPr>
                <w:rStyle w:val="FormTextChar"/>
                <w:szCs w:val="20"/>
              </w:rPr>
              <w:tab/>
            </w:r>
            <w:sdt>
              <w:sdtPr>
                <w:rPr>
                  <w:b/>
                  <w:bCs/>
                  <w:noProof/>
                  <w:sz w:val="20"/>
                  <w:szCs w:val="20"/>
                </w:rPr>
                <w:id w:val="374213548"/>
                <w14:checkbox>
                  <w14:checked w14:val="0"/>
                  <w14:checkedState w14:val="2612" w14:font="MS Gothic"/>
                  <w14:uncheckedState w14:val="2610" w14:font="MS Gothic"/>
                </w14:checkbox>
              </w:sdtPr>
              <w:sdtEndPr/>
              <w:sdtContent>
                <w:r w:rsidR="00AA7A92">
                  <w:rPr>
                    <w:rFonts w:ascii="MS Gothic" w:eastAsia="MS Gothic" w:hAnsi="MS Gothic" w:hint="eastAsia"/>
                    <w:b/>
                    <w:bCs/>
                    <w:noProof/>
                    <w:sz w:val="20"/>
                    <w:szCs w:val="20"/>
                  </w:rPr>
                  <w:t>☐</w:t>
                </w:r>
              </w:sdtContent>
            </w:sdt>
            <w:r w:rsidR="003768AA" w:rsidRPr="00143C30">
              <w:rPr>
                <w:noProof/>
                <w:sz w:val="20"/>
                <w:szCs w:val="20"/>
              </w:rPr>
              <w:t xml:space="preserve"> No</w:t>
            </w:r>
          </w:p>
        </w:tc>
      </w:tr>
      <w:tr w:rsidR="00A84E78" w14:paraId="50E5D432" w14:textId="77777777" w:rsidTr="00D71B4B">
        <w:tc>
          <w:tcPr>
            <w:tcW w:w="5215" w:type="dxa"/>
            <w:gridSpan w:val="2"/>
            <w:shd w:val="clear" w:color="auto" w:fill="EFE8D9"/>
            <w:vAlign w:val="center"/>
          </w:tcPr>
          <w:p w14:paraId="60E806A1" w14:textId="77777777" w:rsidR="00A84E78" w:rsidRPr="005E678F" w:rsidRDefault="00A17BF9" w:rsidP="00A84E78">
            <w:pPr>
              <w:rPr>
                <w:noProof/>
              </w:rPr>
            </w:pPr>
            <w:r>
              <w:rPr>
                <w:noProof/>
              </w:rPr>
              <w:t>2.03</w:t>
            </w:r>
            <w:r w:rsidR="00A84E78" w:rsidRPr="003768AA">
              <w:rPr>
                <w:noProof/>
              </w:rPr>
              <w:t xml:space="preserve">  Is your business Indigenous owned?</w:t>
            </w:r>
          </w:p>
        </w:tc>
        <w:tc>
          <w:tcPr>
            <w:tcW w:w="5528" w:type="dxa"/>
            <w:gridSpan w:val="2"/>
            <w:shd w:val="clear" w:color="auto" w:fill="F2F2F2" w:themeFill="background1" w:themeFillShade="F2"/>
            <w:vAlign w:val="center"/>
          </w:tcPr>
          <w:p w14:paraId="40532601" w14:textId="77777777" w:rsidR="00A84E78" w:rsidRPr="00143C30" w:rsidRDefault="001C74C5" w:rsidP="00865EFC">
            <w:pPr>
              <w:rPr>
                <w:noProof/>
                <w:sz w:val="20"/>
                <w:szCs w:val="20"/>
              </w:rPr>
            </w:pPr>
            <w:sdt>
              <w:sdtPr>
                <w:rPr>
                  <w:rFonts w:cstheme="minorHAnsi"/>
                  <w:b/>
                  <w:bCs/>
                  <w:sz w:val="20"/>
                  <w:szCs w:val="20"/>
                </w:rPr>
                <w:id w:val="-1332682086"/>
                <w14:checkbox>
                  <w14:checked w14:val="0"/>
                  <w14:checkedState w14:val="2612" w14:font="MS Gothic"/>
                  <w14:uncheckedState w14:val="2610" w14:font="MS Gothic"/>
                </w14:checkbox>
              </w:sdtPr>
              <w:sdtEndPr/>
              <w:sdtContent>
                <w:r w:rsidR="00687A39">
                  <w:rPr>
                    <w:rFonts w:ascii="MS Gothic" w:eastAsia="MS Gothic" w:hAnsi="MS Gothic" w:cstheme="minorHAnsi" w:hint="eastAsia"/>
                    <w:b/>
                    <w:bCs/>
                    <w:sz w:val="20"/>
                    <w:szCs w:val="20"/>
                  </w:rPr>
                  <w:t>☐</w:t>
                </w:r>
              </w:sdtContent>
            </w:sdt>
            <w:r w:rsidR="00AA7A92" w:rsidRPr="00143C30">
              <w:rPr>
                <w:rFonts w:cstheme="minorHAnsi"/>
                <w:sz w:val="20"/>
                <w:szCs w:val="20"/>
              </w:rPr>
              <w:t xml:space="preserve"> </w:t>
            </w:r>
            <w:r w:rsidR="00A84E78" w:rsidRPr="00143C30">
              <w:rPr>
                <w:rFonts w:cstheme="minorHAnsi"/>
                <w:sz w:val="20"/>
                <w:szCs w:val="20"/>
              </w:rPr>
              <w:t xml:space="preserve"> Yes,</w:t>
            </w:r>
            <w:r w:rsidR="00A84E78" w:rsidRPr="00143C30">
              <w:rPr>
                <w:noProof/>
                <w:sz w:val="20"/>
                <w:szCs w:val="20"/>
              </w:rPr>
              <w:t xml:space="preserve"> Details (if any): </w:t>
            </w:r>
            <w:r w:rsidR="007D1715" w:rsidRPr="00002177">
              <w:rPr>
                <w:rStyle w:val="FormTextChar"/>
                <w:i w:val="0"/>
                <w:iCs w:val="0"/>
                <w:color w:val="auto"/>
                <w:szCs w:val="20"/>
              </w:rPr>
              <w:t xml:space="preserve"> </w:t>
            </w:r>
            <w:r w:rsidR="00CB5353" w:rsidRPr="00002177">
              <w:rPr>
                <w:rStyle w:val="BalloonTextChar"/>
                <w:i/>
                <w:iCs/>
                <w:sz w:val="20"/>
                <w:szCs w:val="20"/>
              </w:rPr>
              <w:t xml:space="preserve"> </w:t>
            </w:r>
            <w:sdt>
              <w:sdtPr>
                <w:rPr>
                  <w:rStyle w:val="FormTextChar"/>
                  <w:i w:val="0"/>
                  <w:iCs w:val="0"/>
                  <w:color w:val="auto"/>
                  <w:szCs w:val="20"/>
                </w:rPr>
                <w:alias w:val="Type here"/>
                <w:tag w:val="Type here"/>
                <w:id w:val="382301856"/>
                <w:placeholder>
                  <w:docPart w:val="6DA9537903B64C5B9A522D4C31705765"/>
                </w:placeholder>
                <w:showingPlcHdr/>
                <w:text w:multiLine="1"/>
              </w:sdtPr>
              <w:sdtEndPr>
                <w:rPr>
                  <w:rStyle w:val="PlaceholderText"/>
                  <w:rFonts w:cstheme="minorBidi"/>
                  <w:i/>
                  <w:iCs/>
                  <w:sz w:val="22"/>
                </w:rPr>
              </w:sdtEndPr>
              <w:sdtContent>
                <w:r w:rsidR="00687A39" w:rsidRPr="00CB5353">
                  <w:rPr>
                    <w:i/>
                    <w:iCs/>
                    <w:color w:val="767171" w:themeColor="background2" w:themeShade="80"/>
                    <w:sz w:val="20"/>
                    <w:szCs w:val="18"/>
                    <w:shd w:val="clear" w:color="auto" w:fill="D9D9D9" w:themeFill="background1" w:themeFillShade="D9"/>
                  </w:rPr>
                  <w:t>Type here</w:t>
                </w:r>
              </w:sdtContent>
            </w:sdt>
            <w:r w:rsidR="00AA7A92">
              <w:rPr>
                <w:rStyle w:val="FormTextChar"/>
                <w:szCs w:val="20"/>
              </w:rPr>
              <w:tab/>
            </w:r>
            <w:sdt>
              <w:sdtPr>
                <w:rPr>
                  <w:b/>
                  <w:bCs/>
                  <w:noProof/>
                  <w:sz w:val="20"/>
                  <w:szCs w:val="20"/>
                </w:rPr>
                <w:id w:val="391084290"/>
                <w14:checkbox>
                  <w14:checked w14:val="0"/>
                  <w14:checkedState w14:val="2612" w14:font="MS Gothic"/>
                  <w14:uncheckedState w14:val="2610" w14:font="MS Gothic"/>
                </w14:checkbox>
              </w:sdtPr>
              <w:sdtEndPr/>
              <w:sdtContent>
                <w:r w:rsidR="00AA7A92" w:rsidRPr="00AA7A92">
                  <w:rPr>
                    <w:rFonts w:ascii="MS Gothic" w:eastAsia="MS Gothic" w:hAnsi="MS Gothic" w:hint="eastAsia"/>
                    <w:b/>
                    <w:bCs/>
                    <w:noProof/>
                    <w:sz w:val="20"/>
                    <w:szCs w:val="20"/>
                  </w:rPr>
                  <w:t>☐</w:t>
                </w:r>
              </w:sdtContent>
            </w:sdt>
            <w:r w:rsidR="00A84E78" w:rsidRPr="00143C30">
              <w:rPr>
                <w:noProof/>
                <w:sz w:val="20"/>
                <w:szCs w:val="20"/>
              </w:rPr>
              <w:t xml:space="preserve"> No</w:t>
            </w:r>
          </w:p>
        </w:tc>
      </w:tr>
      <w:tr w:rsidR="00A84E78" w14:paraId="6077F2D6" w14:textId="77777777" w:rsidTr="00D71B4B">
        <w:tc>
          <w:tcPr>
            <w:tcW w:w="5215" w:type="dxa"/>
            <w:gridSpan w:val="2"/>
            <w:shd w:val="clear" w:color="auto" w:fill="EFE8D9"/>
            <w:vAlign w:val="center"/>
          </w:tcPr>
          <w:p w14:paraId="1C0A6838" w14:textId="77777777" w:rsidR="00A84E78" w:rsidRPr="003768AA" w:rsidRDefault="00A17BF9" w:rsidP="00A84E78">
            <w:pPr>
              <w:rPr>
                <w:noProof/>
              </w:rPr>
            </w:pPr>
            <w:r>
              <w:rPr>
                <w:noProof/>
              </w:rPr>
              <w:t>2.04</w:t>
            </w:r>
            <w:r w:rsidR="00A84E78">
              <w:rPr>
                <w:noProof/>
              </w:rPr>
              <w:t xml:space="preserve"> </w:t>
            </w:r>
            <w:r w:rsidR="00B653C7">
              <w:rPr>
                <w:noProof/>
              </w:rPr>
              <w:t xml:space="preserve"> Is there any cultural or business affiliation with the traditional Aboriginal land owner group?</w:t>
            </w:r>
          </w:p>
        </w:tc>
        <w:tc>
          <w:tcPr>
            <w:tcW w:w="5528" w:type="dxa"/>
            <w:gridSpan w:val="2"/>
            <w:shd w:val="clear" w:color="auto" w:fill="F2F2F2" w:themeFill="background1" w:themeFillShade="F2"/>
            <w:vAlign w:val="center"/>
          </w:tcPr>
          <w:p w14:paraId="564CEEF4" w14:textId="77777777" w:rsidR="00A84E78" w:rsidRPr="0044134A" w:rsidRDefault="001C74C5" w:rsidP="00A84E78">
            <w:pPr>
              <w:pStyle w:val="NoSpacing"/>
            </w:pPr>
            <w:sdt>
              <w:sdtPr>
                <w:rPr>
                  <w:rStyle w:val="FormTextChar"/>
                </w:rPr>
                <w:alias w:val="Type here"/>
                <w:tag w:val="Type here"/>
                <w:id w:val="604235696"/>
                <w:placeholder>
                  <w:docPart w:val="9D8ADD8A9CEA45988427CFC54ADB6D38"/>
                </w:placeholder>
                <w:showingPlcHdr/>
                <w:text w:multiLine="1"/>
              </w:sdtPr>
              <w:sdtEndPr>
                <w:rPr>
                  <w:rStyle w:val="PlaceholderText"/>
                  <w:rFonts w:cstheme="minorBidi"/>
                  <w:i/>
                  <w:iCs w:val="0"/>
                  <w:color w:val="7F7F7F" w:themeColor="text1" w:themeTint="80"/>
                  <w:szCs w:val="20"/>
                </w:rPr>
              </w:sdtEndPr>
              <w:sdtContent>
                <w:r w:rsidR="00687A39" w:rsidRPr="000927D0">
                  <w:rPr>
                    <w:color w:val="767171" w:themeColor="background2" w:themeShade="80"/>
                    <w:szCs w:val="20"/>
                    <w:shd w:val="clear" w:color="auto" w:fill="D9D9D9" w:themeFill="background1" w:themeFillShade="D9"/>
                  </w:rPr>
                  <w:t>Type here</w:t>
                </w:r>
              </w:sdtContent>
            </w:sdt>
          </w:p>
        </w:tc>
      </w:tr>
      <w:tr w:rsidR="00A84E78" w14:paraId="00D6F3AA" w14:textId="77777777" w:rsidTr="003768AA">
        <w:tc>
          <w:tcPr>
            <w:tcW w:w="10743" w:type="dxa"/>
            <w:gridSpan w:val="4"/>
            <w:shd w:val="clear" w:color="auto" w:fill="E0D0B4"/>
            <w:vAlign w:val="center"/>
          </w:tcPr>
          <w:p w14:paraId="74ABE0AB" w14:textId="77777777" w:rsidR="00A84E78" w:rsidRDefault="00A84E78" w:rsidP="00A84E78">
            <w:pPr>
              <w:pStyle w:val="Heading1"/>
              <w:framePr w:hSpace="0" w:wrap="auto" w:vAnchor="margin" w:hAnchor="text" w:xAlign="left" w:yAlign="inline"/>
              <w:suppressOverlap w:val="0"/>
              <w:outlineLvl w:val="0"/>
              <w:rPr>
                <w:szCs w:val="20"/>
                <w:lang w:val="en-US"/>
              </w:rPr>
            </w:pPr>
            <w:r w:rsidRPr="003768AA">
              <w:rPr>
                <w:rStyle w:val="Style1"/>
                <w:rFonts w:asciiTheme="minorHAnsi" w:hAnsiTheme="minorHAnsi"/>
                <w:i w:val="0"/>
                <w:sz w:val="24"/>
              </w:rPr>
              <w:t>JABIRU BASED BUSINESS OPERATIONS AND SERVICES INFORMATION</w:t>
            </w:r>
          </w:p>
        </w:tc>
      </w:tr>
      <w:tr w:rsidR="0016058C" w14:paraId="2A360233" w14:textId="77777777" w:rsidTr="0016058C">
        <w:tc>
          <w:tcPr>
            <w:tcW w:w="5215" w:type="dxa"/>
            <w:gridSpan w:val="2"/>
            <w:shd w:val="clear" w:color="auto" w:fill="EFE8D9"/>
            <w:vAlign w:val="center"/>
          </w:tcPr>
          <w:p w14:paraId="514E77D4" w14:textId="77777777" w:rsidR="0016058C" w:rsidRDefault="0016058C" w:rsidP="00A84E78">
            <w:pPr>
              <w:rPr>
                <w:noProof/>
              </w:rPr>
            </w:pPr>
            <w:proofErr w:type="gramStart"/>
            <w:r>
              <w:rPr>
                <w:szCs w:val="20"/>
              </w:rPr>
              <w:t xml:space="preserve">2.05 </w:t>
            </w:r>
            <w:r w:rsidR="00BF299F">
              <w:rPr>
                <w:szCs w:val="20"/>
              </w:rPr>
              <w:t xml:space="preserve"> </w:t>
            </w:r>
            <w:r>
              <w:rPr>
                <w:szCs w:val="20"/>
              </w:rPr>
              <w:t>Select</w:t>
            </w:r>
            <w:proofErr w:type="gramEnd"/>
            <w:r>
              <w:rPr>
                <w:szCs w:val="20"/>
              </w:rPr>
              <w:t xml:space="preserve"> your Primary Service Category</w:t>
            </w:r>
            <w:r w:rsidR="00B653C7">
              <w:rPr>
                <w:szCs w:val="20"/>
              </w:rPr>
              <w:t xml:space="preserve"> in Jabiru:</w:t>
            </w:r>
          </w:p>
        </w:tc>
        <w:tc>
          <w:tcPr>
            <w:tcW w:w="5528" w:type="dxa"/>
            <w:gridSpan w:val="2"/>
            <w:shd w:val="clear" w:color="auto" w:fill="EFE8D9"/>
            <w:vAlign w:val="center"/>
          </w:tcPr>
          <w:p w14:paraId="4A57ED43" w14:textId="77777777" w:rsidR="0016058C" w:rsidRPr="0016058C" w:rsidRDefault="000927D0" w:rsidP="00865EFC">
            <w:pPr>
              <w:rPr>
                <w:noProof/>
              </w:rPr>
            </w:pPr>
            <w:r>
              <w:rPr>
                <w:noProof/>
              </w:rPr>
              <w:t>2.06</w:t>
            </w:r>
            <w:r w:rsidRPr="003768AA">
              <w:rPr>
                <w:noProof/>
              </w:rPr>
              <w:t xml:space="preserve">  Duration of operations in Jabiru?</w:t>
            </w:r>
          </w:p>
        </w:tc>
      </w:tr>
      <w:tr w:rsidR="0016058C" w14:paraId="181DE10E" w14:textId="77777777" w:rsidTr="0016058C">
        <w:tc>
          <w:tcPr>
            <w:tcW w:w="5215" w:type="dxa"/>
            <w:gridSpan w:val="2"/>
            <w:shd w:val="clear" w:color="auto" w:fill="F2F2F2" w:themeFill="background1" w:themeFillShade="F2"/>
            <w:vAlign w:val="center"/>
          </w:tcPr>
          <w:p w14:paraId="74FF36B7" w14:textId="77777777" w:rsidR="001C6403" w:rsidRDefault="001C74C5" w:rsidP="00A84E78">
            <w:pPr>
              <w:rPr>
                <w:rStyle w:val="PlaceholderText"/>
                <w:iCs/>
                <w:color w:val="auto"/>
                <w:sz w:val="20"/>
              </w:rPr>
            </w:pPr>
            <w:sdt>
              <w:sdtPr>
                <w:rPr>
                  <w:rStyle w:val="Emphasis"/>
                </w:rPr>
                <w:alias w:val="Choose Primary Service Category"/>
                <w:tag w:val="Choose Primary Service Category"/>
                <w:id w:val="-1538427887"/>
                <w:placeholder>
                  <w:docPart w:val="DCBFA67550F64699B95C06B06A6739D3"/>
                </w:placeholder>
                <w:dropDownList>
                  <w:listItem w:displayText="Select" w:value="Select"/>
                  <w:listItem w:displayText="ERA Rehabilitation Works" w:value="ERA Rehabilitation Works"/>
                  <w:listItem w:displayText="Management of Kakadu National Park" w:value="Management of Kakadu National Park"/>
                  <w:listItem w:displayText="Government Services" w:value="Government Services"/>
                  <w:listItem w:displayText="Tourism - Accommodation" w:value="Tourism - Accommodation"/>
                  <w:listItem w:displayText="Tourism - Tours &amp; Products" w:value="Tourism - Tours &amp; Products"/>
                  <w:listItem w:displayText="Health services" w:value="Health services"/>
                  <w:listItem w:displayText="Community Services" w:value="Community Services"/>
                  <w:listItem w:displayText="Utilities Provider" w:value="Utilities Provider"/>
                  <w:listItem w:displayText="Employment and Training" w:value="Employment and Training"/>
                  <w:listItem w:displayText="Land Management" w:value="Land Management"/>
                  <w:listItem w:displayText="Retail" w:value="Retail"/>
                  <w:listItem w:displayText="Hospitality" w:value="Hospitality"/>
                  <w:listItem w:displayText="Construction" w:value="Construction"/>
                  <w:listItem w:displayText="Trade" w:value="Trade"/>
                  <w:listItem w:displayText="Freight" w:value="Freight"/>
                  <w:listItem w:displayText="Banking" w:value="Banking"/>
                  <w:listItem w:displayText="Professional" w:value="Professional"/>
                  <w:listItem w:displayText="Aviation Operator" w:value="Aviation Operator"/>
                  <w:listItem w:displayText="Cleaning" w:value="Cleaning"/>
                  <w:listItem w:displayText="Hairdresser" w:value="Hairdresser"/>
                  <w:listItem w:displayText="Community Charitable Benefits" w:value="Community Charitable Benefits"/>
                  <w:listItem w:displayText="Family / Individual Business (Profit)" w:value="Family / Individual Business (Profit)"/>
                </w:dropDownList>
              </w:sdtPr>
              <w:sdtEndPr>
                <w:rPr>
                  <w:rStyle w:val="PlaceholderText"/>
                  <w:b w:val="0"/>
                  <w:i w:val="0"/>
                  <w:iCs w:val="0"/>
                  <w:color w:val="808080"/>
                  <w:sz w:val="22"/>
                  <w:shd w:val="clear" w:color="auto" w:fill="D9D9D9" w:themeFill="background1" w:themeFillShade="D9"/>
                </w:rPr>
              </w:sdtEndPr>
              <w:sdtContent>
                <w:r w:rsidR="007476C4">
                  <w:rPr>
                    <w:rStyle w:val="Emphasis"/>
                  </w:rPr>
                  <w:t>Select</w:t>
                </w:r>
              </w:sdtContent>
            </w:sdt>
            <w:r w:rsidR="0016058C" w:rsidRPr="0016058C">
              <w:rPr>
                <w:rStyle w:val="PlaceholderText"/>
                <w:i/>
                <w:sz w:val="20"/>
                <w:shd w:val="clear" w:color="auto" w:fill="D9D9D9" w:themeFill="background1" w:themeFillShade="D9"/>
              </w:rPr>
              <w:tab/>
            </w:r>
            <w:r w:rsidR="0016058C" w:rsidRPr="0016058C">
              <w:rPr>
                <w:rStyle w:val="PlaceholderText"/>
                <w:iCs/>
                <w:color w:val="auto"/>
                <w:sz w:val="20"/>
              </w:rPr>
              <w:tab/>
            </w:r>
          </w:p>
          <w:p w14:paraId="7DE302A9" w14:textId="77777777" w:rsidR="0016058C" w:rsidRPr="0016058C" w:rsidRDefault="0016058C" w:rsidP="00A84E78">
            <w:pPr>
              <w:rPr>
                <w:rStyle w:val="PlaceholderText"/>
                <w:i/>
                <w:sz w:val="20"/>
                <w:shd w:val="clear" w:color="auto" w:fill="D9D9D9" w:themeFill="background1" w:themeFillShade="D9"/>
              </w:rPr>
            </w:pPr>
            <w:r w:rsidRPr="0016058C">
              <w:rPr>
                <w:rStyle w:val="PlaceholderText"/>
                <w:iCs/>
                <w:color w:val="auto"/>
                <w:sz w:val="20"/>
              </w:rPr>
              <w:t>Other (Specify):</w:t>
            </w:r>
            <w:r w:rsidR="00E00E9B" w:rsidRPr="007D1715">
              <w:rPr>
                <w:rStyle w:val="FormTextChar"/>
              </w:rPr>
              <w:t xml:space="preserve"> </w:t>
            </w:r>
            <w:r w:rsidR="00CB5353">
              <w:rPr>
                <w:rStyle w:val="BalloonTextChar"/>
              </w:rPr>
              <w:t xml:space="preserve"> </w:t>
            </w:r>
            <w:sdt>
              <w:sdtPr>
                <w:rPr>
                  <w:rStyle w:val="FormTextChar"/>
                  <w:i w:val="0"/>
                  <w:iCs w:val="0"/>
                </w:rPr>
                <w:alias w:val="Type here"/>
                <w:tag w:val="Type here"/>
                <w:id w:val="2029904992"/>
                <w:placeholder>
                  <w:docPart w:val="21F8649B4885425BA37F4A6986100077"/>
                </w:placeholder>
                <w:showingPlcHdr/>
                <w:text w:multiLine="1"/>
              </w:sdtPr>
              <w:sdtEndPr>
                <w:rPr>
                  <w:rStyle w:val="PlaceholderText"/>
                  <w:rFonts w:cstheme="minorBidi"/>
                  <w:i/>
                  <w:iCs/>
                  <w:color w:val="7F7F7F" w:themeColor="text1" w:themeTint="80"/>
                  <w:sz w:val="22"/>
                  <w:szCs w:val="20"/>
                </w:rPr>
              </w:sdtEndPr>
              <w:sdtContent>
                <w:r w:rsidR="00002177" w:rsidRPr="00CB5353">
                  <w:rPr>
                    <w:i/>
                    <w:iCs/>
                    <w:color w:val="767171" w:themeColor="background2" w:themeShade="80"/>
                    <w:sz w:val="20"/>
                    <w:szCs w:val="18"/>
                    <w:shd w:val="clear" w:color="auto" w:fill="D9D9D9" w:themeFill="background1" w:themeFillShade="D9"/>
                  </w:rPr>
                  <w:t>Type here</w:t>
                </w:r>
              </w:sdtContent>
            </w:sdt>
          </w:p>
        </w:tc>
        <w:tc>
          <w:tcPr>
            <w:tcW w:w="5528" w:type="dxa"/>
            <w:gridSpan w:val="2"/>
            <w:shd w:val="clear" w:color="auto" w:fill="F2F2F2" w:themeFill="background1" w:themeFillShade="F2"/>
            <w:vAlign w:val="center"/>
          </w:tcPr>
          <w:p w14:paraId="08EA1B16" w14:textId="77777777" w:rsidR="0016058C" w:rsidRDefault="001C74C5" w:rsidP="00865EFC">
            <w:pPr>
              <w:rPr>
                <w:rFonts w:cstheme="minorHAnsi"/>
              </w:rPr>
            </w:pPr>
            <w:sdt>
              <w:sdtPr>
                <w:rPr>
                  <w:rStyle w:val="FormTextChar"/>
                  <w:i w:val="0"/>
                  <w:iCs w:val="0"/>
                </w:rPr>
                <w:alias w:val="Type here"/>
                <w:tag w:val="Type here"/>
                <w:id w:val="1155495589"/>
                <w:placeholder>
                  <w:docPart w:val="D08C933B13B94B29A5053903664F208D"/>
                </w:placeholder>
                <w:showingPlcHdr/>
                <w:text w:multiLine="1"/>
              </w:sdtPr>
              <w:sdtEndPr>
                <w:rPr>
                  <w:rStyle w:val="PlaceholderText"/>
                  <w:rFonts w:cstheme="minorBidi"/>
                  <w:i/>
                  <w:iCs/>
                  <w:color w:val="7F7F7F" w:themeColor="text1" w:themeTint="80"/>
                  <w:sz w:val="22"/>
                  <w:szCs w:val="20"/>
                </w:rPr>
              </w:sdtEndPr>
              <w:sdtContent>
                <w:r w:rsidR="007476C4" w:rsidRPr="00CB5353">
                  <w:rPr>
                    <w:i/>
                    <w:iCs/>
                    <w:color w:val="767171" w:themeColor="background2" w:themeShade="80"/>
                    <w:sz w:val="20"/>
                    <w:szCs w:val="18"/>
                    <w:shd w:val="clear" w:color="auto" w:fill="D9D9D9" w:themeFill="background1" w:themeFillShade="D9"/>
                  </w:rPr>
                  <w:t>Type here</w:t>
                </w:r>
              </w:sdtContent>
            </w:sdt>
          </w:p>
        </w:tc>
      </w:tr>
      <w:tr w:rsidR="000927D0" w14:paraId="7E68D5F9" w14:textId="77777777" w:rsidTr="00B653C7">
        <w:tc>
          <w:tcPr>
            <w:tcW w:w="10743" w:type="dxa"/>
            <w:gridSpan w:val="4"/>
            <w:shd w:val="clear" w:color="auto" w:fill="EFE8D9"/>
            <w:vAlign w:val="center"/>
          </w:tcPr>
          <w:p w14:paraId="4D4F8331" w14:textId="77777777" w:rsidR="000927D0" w:rsidRPr="000927D0" w:rsidRDefault="000927D0" w:rsidP="009C35FC">
            <w:pPr>
              <w:pStyle w:val="NoSpacing"/>
              <w:rPr>
                <w:i w:val="0"/>
                <w:iCs/>
                <w:noProof/>
                <w:color w:val="3C0919"/>
              </w:rPr>
            </w:pPr>
            <w:r w:rsidRPr="000927D0">
              <w:rPr>
                <w:i w:val="0"/>
                <w:iCs/>
                <w:sz w:val="22"/>
                <w:szCs w:val="24"/>
              </w:rPr>
              <w:t>2.0</w:t>
            </w:r>
            <w:r>
              <w:rPr>
                <w:i w:val="0"/>
                <w:iCs/>
                <w:sz w:val="22"/>
                <w:szCs w:val="24"/>
              </w:rPr>
              <w:t>7</w:t>
            </w:r>
            <w:r w:rsidRPr="000927D0">
              <w:rPr>
                <w:i w:val="0"/>
                <w:iCs/>
                <w:sz w:val="22"/>
                <w:szCs w:val="24"/>
              </w:rPr>
              <w:t xml:space="preserve">  </w:t>
            </w:r>
            <w:r w:rsidRPr="000927D0">
              <w:rPr>
                <w:i w:val="0"/>
                <w:iCs/>
                <w:sz w:val="22"/>
              </w:rPr>
              <w:t xml:space="preserve"> Provide details of trade</w:t>
            </w:r>
            <w:r w:rsidR="00252ADA">
              <w:rPr>
                <w:i w:val="0"/>
                <w:iCs/>
                <w:sz w:val="22"/>
              </w:rPr>
              <w:t>s</w:t>
            </w:r>
            <w:r w:rsidRPr="000927D0">
              <w:rPr>
                <w:i w:val="0"/>
                <w:iCs/>
                <w:sz w:val="22"/>
              </w:rPr>
              <w:t xml:space="preserve">, services and </w:t>
            </w:r>
            <w:r w:rsidR="00B653C7">
              <w:rPr>
                <w:i w:val="0"/>
                <w:iCs/>
                <w:sz w:val="22"/>
              </w:rPr>
              <w:t xml:space="preserve">other </w:t>
            </w:r>
            <w:r w:rsidRPr="000927D0">
              <w:rPr>
                <w:i w:val="0"/>
                <w:iCs/>
                <w:sz w:val="22"/>
              </w:rPr>
              <w:t xml:space="preserve">products </w:t>
            </w:r>
            <w:r w:rsidR="00906902">
              <w:rPr>
                <w:i w:val="0"/>
                <w:iCs/>
                <w:sz w:val="22"/>
              </w:rPr>
              <w:t>the organisation specifically offer</w:t>
            </w:r>
            <w:r w:rsidR="00252ADA">
              <w:rPr>
                <w:i w:val="0"/>
                <w:iCs/>
                <w:sz w:val="22"/>
              </w:rPr>
              <w:t>s</w:t>
            </w:r>
            <w:r w:rsidR="00906902">
              <w:rPr>
                <w:i w:val="0"/>
                <w:iCs/>
                <w:sz w:val="22"/>
              </w:rPr>
              <w:t xml:space="preserve"> to Jabiru</w:t>
            </w:r>
            <w:r w:rsidRPr="000927D0">
              <w:rPr>
                <w:i w:val="0"/>
                <w:iCs/>
                <w:sz w:val="22"/>
              </w:rPr>
              <w:t>:</w:t>
            </w:r>
          </w:p>
        </w:tc>
      </w:tr>
      <w:tr w:rsidR="000927D0" w14:paraId="058CCA2E" w14:textId="77777777" w:rsidTr="000927D0">
        <w:tc>
          <w:tcPr>
            <w:tcW w:w="10743" w:type="dxa"/>
            <w:gridSpan w:val="4"/>
            <w:shd w:val="clear" w:color="auto" w:fill="F2F2F2" w:themeFill="background1" w:themeFillShade="F2"/>
            <w:vAlign w:val="center"/>
          </w:tcPr>
          <w:p w14:paraId="16E5B63C" w14:textId="77777777" w:rsidR="00E00E9B" w:rsidRPr="00002177" w:rsidRDefault="001C74C5" w:rsidP="007476C4">
            <w:pPr>
              <w:pStyle w:val="NoSpacing"/>
              <w:rPr>
                <w:rStyle w:val="PlaceholderText"/>
                <w:i w:val="0"/>
                <w:iCs/>
                <w:color w:val="000000" w:themeColor="text1"/>
              </w:rPr>
            </w:pPr>
            <w:sdt>
              <w:sdtPr>
                <w:rPr>
                  <w:rStyle w:val="FormTextChar"/>
                </w:rPr>
                <w:alias w:val="Type here"/>
                <w:tag w:val="Type here"/>
                <w:id w:val="1961607030"/>
                <w:placeholder>
                  <w:docPart w:val="C14631BC7E634F27BFF1F4D925B04BEB"/>
                </w:placeholder>
                <w:showingPlcHdr/>
                <w:text w:multiLine="1"/>
              </w:sdtPr>
              <w:sdtEndPr>
                <w:rPr>
                  <w:rStyle w:val="PlaceholderText"/>
                  <w:rFonts w:cstheme="minorBidi"/>
                  <w:i/>
                  <w:iCs w:val="0"/>
                  <w:color w:val="808080"/>
                  <w:szCs w:val="20"/>
                </w:rPr>
              </w:sdtEndPr>
              <w:sdtContent>
                <w:r w:rsidR="007476C4" w:rsidRPr="000927D0">
                  <w:rPr>
                    <w:color w:val="767171" w:themeColor="background2" w:themeShade="80"/>
                    <w:szCs w:val="20"/>
                    <w:shd w:val="clear" w:color="auto" w:fill="D9D9D9" w:themeFill="background1" w:themeFillShade="D9"/>
                  </w:rPr>
                  <w:t>Type here</w:t>
                </w:r>
              </w:sdtContent>
            </w:sdt>
          </w:p>
        </w:tc>
      </w:tr>
      <w:tr w:rsidR="000927D0" w14:paraId="28B57BC2" w14:textId="77777777" w:rsidTr="00B653C7">
        <w:tc>
          <w:tcPr>
            <w:tcW w:w="10743" w:type="dxa"/>
            <w:gridSpan w:val="4"/>
            <w:shd w:val="clear" w:color="auto" w:fill="EFE8D9"/>
            <w:vAlign w:val="center"/>
          </w:tcPr>
          <w:p w14:paraId="05350AE6" w14:textId="77777777" w:rsidR="00074199" w:rsidRDefault="000927D0" w:rsidP="009C35FC">
            <w:pPr>
              <w:pStyle w:val="NoSpacing"/>
              <w:rPr>
                <w:i w:val="0"/>
                <w:iCs/>
                <w:sz w:val="22"/>
                <w:szCs w:val="24"/>
              </w:rPr>
            </w:pPr>
            <w:proofErr w:type="gramStart"/>
            <w:r w:rsidRPr="000927D0">
              <w:rPr>
                <w:i w:val="0"/>
                <w:iCs/>
                <w:sz w:val="22"/>
                <w:szCs w:val="24"/>
              </w:rPr>
              <w:t>2.08  Provide</w:t>
            </w:r>
            <w:proofErr w:type="gramEnd"/>
            <w:r w:rsidRPr="000927D0">
              <w:rPr>
                <w:i w:val="0"/>
                <w:iCs/>
                <w:sz w:val="22"/>
                <w:szCs w:val="24"/>
              </w:rPr>
              <w:t xml:space="preserve"> a description of your ongoing</w:t>
            </w:r>
            <w:r w:rsidR="00B653C7">
              <w:rPr>
                <w:i w:val="0"/>
                <w:iCs/>
                <w:sz w:val="22"/>
                <w:szCs w:val="24"/>
              </w:rPr>
              <w:t xml:space="preserve"> and/or </w:t>
            </w:r>
            <w:r w:rsidRPr="000927D0">
              <w:rPr>
                <w:i w:val="0"/>
                <w:iCs/>
                <w:sz w:val="22"/>
                <w:szCs w:val="24"/>
              </w:rPr>
              <w:t>new proposed business and investment activity.</w:t>
            </w:r>
            <w:r w:rsidR="00E5153A">
              <w:rPr>
                <w:i w:val="0"/>
                <w:iCs/>
                <w:sz w:val="22"/>
                <w:szCs w:val="24"/>
              </w:rPr>
              <w:t xml:space="preserve"> </w:t>
            </w:r>
          </w:p>
          <w:p w14:paraId="5EEFD845" w14:textId="77777777" w:rsidR="000927D0" w:rsidRDefault="00074199" w:rsidP="009C35FC">
            <w:pPr>
              <w:pStyle w:val="NoSpacing"/>
              <w:rPr>
                <w:i w:val="0"/>
                <w:iCs/>
              </w:rPr>
            </w:pPr>
            <w:r>
              <w:rPr>
                <w:i w:val="0"/>
                <w:iCs/>
              </w:rPr>
              <w:t xml:space="preserve">           *</w:t>
            </w:r>
            <w:r w:rsidRPr="00074199">
              <w:rPr>
                <w:i w:val="0"/>
                <w:iCs/>
                <w:u w:val="single"/>
              </w:rPr>
              <w:t>A</w:t>
            </w:r>
            <w:r w:rsidR="00E5153A" w:rsidRPr="00E5153A">
              <w:rPr>
                <w:i w:val="0"/>
                <w:iCs/>
                <w:u w:val="single"/>
              </w:rPr>
              <w:t>ttach</w:t>
            </w:r>
            <w:r w:rsidR="00E5153A" w:rsidRPr="00E5153A">
              <w:rPr>
                <w:i w:val="0"/>
                <w:iCs/>
              </w:rPr>
              <w:t xml:space="preserve"> any relevant documentation that will assist in understanding the detail of your plans and/or proposed works.</w:t>
            </w:r>
          </w:p>
          <w:p w14:paraId="3248AA2E" w14:textId="77777777" w:rsidR="001C6403" w:rsidRPr="001C6403" w:rsidRDefault="001C6403" w:rsidP="009C35FC">
            <w:pPr>
              <w:pStyle w:val="NoSpacing"/>
              <w:rPr>
                <w:rStyle w:val="PlaceholderText"/>
                <w:i w:val="0"/>
              </w:rPr>
            </w:pPr>
            <w:r w:rsidRPr="001C6403">
              <w:rPr>
                <w:rStyle w:val="PlaceholderText"/>
                <w:i w:val="0"/>
                <w:color w:val="000000" w:themeColor="text1"/>
              </w:rPr>
              <w:t xml:space="preserve">           *Detailed information of commercial business plans requested in Section 3.</w:t>
            </w:r>
          </w:p>
        </w:tc>
      </w:tr>
      <w:tr w:rsidR="00002177" w:rsidRPr="00002177" w14:paraId="2B49D961" w14:textId="77777777" w:rsidTr="000927D0">
        <w:tc>
          <w:tcPr>
            <w:tcW w:w="10743" w:type="dxa"/>
            <w:gridSpan w:val="4"/>
            <w:shd w:val="clear" w:color="auto" w:fill="F2F2F2" w:themeFill="background1" w:themeFillShade="F2"/>
            <w:vAlign w:val="center"/>
          </w:tcPr>
          <w:p w14:paraId="55597B2C" w14:textId="77777777" w:rsidR="000927D0" w:rsidRPr="00002177" w:rsidRDefault="001C74C5" w:rsidP="001B1D4B">
            <w:pPr>
              <w:pStyle w:val="NoSpacing"/>
              <w:rPr>
                <w:rStyle w:val="FormTextChar"/>
                <w:szCs w:val="20"/>
              </w:rPr>
            </w:pPr>
            <w:sdt>
              <w:sdtPr>
                <w:rPr>
                  <w:rStyle w:val="BalloonTextChar"/>
                  <w:rFonts w:asciiTheme="minorHAnsi" w:hAnsiTheme="minorHAnsi" w:cstheme="minorHAnsi"/>
                  <w:i w:val="0"/>
                  <w:sz w:val="20"/>
                  <w:szCs w:val="20"/>
                </w:rPr>
                <w:alias w:val="Type here"/>
                <w:tag w:val="Type here"/>
                <w:id w:val="-2079663101"/>
                <w:placeholder>
                  <w:docPart w:val="2649BA4E444F4030B87EF444B2861DB8"/>
                </w:placeholder>
                <w:showingPlcHdr/>
                <w:text w:multiLine="1"/>
              </w:sdtPr>
              <w:sdtEndPr>
                <w:rPr>
                  <w:rStyle w:val="BalloonTextChar"/>
                </w:rPr>
              </w:sdtEndPr>
              <w:sdtContent>
                <w:r w:rsidR="006C142E" w:rsidRPr="000927D0">
                  <w:rPr>
                    <w:color w:val="767171" w:themeColor="background2" w:themeShade="80"/>
                    <w:szCs w:val="20"/>
                    <w:shd w:val="clear" w:color="auto" w:fill="D9D9D9" w:themeFill="background1" w:themeFillShade="D9"/>
                  </w:rPr>
                  <w:t>Type here</w:t>
                </w:r>
              </w:sdtContent>
            </w:sdt>
          </w:p>
          <w:p w14:paraId="64D71B94" w14:textId="77777777" w:rsidR="00E00E9B" w:rsidRPr="00002177" w:rsidRDefault="001C74C5" w:rsidP="00E5153A">
            <w:pPr>
              <w:pStyle w:val="NoSpacing"/>
              <w:rPr>
                <w:rStyle w:val="PlaceholderText"/>
                <w:rFonts w:cstheme="minorHAnsi"/>
                <w:i w:val="0"/>
                <w:iCs/>
                <w:color w:val="000000" w:themeColor="text1"/>
                <w:szCs w:val="20"/>
              </w:rPr>
            </w:pPr>
            <w:sdt>
              <w:sdtPr>
                <w:rPr>
                  <w:rFonts w:cstheme="minorHAnsi"/>
                  <w:b/>
                  <w:bCs/>
                  <w:i w:val="0"/>
                  <w:iCs/>
                  <w:noProof/>
                  <w:color w:val="808080"/>
                  <w:szCs w:val="20"/>
                </w:rPr>
                <w:id w:val="-255981623"/>
                <w14:checkbox>
                  <w14:checked w14:val="0"/>
                  <w14:checkedState w14:val="2612" w14:font="MS Gothic"/>
                  <w14:uncheckedState w14:val="2610" w14:font="MS Gothic"/>
                </w14:checkbox>
              </w:sdtPr>
              <w:sdtEndPr/>
              <w:sdtContent>
                <w:r w:rsidR="00C651C4" w:rsidRPr="00002177">
                  <w:rPr>
                    <w:rFonts w:ascii="Segoe UI Symbol" w:eastAsia="MS Gothic" w:hAnsi="Segoe UI Symbol" w:cs="Segoe UI Symbol"/>
                    <w:b/>
                    <w:bCs/>
                    <w:i w:val="0"/>
                    <w:iCs/>
                    <w:noProof/>
                    <w:szCs w:val="20"/>
                  </w:rPr>
                  <w:t>☐</w:t>
                </w:r>
              </w:sdtContent>
            </w:sdt>
            <w:r w:rsidR="00E5153A" w:rsidRPr="00002177">
              <w:rPr>
                <w:rFonts w:cstheme="minorHAnsi"/>
                <w:i w:val="0"/>
                <w:iCs/>
                <w:noProof/>
                <w:szCs w:val="20"/>
              </w:rPr>
              <w:t xml:space="preserve"> </w:t>
            </w:r>
            <w:r w:rsidR="00074199" w:rsidRPr="00002177">
              <w:rPr>
                <w:rFonts w:cstheme="minorHAnsi"/>
                <w:i w:val="0"/>
                <w:iCs/>
                <w:noProof/>
                <w:szCs w:val="20"/>
              </w:rPr>
              <w:t>M</w:t>
            </w:r>
            <w:r w:rsidR="00074199" w:rsidRPr="00002177">
              <w:rPr>
                <w:rFonts w:cstheme="minorHAnsi"/>
                <w:i w:val="0"/>
                <w:noProof/>
                <w:szCs w:val="20"/>
              </w:rPr>
              <w:t xml:space="preserve">aterials </w:t>
            </w:r>
            <w:r w:rsidR="00074199" w:rsidRPr="0044410C">
              <w:rPr>
                <w:rFonts w:cstheme="minorHAnsi"/>
                <w:b/>
                <w:bCs/>
                <w:iCs/>
                <w:noProof/>
                <w:szCs w:val="20"/>
                <w:u w:val="single"/>
              </w:rPr>
              <w:t>attached</w:t>
            </w:r>
            <w:r w:rsidR="0044410C" w:rsidRPr="0044410C">
              <w:rPr>
                <w:rFonts w:cstheme="minorHAnsi"/>
                <w:b/>
                <w:bCs/>
                <w:iCs/>
                <w:noProof/>
                <w:szCs w:val="20"/>
                <w:u w:val="single"/>
              </w:rPr>
              <w:t>(*)</w:t>
            </w:r>
            <w:r w:rsidR="00E5153A" w:rsidRPr="00002177">
              <w:rPr>
                <w:rFonts w:cstheme="minorHAnsi"/>
                <w:i w:val="0"/>
                <w:iCs/>
                <w:noProof/>
                <w:szCs w:val="20"/>
              </w:rPr>
              <w:t xml:space="preserve"> (Specify):</w:t>
            </w:r>
            <w:r w:rsidR="00E5153A" w:rsidRPr="00002177">
              <w:rPr>
                <w:rFonts w:cstheme="minorHAnsi"/>
                <w:noProof/>
                <w:szCs w:val="20"/>
              </w:rPr>
              <w:t xml:space="preserve"> </w:t>
            </w:r>
            <w:r w:rsidR="00E5153A" w:rsidRPr="00002177">
              <w:rPr>
                <w:rStyle w:val="FormTextChar"/>
                <w:szCs w:val="20"/>
              </w:rPr>
              <w:t xml:space="preserve"> </w:t>
            </w:r>
            <w:r w:rsidR="00CB5353" w:rsidRPr="00002177">
              <w:rPr>
                <w:rStyle w:val="BalloonTextChar"/>
                <w:rFonts w:asciiTheme="minorHAnsi" w:hAnsiTheme="minorHAnsi" w:cstheme="minorHAnsi"/>
                <w:sz w:val="20"/>
                <w:szCs w:val="20"/>
              </w:rPr>
              <w:t xml:space="preserve"> </w:t>
            </w:r>
            <w:sdt>
              <w:sdtPr>
                <w:rPr>
                  <w:rStyle w:val="FormTextChar"/>
                  <w:szCs w:val="20"/>
                </w:rPr>
                <w:alias w:val="Type here"/>
                <w:tag w:val="Type here"/>
                <w:id w:val="935169088"/>
                <w:placeholder>
                  <w:docPart w:val="7DDA034F0AD746AEAD17A1D07AD73669"/>
                </w:placeholder>
                <w:showingPlcHdr/>
                <w:text w:multiLine="1"/>
              </w:sdtPr>
              <w:sdtEndPr>
                <w:rPr>
                  <w:rStyle w:val="PlaceholderText"/>
                  <w:rFonts w:cstheme="minorBidi"/>
                  <w:i/>
                  <w:iCs w:val="0"/>
                  <w:color w:val="808080"/>
                </w:rPr>
              </w:sdtEndPr>
              <w:sdtContent>
                <w:r w:rsidR="006C142E" w:rsidRPr="000927D0">
                  <w:rPr>
                    <w:color w:val="767171" w:themeColor="background2" w:themeShade="80"/>
                    <w:szCs w:val="20"/>
                    <w:shd w:val="clear" w:color="auto" w:fill="D9D9D9" w:themeFill="background1" w:themeFillShade="D9"/>
                  </w:rPr>
                  <w:t>Type here</w:t>
                </w:r>
              </w:sdtContent>
            </w:sdt>
          </w:p>
        </w:tc>
      </w:tr>
      <w:tr w:rsidR="00D71B4B" w14:paraId="6B10C986" w14:textId="77777777" w:rsidTr="00D71B4B">
        <w:tc>
          <w:tcPr>
            <w:tcW w:w="10743" w:type="dxa"/>
            <w:gridSpan w:val="4"/>
            <w:shd w:val="clear" w:color="auto" w:fill="E0D0B4"/>
            <w:vAlign w:val="center"/>
          </w:tcPr>
          <w:p w14:paraId="4B252532" w14:textId="77777777" w:rsidR="00D71B4B" w:rsidRPr="00D71B4B" w:rsidRDefault="00D71B4B" w:rsidP="00D71B4B">
            <w:pPr>
              <w:pStyle w:val="Heading1"/>
              <w:framePr w:hSpace="0" w:wrap="auto" w:vAnchor="margin" w:hAnchor="text" w:xAlign="left" w:yAlign="inline"/>
              <w:suppressOverlap w:val="0"/>
              <w:outlineLvl w:val="0"/>
            </w:pPr>
            <w:r w:rsidRPr="00D71B4B">
              <w:t xml:space="preserve">JABIRU BASED STAFFING AND </w:t>
            </w:r>
            <w:r>
              <w:t>PROVISIONS FOR</w:t>
            </w:r>
            <w:r w:rsidRPr="00D71B4B">
              <w:t xml:space="preserve"> HOUSING INFORMATION</w:t>
            </w:r>
          </w:p>
        </w:tc>
      </w:tr>
      <w:tr w:rsidR="00A84E78" w14:paraId="597601FC" w14:textId="77777777" w:rsidTr="009E5854">
        <w:tc>
          <w:tcPr>
            <w:tcW w:w="5215" w:type="dxa"/>
            <w:gridSpan w:val="2"/>
            <w:tcBorders>
              <w:bottom w:val="single" w:sz="24" w:space="0" w:color="FFFFFF" w:themeColor="background1"/>
            </w:tcBorders>
            <w:shd w:val="clear" w:color="auto" w:fill="EFE8D9"/>
            <w:vAlign w:val="center"/>
          </w:tcPr>
          <w:p w14:paraId="7E101C20" w14:textId="77777777" w:rsidR="00A84E78" w:rsidRPr="003E023E" w:rsidRDefault="009C35FC" w:rsidP="00A84E78">
            <w:pPr>
              <w:jc w:val="left"/>
              <w:rPr>
                <w:noProof/>
              </w:rPr>
            </w:pPr>
            <w:r>
              <w:rPr>
                <w:noProof/>
              </w:rPr>
              <w:t>2.</w:t>
            </w:r>
            <w:r w:rsidR="001D4925">
              <w:rPr>
                <w:noProof/>
              </w:rPr>
              <w:t>09</w:t>
            </w:r>
            <w:r w:rsidR="00A84E78">
              <w:rPr>
                <w:noProof/>
              </w:rPr>
              <w:t xml:space="preserve">  CURRENT number of employees based in Jabiru</w:t>
            </w:r>
            <w:r w:rsidR="0070543E">
              <w:rPr>
                <w:noProof/>
              </w:rPr>
              <w:t>:</w:t>
            </w:r>
          </w:p>
        </w:tc>
        <w:tc>
          <w:tcPr>
            <w:tcW w:w="5528" w:type="dxa"/>
            <w:gridSpan w:val="2"/>
            <w:tcBorders>
              <w:bottom w:val="single" w:sz="24" w:space="0" w:color="FFFFFF" w:themeColor="background1"/>
            </w:tcBorders>
            <w:shd w:val="clear" w:color="auto" w:fill="EFE8D9"/>
            <w:vAlign w:val="center"/>
          </w:tcPr>
          <w:p w14:paraId="4B1400F8" w14:textId="77777777" w:rsidR="00A84E78" w:rsidRPr="0044134A" w:rsidRDefault="009C35FC" w:rsidP="00A84E78">
            <w:r>
              <w:rPr>
                <w:noProof/>
              </w:rPr>
              <w:t>2.1</w:t>
            </w:r>
            <w:r w:rsidR="001D4925">
              <w:rPr>
                <w:noProof/>
              </w:rPr>
              <w:t>0</w:t>
            </w:r>
            <w:r w:rsidR="00A84E78">
              <w:rPr>
                <w:noProof/>
              </w:rPr>
              <w:t xml:space="preserve">  PLANNED number of employees to be based in Jabiru</w:t>
            </w:r>
            <w:r w:rsidR="0070543E">
              <w:rPr>
                <w:noProof/>
              </w:rPr>
              <w:t>:</w:t>
            </w:r>
          </w:p>
        </w:tc>
      </w:tr>
      <w:tr w:rsidR="00865EFC" w14:paraId="5B9051B3" w14:textId="77777777" w:rsidTr="009E5854">
        <w:tc>
          <w:tcPr>
            <w:tcW w:w="2947" w:type="dxa"/>
            <w:tcBorders>
              <w:bottom w:val="nil"/>
              <w:right w:val="nil"/>
            </w:tcBorders>
            <w:shd w:val="clear" w:color="auto" w:fill="F2F2F2" w:themeFill="background1" w:themeFillShade="F2"/>
            <w:vAlign w:val="center"/>
          </w:tcPr>
          <w:p w14:paraId="1F36FCDC" w14:textId="77777777" w:rsidR="00865EFC" w:rsidRPr="00365798" w:rsidRDefault="001C74C5" w:rsidP="00865EFC">
            <w:pPr>
              <w:rPr>
                <w:noProof/>
              </w:rPr>
            </w:pPr>
            <w:sdt>
              <w:sdtPr>
                <w:rPr>
                  <w:rStyle w:val="FormTextChar"/>
                </w:rPr>
                <w:id w:val="1933779120"/>
                <w:placeholder>
                  <w:docPart w:val="AA46BBAB86D14DF684AC2082B2EF509D"/>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7476C4" w:rsidRPr="000927D0">
                  <w:rPr>
                    <w:i/>
                    <w:iCs/>
                    <w:color w:val="7F7F7F" w:themeColor="text1" w:themeTint="80"/>
                    <w:sz w:val="20"/>
                    <w:szCs w:val="20"/>
                    <w:shd w:val="clear" w:color="auto" w:fill="D9D9D9" w:themeFill="background1" w:themeFillShade="D9"/>
                  </w:rPr>
                  <w:t>Select</w:t>
                </w:r>
              </w:sdtContent>
            </w:sdt>
            <w:r w:rsidR="00865EFC" w:rsidRPr="00365798">
              <w:rPr>
                <w:rFonts w:ascii="Microsoft YaHei UI" w:eastAsia="Microsoft YaHei UI" w:hAnsi="Microsoft YaHei UI"/>
                <w:noProof/>
              </w:rPr>
              <w:tab/>
            </w:r>
            <w:r w:rsidR="00865EFC" w:rsidRPr="00365798">
              <w:t>Full-Time</w:t>
            </w:r>
          </w:p>
        </w:tc>
        <w:tc>
          <w:tcPr>
            <w:tcW w:w="2268" w:type="dxa"/>
            <w:tcBorders>
              <w:left w:val="nil"/>
              <w:bottom w:val="nil"/>
            </w:tcBorders>
            <w:shd w:val="clear" w:color="auto" w:fill="F2F2F2" w:themeFill="background1" w:themeFillShade="F2"/>
            <w:vAlign w:val="center"/>
          </w:tcPr>
          <w:p w14:paraId="1B8F555F" w14:textId="77777777" w:rsidR="00865EFC" w:rsidRPr="00365798" w:rsidRDefault="001C74C5" w:rsidP="00865EFC">
            <w:pPr>
              <w:rPr>
                <w:noProof/>
              </w:rPr>
            </w:pPr>
            <w:sdt>
              <w:sdtPr>
                <w:rPr>
                  <w:rStyle w:val="FormTextChar"/>
                </w:rPr>
                <w:id w:val="1953516304"/>
                <w:placeholder>
                  <w:docPart w:val="D58353168ED84CAA97E72A6890EBD8CD"/>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EC14B7"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ab/>
            </w:r>
            <w:r w:rsidR="00865EFC" w:rsidRPr="00365798">
              <w:t>Part Time</w:t>
            </w:r>
          </w:p>
        </w:tc>
        <w:tc>
          <w:tcPr>
            <w:tcW w:w="2977" w:type="dxa"/>
            <w:tcBorders>
              <w:bottom w:val="nil"/>
              <w:right w:val="nil"/>
            </w:tcBorders>
            <w:shd w:val="clear" w:color="auto" w:fill="F2F2F2" w:themeFill="background1" w:themeFillShade="F2"/>
            <w:vAlign w:val="center"/>
          </w:tcPr>
          <w:p w14:paraId="64CAE1FF" w14:textId="77777777" w:rsidR="00865EFC" w:rsidRPr="00365798" w:rsidRDefault="001C74C5" w:rsidP="00865EFC">
            <w:pPr>
              <w:rPr>
                <w:noProof/>
              </w:rPr>
            </w:pPr>
            <w:sdt>
              <w:sdtPr>
                <w:rPr>
                  <w:rStyle w:val="FormTextChar"/>
                </w:rPr>
                <w:id w:val="1792007125"/>
                <w:placeholder>
                  <w:docPart w:val="8B72C32FC1D24CA883D1C6F620921D9A"/>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EC14B7"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ab/>
            </w:r>
            <w:r w:rsidR="00865EFC" w:rsidRPr="00365798">
              <w:t>Full-Time</w:t>
            </w:r>
          </w:p>
        </w:tc>
        <w:tc>
          <w:tcPr>
            <w:tcW w:w="2551" w:type="dxa"/>
            <w:tcBorders>
              <w:left w:val="nil"/>
              <w:bottom w:val="nil"/>
            </w:tcBorders>
            <w:shd w:val="clear" w:color="auto" w:fill="F2F2F2" w:themeFill="background1" w:themeFillShade="F2"/>
            <w:vAlign w:val="center"/>
          </w:tcPr>
          <w:p w14:paraId="564CCE39" w14:textId="77777777" w:rsidR="00865EFC" w:rsidRPr="00365798" w:rsidRDefault="001C74C5" w:rsidP="00865EFC">
            <w:pPr>
              <w:rPr>
                <w:noProof/>
              </w:rPr>
            </w:pPr>
            <w:sdt>
              <w:sdtPr>
                <w:rPr>
                  <w:rStyle w:val="FormTextChar"/>
                </w:rPr>
                <w:id w:val="453914238"/>
                <w:placeholder>
                  <w:docPart w:val="B2C516A5EA6C433FBED5F4AEC4D6A94B"/>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EC14B7"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 xml:space="preserve"> </w:t>
            </w:r>
            <w:r w:rsidR="00865EFC" w:rsidRPr="0016058C">
              <w:rPr>
                <w:rStyle w:val="PlaceholderText"/>
                <w:i/>
                <w:sz w:val="20"/>
              </w:rPr>
              <w:tab/>
            </w:r>
            <w:r w:rsidR="00865EFC" w:rsidRPr="00365798">
              <w:t>Part Time</w:t>
            </w:r>
          </w:p>
        </w:tc>
      </w:tr>
      <w:tr w:rsidR="00865EFC" w14:paraId="4777BAB4" w14:textId="77777777" w:rsidTr="009E5854">
        <w:tc>
          <w:tcPr>
            <w:tcW w:w="2947" w:type="dxa"/>
            <w:tcBorders>
              <w:top w:val="nil"/>
              <w:bottom w:val="nil"/>
              <w:right w:val="nil"/>
            </w:tcBorders>
            <w:shd w:val="clear" w:color="auto" w:fill="F2F2F2" w:themeFill="background1" w:themeFillShade="F2"/>
            <w:vAlign w:val="center"/>
          </w:tcPr>
          <w:p w14:paraId="4A9B1692" w14:textId="77777777" w:rsidR="00865EFC" w:rsidRPr="00365798" w:rsidRDefault="001C74C5" w:rsidP="00865EFC">
            <w:pPr>
              <w:rPr>
                <w:noProof/>
              </w:rPr>
            </w:pPr>
            <w:sdt>
              <w:sdtPr>
                <w:rPr>
                  <w:rStyle w:val="FormTextChar"/>
                </w:rPr>
                <w:id w:val="-1730528027"/>
                <w:placeholder>
                  <w:docPart w:val="836E3B7A9D694D44940C3CF489F9DCFB"/>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EC14B7" w:rsidRPr="000927D0">
                  <w:rPr>
                    <w:i/>
                    <w:iCs/>
                    <w:color w:val="7F7F7F" w:themeColor="text1" w:themeTint="80"/>
                    <w:sz w:val="20"/>
                    <w:szCs w:val="20"/>
                    <w:shd w:val="clear" w:color="auto" w:fill="D9D9D9" w:themeFill="background1" w:themeFillShade="D9"/>
                  </w:rPr>
                  <w:t>Select</w:t>
                </w:r>
              </w:sdtContent>
            </w:sdt>
            <w:r w:rsidR="000927D0" w:rsidRPr="00365798">
              <w:rPr>
                <w:rFonts w:ascii="Ink Free" w:eastAsia="Microsoft YaHei UI" w:hAnsi="Ink Free"/>
                <w:noProof/>
                <w:color w:val="4472C4" w:themeColor="accent1"/>
              </w:rPr>
              <w:t xml:space="preserve"> </w:t>
            </w:r>
            <w:r w:rsidR="00865EFC" w:rsidRPr="00365798">
              <w:rPr>
                <w:rFonts w:ascii="Ink Free" w:eastAsia="Microsoft YaHei UI" w:hAnsi="Ink Free"/>
                <w:noProof/>
                <w:color w:val="4472C4" w:themeColor="accent1"/>
              </w:rPr>
              <w:t xml:space="preserve"> </w:t>
            </w:r>
            <w:r w:rsidR="00865EFC" w:rsidRPr="00365798">
              <w:rPr>
                <w:rFonts w:ascii="Ink Free" w:eastAsia="Microsoft YaHei UI" w:hAnsi="Ink Free"/>
                <w:noProof/>
                <w:color w:val="4472C4" w:themeColor="accent1"/>
              </w:rPr>
              <w:tab/>
            </w:r>
            <w:r w:rsidR="00865EFC" w:rsidRPr="00365798">
              <w:t>Casual</w:t>
            </w:r>
            <w:r w:rsidR="00865EFC" w:rsidRPr="00365798">
              <w:tab/>
            </w:r>
          </w:p>
        </w:tc>
        <w:tc>
          <w:tcPr>
            <w:tcW w:w="2268" w:type="dxa"/>
            <w:tcBorders>
              <w:top w:val="nil"/>
              <w:left w:val="nil"/>
              <w:bottom w:val="nil"/>
            </w:tcBorders>
            <w:shd w:val="clear" w:color="auto" w:fill="F2F2F2" w:themeFill="background1" w:themeFillShade="F2"/>
            <w:vAlign w:val="center"/>
          </w:tcPr>
          <w:p w14:paraId="3ABDB103" w14:textId="77777777" w:rsidR="00865EFC" w:rsidRPr="00365798" w:rsidRDefault="001C74C5" w:rsidP="00865EFC">
            <w:pPr>
              <w:rPr>
                <w:noProof/>
              </w:rPr>
            </w:pPr>
            <w:sdt>
              <w:sdtPr>
                <w:rPr>
                  <w:rStyle w:val="FormTextChar"/>
                </w:rPr>
                <w:id w:val="1502852605"/>
                <w:placeholder>
                  <w:docPart w:val="C791098791E14C6BA49ADF56B88AFCDD"/>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0927D0"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ab/>
            </w:r>
            <w:r w:rsidR="00865EFC" w:rsidRPr="00365798">
              <w:t>Contract</w:t>
            </w:r>
          </w:p>
        </w:tc>
        <w:tc>
          <w:tcPr>
            <w:tcW w:w="2977" w:type="dxa"/>
            <w:tcBorders>
              <w:top w:val="nil"/>
              <w:bottom w:val="nil"/>
              <w:right w:val="nil"/>
            </w:tcBorders>
            <w:shd w:val="clear" w:color="auto" w:fill="F2F2F2" w:themeFill="background1" w:themeFillShade="F2"/>
            <w:vAlign w:val="center"/>
          </w:tcPr>
          <w:p w14:paraId="1A3C8EFE" w14:textId="77777777" w:rsidR="00865EFC" w:rsidRPr="00365798" w:rsidRDefault="001C74C5" w:rsidP="00865EFC">
            <w:pPr>
              <w:rPr>
                <w:noProof/>
              </w:rPr>
            </w:pPr>
            <w:sdt>
              <w:sdtPr>
                <w:rPr>
                  <w:rStyle w:val="FormTextChar"/>
                </w:rPr>
                <w:id w:val="-10380156"/>
                <w:placeholder>
                  <w:docPart w:val="A47AE081E5E449AAAC2B4A52E7DF5EFD"/>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0927D0" w:rsidRPr="000927D0">
                  <w:rPr>
                    <w:i/>
                    <w:iCs/>
                    <w:color w:val="7F7F7F" w:themeColor="text1" w:themeTint="80"/>
                    <w:sz w:val="20"/>
                    <w:szCs w:val="20"/>
                    <w:shd w:val="clear" w:color="auto" w:fill="D9D9D9" w:themeFill="background1" w:themeFillShade="D9"/>
                  </w:rPr>
                  <w:t>Select</w:t>
                </w:r>
              </w:sdtContent>
            </w:sdt>
            <w:r w:rsidR="000927D0" w:rsidRPr="00365798">
              <w:rPr>
                <w:rFonts w:ascii="Ink Free" w:eastAsia="Microsoft YaHei UI" w:hAnsi="Ink Free"/>
                <w:noProof/>
                <w:color w:val="4472C4" w:themeColor="accent1"/>
              </w:rPr>
              <w:t xml:space="preserve"> </w:t>
            </w:r>
            <w:r w:rsidR="00865EFC" w:rsidRPr="00365798">
              <w:rPr>
                <w:rFonts w:ascii="Ink Free" w:eastAsia="Microsoft YaHei UI" w:hAnsi="Ink Free"/>
                <w:noProof/>
                <w:color w:val="4472C4" w:themeColor="accent1"/>
              </w:rPr>
              <w:t xml:space="preserve"> </w:t>
            </w:r>
            <w:r w:rsidR="00865EFC" w:rsidRPr="00365798">
              <w:rPr>
                <w:rFonts w:ascii="Ink Free" w:eastAsia="Microsoft YaHei UI" w:hAnsi="Ink Free"/>
                <w:noProof/>
                <w:color w:val="4472C4" w:themeColor="accent1"/>
              </w:rPr>
              <w:tab/>
            </w:r>
            <w:r w:rsidR="00865EFC" w:rsidRPr="00365798">
              <w:t>Casual</w:t>
            </w:r>
            <w:r w:rsidR="00865EFC" w:rsidRPr="00365798">
              <w:tab/>
            </w:r>
          </w:p>
        </w:tc>
        <w:tc>
          <w:tcPr>
            <w:tcW w:w="2551" w:type="dxa"/>
            <w:tcBorders>
              <w:top w:val="nil"/>
              <w:left w:val="nil"/>
              <w:bottom w:val="nil"/>
            </w:tcBorders>
            <w:shd w:val="clear" w:color="auto" w:fill="F2F2F2" w:themeFill="background1" w:themeFillShade="F2"/>
            <w:vAlign w:val="center"/>
          </w:tcPr>
          <w:p w14:paraId="20466404" w14:textId="77777777" w:rsidR="00865EFC" w:rsidRPr="00365798" w:rsidRDefault="001C74C5" w:rsidP="00865EFC">
            <w:pPr>
              <w:rPr>
                <w:noProof/>
              </w:rPr>
            </w:pPr>
            <w:sdt>
              <w:sdtPr>
                <w:rPr>
                  <w:rStyle w:val="FormTextChar"/>
                </w:rPr>
                <w:id w:val="-1113287156"/>
                <w:placeholder>
                  <w:docPart w:val="3301B06CD16548E38C266A5DE94F9F7F"/>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0927D0"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ab/>
            </w:r>
            <w:r w:rsidR="00865EFC" w:rsidRPr="00365798">
              <w:t>Contract</w:t>
            </w:r>
          </w:p>
        </w:tc>
      </w:tr>
      <w:tr w:rsidR="00865EFC" w14:paraId="7A78A13A" w14:textId="77777777" w:rsidTr="009E5854">
        <w:tc>
          <w:tcPr>
            <w:tcW w:w="2947" w:type="dxa"/>
            <w:tcBorders>
              <w:top w:val="nil"/>
              <w:right w:val="nil"/>
            </w:tcBorders>
            <w:shd w:val="clear" w:color="auto" w:fill="F2F2F2" w:themeFill="background1" w:themeFillShade="F2"/>
            <w:vAlign w:val="center"/>
          </w:tcPr>
          <w:p w14:paraId="57426FA5" w14:textId="77777777" w:rsidR="00865EFC" w:rsidRPr="00365798" w:rsidRDefault="001C74C5" w:rsidP="00865EFC">
            <w:pPr>
              <w:rPr>
                <w:noProof/>
              </w:rPr>
            </w:pPr>
            <w:sdt>
              <w:sdtPr>
                <w:rPr>
                  <w:rStyle w:val="FormTextChar"/>
                </w:rPr>
                <w:id w:val="937404447"/>
                <w:placeholder>
                  <w:docPart w:val="9792A81F0BFC40CEA0C8704EE177CAA9"/>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0927D0"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ab/>
            </w:r>
            <w:r w:rsidR="00865EFC" w:rsidRPr="00365798">
              <w:t>Apprentices/Trainees</w:t>
            </w:r>
          </w:p>
        </w:tc>
        <w:tc>
          <w:tcPr>
            <w:tcW w:w="2268" w:type="dxa"/>
            <w:tcBorders>
              <w:top w:val="nil"/>
              <w:left w:val="nil"/>
            </w:tcBorders>
            <w:shd w:val="clear" w:color="auto" w:fill="F2F2F2" w:themeFill="background1" w:themeFillShade="F2"/>
            <w:vAlign w:val="center"/>
          </w:tcPr>
          <w:p w14:paraId="2AC1E821" w14:textId="77777777" w:rsidR="00865EFC" w:rsidRPr="00365798" w:rsidRDefault="001C74C5" w:rsidP="00865EFC">
            <w:pPr>
              <w:rPr>
                <w:noProof/>
              </w:rPr>
            </w:pPr>
            <w:sdt>
              <w:sdtPr>
                <w:rPr>
                  <w:rStyle w:val="FormTextChar"/>
                </w:rPr>
                <w:id w:val="1006795580"/>
                <w:placeholder>
                  <w:docPart w:val="6A40E8C700114CCF87A61C64F7DA3754"/>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0927D0"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ab/>
            </w:r>
            <w:r w:rsidR="00865EFC" w:rsidRPr="00365798">
              <w:t>Other</w:t>
            </w:r>
          </w:p>
        </w:tc>
        <w:tc>
          <w:tcPr>
            <w:tcW w:w="2977" w:type="dxa"/>
            <w:tcBorders>
              <w:top w:val="nil"/>
              <w:right w:val="nil"/>
            </w:tcBorders>
            <w:shd w:val="clear" w:color="auto" w:fill="F2F2F2" w:themeFill="background1" w:themeFillShade="F2"/>
            <w:vAlign w:val="center"/>
          </w:tcPr>
          <w:p w14:paraId="6BF315FF" w14:textId="77777777" w:rsidR="00865EFC" w:rsidRPr="00365798" w:rsidRDefault="001C74C5" w:rsidP="00865EFC">
            <w:pPr>
              <w:rPr>
                <w:noProof/>
              </w:rPr>
            </w:pPr>
            <w:sdt>
              <w:sdtPr>
                <w:rPr>
                  <w:rStyle w:val="FormTextChar"/>
                </w:rPr>
                <w:id w:val="2042156449"/>
                <w:placeholder>
                  <w:docPart w:val="010D86B248074190A702BA071D5A5BCF"/>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0927D0"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ab/>
            </w:r>
            <w:r w:rsidR="00865EFC" w:rsidRPr="00365798">
              <w:t>Apprentices/Trainees</w:t>
            </w:r>
          </w:p>
        </w:tc>
        <w:tc>
          <w:tcPr>
            <w:tcW w:w="2551" w:type="dxa"/>
            <w:tcBorders>
              <w:top w:val="nil"/>
              <w:left w:val="nil"/>
            </w:tcBorders>
            <w:shd w:val="clear" w:color="auto" w:fill="F2F2F2" w:themeFill="background1" w:themeFillShade="F2"/>
            <w:vAlign w:val="center"/>
          </w:tcPr>
          <w:p w14:paraId="679FD9EF" w14:textId="77777777" w:rsidR="00865EFC" w:rsidRPr="00365798" w:rsidRDefault="001C74C5" w:rsidP="00865EFC">
            <w:pPr>
              <w:rPr>
                <w:noProof/>
              </w:rPr>
            </w:pPr>
            <w:sdt>
              <w:sdtPr>
                <w:rPr>
                  <w:rStyle w:val="FormTextChar"/>
                </w:rPr>
                <w:id w:val="1543550316"/>
                <w:placeholder>
                  <w:docPart w:val="D8E01C23E6074DB1B5A56EB911907204"/>
                </w:placeholder>
                <w:showingPlcHdr/>
                <w:dropDownList>
                  <w:listItem w:value="Selec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dropDownList>
              </w:sdtPr>
              <w:sdtEndPr>
                <w:rPr>
                  <w:rStyle w:val="DefaultParagraphFont"/>
                  <w:rFonts w:eastAsia="Microsoft YaHei UI" w:cstheme="minorBidi"/>
                  <w:i w:val="0"/>
                  <w:iCs w:val="0"/>
                  <w:noProof/>
                  <w:color w:val="4472C4" w:themeColor="accent1"/>
                  <w:sz w:val="22"/>
                  <w:szCs w:val="22"/>
                </w:rPr>
              </w:sdtEndPr>
              <w:sdtContent>
                <w:r w:rsidR="000927D0" w:rsidRPr="000927D0">
                  <w:rPr>
                    <w:i/>
                    <w:iCs/>
                    <w:color w:val="7F7F7F" w:themeColor="text1" w:themeTint="80"/>
                    <w:sz w:val="20"/>
                    <w:szCs w:val="20"/>
                    <w:shd w:val="clear" w:color="auto" w:fill="D9D9D9" w:themeFill="background1" w:themeFillShade="D9"/>
                  </w:rPr>
                  <w:t>Select</w:t>
                </w:r>
              </w:sdtContent>
            </w:sdt>
            <w:r w:rsidR="000927D0"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 xml:space="preserve"> </w:t>
            </w:r>
            <w:r w:rsidR="00865EFC" w:rsidRPr="00365798">
              <w:rPr>
                <w:rFonts w:ascii="Microsoft YaHei UI" w:eastAsia="Microsoft YaHei UI" w:hAnsi="Microsoft YaHei UI"/>
                <w:noProof/>
              </w:rPr>
              <w:tab/>
            </w:r>
            <w:r w:rsidR="00865EFC" w:rsidRPr="00365798">
              <w:t>Other</w:t>
            </w:r>
          </w:p>
        </w:tc>
      </w:tr>
      <w:tr w:rsidR="00D71B4B" w14:paraId="01C09A85" w14:textId="77777777" w:rsidTr="009E5854">
        <w:tc>
          <w:tcPr>
            <w:tcW w:w="10743" w:type="dxa"/>
            <w:gridSpan w:val="4"/>
            <w:tcBorders>
              <w:bottom w:val="single" w:sz="24" w:space="0" w:color="FFFFFF" w:themeColor="background1"/>
            </w:tcBorders>
            <w:shd w:val="clear" w:color="auto" w:fill="EFE8D9"/>
            <w:vAlign w:val="center"/>
          </w:tcPr>
          <w:p w14:paraId="00CE347F" w14:textId="77777777" w:rsidR="00D71B4B" w:rsidRPr="00D71B4B" w:rsidRDefault="009C35FC" w:rsidP="00D71B4B">
            <w:proofErr w:type="gramStart"/>
            <w:r>
              <w:t>2.1</w:t>
            </w:r>
            <w:r w:rsidR="001D4925">
              <w:t>1</w:t>
            </w:r>
            <w:r w:rsidR="00D71B4B" w:rsidRPr="00D71B4B">
              <w:t xml:space="preserve">  </w:t>
            </w:r>
            <w:r w:rsidR="007E5D87">
              <w:t>Select</w:t>
            </w:r>
            <w:proofErr w:type="gramEnd"/>
            <w:r w:rsidR="007E5D87">
              <w:t xml:space="preserve"> intended provision of housing option for planned additional employees</w:t>
            </w:r>
            <w:r w:rsidR="0070543E">
              <w:t>:</w:t>
            </w:r>
          </w:p>
        </w:tc>
      </w:tr>
      <w:tr w:rsidR="00D71B4B" w14:paraId="4857B314" w14:textId="77777777" w:rsidTr="009E5854">
        <w:tc>
          <w:tcPr>
            <w:tcW w:w="10743" w:type="dxa"/>
            <w:gridSpan w:val="4"/>
            <w:tcBorders>
              <w:bottom w:val="nil"/>
            </w:tcBorders>
            <w:shd w:val="clear" w:color="auto" w:fill="F2F2F2" w:themeFill="background1" w:themeFillShade="F2"/>
            <w:vAlign w:val="center"/>
          </w:tcPr>
          <w:p w14:paraId="54F4A480" w14:textId="77777777" w:rsidR="009426E3" w:rsidRPr="00865EFC" w:rsidRDefault="001C74C5" w:rsidP="00865EFC">
            <w:sdt>
              <w:sdtPr>
                <w:rPr>
                  <w:rFonts w:cstheme="minorHAnsi"/>
                  <w:b/>
                  <w:bCs/>
                  <w:sz w:val="20"/>
                  <w:szCs w:val="20"/>
                </w:rPr>
                <w:id w:val="-1768292080"/>
                <w14:checkbox>
                  <w14:checked w14:val="0"/>
                  <w14:checkedState w14:val="2612" w14:font="MS Gothic"/>
                  <w14:uncheckedState w14:val="2610" w14:font="MS Gothic"/>
                </w14:checkbox>
              </w:sdtPr>
              <w:sdtEndPr/>
              <w:sdtContent>
                <w:r w:rsidR="00E567D8">
                  <w:rPr>
                    <w:rFonts w:ascii="MS Gothic" w:eastAsia="MS Gothic" w:hAnsi="MS Gothic" w:cstheme="minorHAnsi" w:hint="eastAsia"/>
                    <w:b/>
                    <w:bCs/>
                    <w:sz w:val="20"/>
                    <w:szCs w:val="20"/>
                  </w:rPr>
                  <w:t>☐</w:t>
                </w:r>
              </w:sdtContent>
            </w:sdt>
            <w:r w:rsidR="00AA7A92" w:rsidRPr="00865EFC">
              <w:rPr>
                <w:noProof/>
              </w:rPr>
              <w:t xml:space="preserve"> </w:t>
            </w:r>
            <w:r w:rsidR="00D71B4B" w:rsidRPr="00865EFC">
              <w:rPr>
                <w:noProof/>
              </w:rPr>
              <w:t xml:space="preserve"> </w:t>
            </w:r>
            <w:r w:rsidR="009426E3" w:rsidRPr="00865EFC">
              <w:rPr>
                <w:noProof/>
              </w:rPr>
              <w:tab/>
            </w:r>
            <w:r w:rsidR="00D71B4B" w:rsidRPr="00865EFC">
              <w:rPr>
                <w:noProof/>
              </w:rPr>
              <w:t>Provided by NT Government - Government Employee Housing</w:t>
            </w:r>
            <w:r w:rsidR="00B653C7">
              <w:rPr>
                <w:noProof/>
              </w:rPr>
              <w:t>.</w:t>
            </w:r>
          </w:p>
        </w:tc>
      </w:tr>
      <w:tr w:rsidR="009E5854" w14:paraId="61FD09A3" w14:textId="77777777" w:rsidTr="009E5854">
        <w:tc>
          <w:tcPr>
            <w:tcW w:w="10743" w:type="dxa"/>
            <w:gridSpan w:val="4"/>
            <w:tcBorders>
              <w:top w:val="nil"/>
              <w:bottom w:val="nil"/>
            </w:tcBorders>
            <w:shd w:val="clear" w:color="auto" w:fill="F2F2F2" w:themeFill="background1" w:themeFillShade="F2"/>
            <w:vAlign w:val="center"/>
          </w:tcPr>
          <w:p w14:paraId="677DD90F" w14:textId="77777777" w:rsidR="009E5854" w:rsidRPr="00865EFC" w:rsidRDefault="001C74C5" w:rsidP="00865EFC">
            <w:pPr>
              <w:rPr>
                <w:noProof/>
              </w:rPr>
            </w:pPr>
            <w:sdt>
              <w:sdtPr>
                <w:rPr>
                  <w:rFonts w:cstheme="minorHAnsi"/>
                  <w:b/>
                  <w:bCs/>
                  <w:sz w:val="20"/>
                  <w:szCs w:val="20"/>
                </w:rPr>
                <w:id w:val="1832175996"/>
                <w14:checkbox>
                  <w14:checked w14:val="0"/>
                  <w14:checkedState w14:val="2612" w14:font="MS Gothic"/>
                  <w14:uncheckedState w14:val="2610" w14:font="MS Gothic"/>
                </w14:checkbox>
              </w:sdtPr>
              <w:sdtEndPr/>
              <w:sdtContent>
                <w:r w:rsidR="00EC14B7">
                  <w:rPr>
                    <w:rFonts w:ascii="MS Gothic" w:eastAsia="MS Gothic" w:hAnsi="MS Gothic" w:cstheme="minorHAnsi" w:hint="eastAsia"/>
                    <w:b/>
                    <w:bCs/>
                    <w:sz w:val="20"/>
                    <w:szCs w:val="20"/>
                  </w:rPr>
                  <w:t>☐</w:t>
                </w:r>
              </w:sdtContent>
            </w:sdt>
            <w:r w:rsidR="00AA7A92" w:rsidRPr="00865EFC">
              <w:rPr>
                <w:noProof/>
              </w:rPr>
              <w:t xml:space="preserve">  </w:t>
            </w:r>
            <w:r w:rsidR="009E5854" w:rsidRPr="00865EFC">
              <w:rPr>
                <w:noProof/>
              </w:rPr>
              <w:t xml:space="preserve"> </w:t>
            </w:r>
            <w:r w:rsidR="009E5854" w:rsidRPr="00865EFC">
              <w:rPr>
                <w:noProof/>
              </w:rPr>
              <w:tab/>
              <w:t>Applicant is an Approved Managing Entity</w:t>
            </w:r>
            <w:r w:rsidR="00B653C7">
              <w:rPr>
                <w:noProof/>
              </w:rPr>
              <w:t xml:space="preserve">, </w:t>
            </w:r>
            <w:r w:rsidR="009E5854" w:rsidRPr="00865EFC">
              <w:rPr>
                <w:noProof/>
              </w:rPr>
              <w:t xml:space="preserve">housing </w:t>
            </w:r>
            <w:r w:rsidR="00B653C7">
              <w:rPr>
                <w:noProof/>
              </w:rPr>
              <w:t>will be</w:t>
            </w:r>
            <w:r w:rsidR="009E5854" w:rsidRPr="00865EFC">
              <w:rPr>
                <w:noProof/>
              </w:rPr>
              <w:t xml:space="preserve"> </w:t>
            </w:r>
            <w:r w:rsidR="00B653C7">
              <w:rPr>
                <w:noProof/>
              </w:rPr>
              <w:t>allocated from</w:t>
            </w:r>
            <w:r w:rsidR="009E5854" w:rsidRPr="00865EFC">
              <w:rPr>
                <w:noProof/>
              </w:rPr>
              <w:t xml:space="preserve"> applicant’s approved housing stock</w:t>
            </w:r>
            <w:r w:rsidR="00B653C7">
              <w:rPr>
                <w:noProof/>
              </w:rPr>
              <w:t>.</w:t>
            </w:r>
          </w:p>
        </w:tc>
      </w:tr>
      <w:tr w:rsidR="009E5854" w14:paraId="76F34110" w14:textId="77777777" w:rsidTr="009E5854">
        <w:tc>
          <w:tcPr>
            <w:tcW w:w="10743" w:type="dxa"/>
            <w:gridSpan w:val="4"/>
            <w:tcBorders>
              <w:top w:val="nil"/>
              <w:bottom w:val="nil"/>
            </w:tcBorders>
            <w:shd w:val="clear" w:color="auto" w:fill="F2F2F2" w:themeFill="background1" w:themeFillShade="F2"/>
            <w:vAlign w:val="center"/>
          </w:tcPr>
          <w:p w14:paraId="43678F5A" w14:textId="77777777" w:rsidR="009E5854" w:rsidRPr="00865EFC" w:rsidRDefault="001C74C5" w:rsidP="00865EFC">
            <w:pPr>
              <w:rPr>
                <w:noProof/>
              </w:rPr>
            </w:pPr>
            <w:sdt>
              <w:sdtPr>
                <w:rPr>
                  <w:rFonts w:cstheme="minorHAnsi"/>
                  <w:b/>
                  <w:bCs/>
                  <w:sz w:val="20"/>
                  <w:szCs w:val="20"/>
                </w:rPr>
                <w:id w:val="-1031415270"/>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865EFC">
              <w:rPr>
                <w:noProof/>
              </w:rPr>
              <w:t xml:space="preserve"> </w:t>
            </w:r>
            <w:r w:rsidR="009E5854" w:rsidRPr="00865EFC">
              <w:rPr>
                <w:noProof/>
              </w:rPr>
              <w:t xml:space="preserve"> </w:t>
            </w:r>
            <w:r w:rsidR="009E5854" w:rsidRPr="00865EFC">
              <w:rPr>
                <w:noProof/>
              </w:rPr>
              <w:tab/>
              <w:t>Application for additional housing included in Section 3 of this request</w:t>
            </w:r>
            <w:r w:rsidR="00B653C7">
              <w:rPr>
                <w:noProof/>
              </w:rPr>
              <w:t>.</w:t>
            </w:r>
          </w:p>
        </w:tc>
      </w:tr>
      <w:tr w:rsidR="009E5854" w14:paraId="3545B0DF" w14:textId="77777777" w:rsidTr="009E5854">
        <w:tc>
          <w:tcPr>
            <w:tcW w:w="10743" w:type="dxa"/>
            <w:gridSpan w:val="4"/>
            <w:tcBorders>
              <w:top w:val="nil"/>
              <w:bottom w:val="nil"/>
            </w:tcBorders>
            <w:shd w:val="clear" w:color="auto" w:fill="F2F2F2" w:themeFill="background1" w:themeFillShade="F2"/>
            <w:vAlign w:val="center"/>
          </w:tcPr>
          <w:p w14:paraId="6D140D0E" w14:textId="77777777" w:rsidR="009E5854" w:rsidRPr="00865EFC" w:rsidRDefault="001C74C5" w:rsidP="00865EFC">
            <w:pPr>
              <w:rPr>
                <w:noProof/>
              </w:rPr>
            </w:pPr>
            <w:sdt>
              <w:sdtPr>
                <w:rPr>
                  <w:rFonts w:cstheme="minorHAnsi"/>
                  <w:b/>
                  <w:bCs/>
                  <w:sz w:val="20"/>
                  <w:szCs w:val="20"/>
                </w:rPr>
                <w:id w:val="1708059320"/>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865EFC">
              <w:rPr>
                <w:noProof/>
              </w:rPr>
              <w:t xml:space="preserve"> </w:t>
            </w:r>
            <w:r w:rsidR="009E5854" w:rsidRPr="00865EFC">
              <w:rPr>
                <w:noProof/>
              </w:rPr>
              <w:t xml:space="preserve"> </w:t>
            </w:r>
            <w:r w:rsidR="009E5854" w:rsidRPr="00865EFC">
              <w:rPr>
                <w:noProof/>
              </w:rPr>
              <w:tab/>
              <w:t xml:space="preserve">Not yet needed, </w:t>
            </w:r>
            <w:r w:rsidR="00B653C7">
              <w:rPr>
                <w:noProof/>
              </w:rPr>
              <w:t>forecast housing demand provided and a new application will be submitted</w:t>
            </w:r>
            <w:r w:rsidR="009E5854" w:rsidRPr="00865EFC">
              <w:rPr>
                <w:noProof/>
              </w:rPr>
              <w:t xml:space="preserve"> when required</w:t>
            </w:r>
            <w:r w:rsidR="00B653C7">
              <w:rPr>
                <w:noProof/>
              </w:rPr>
              <w:t>.</w:t>
            </w:r>
          </w:p>
        </w:tc>
      </w:tr>
      <w:tr w:rsidR="009E5854" w14:paraId="6E73AF9C" w14:textId="77777777" w:rsidTr="009E5854">
        <w:tc>
          <w:tcPr>
            <w:tcW w:w="10743" w:type="dxa"/>
            <w:gridSpan w:val="4"/>
            <w:tcBorders>
              <w:top w:val="nil"/>
            </w:tcBorders>
            <w:shd w:val="clear" w:color="auto" w:fill="F2F2F2" w:themeFill="background1" w:themeFillShade="F2"/>
            <w:vAlign w:val="center"/>
          </w:tcPr>
          <w:p w14:paraId="4D9F2C4F" w14:textId="77777777" w:rsidR="009E5854" w:rsidRPr="00865EFC" w:rsidRDefault="001C74C5" w:rsidP="00865EFC">
            <w:pPr>
              <w:rPr>
                <w:rFonts w:cstheme="minorHAnsi"/>
                <w:noProof/>
              </w:rPr>
            </w:pPr>
            <w:sdt>
              <w:sdtPr>
                <w:rPr>
                  <w:rFonts w:cstheme="minorHAnsi"/>
                  <w:b/>
                  <w:bCs/>
                  <w:sz w:val="20"/>
                  <w:szCs w:val="20"/>
                </w:rPr>
                <w:id w:val="482271532"/>
                <w14:checkbox>
                  <w14:checked w14:val="0"/>
                  <w14:checkedState w14:val="2612" w14:font="MS Gothic"/>
                  <w14:uncheckedState w14:val="2610" w14:font="MS Gothic"/>
                </w14:checkbox>
              </w:sdtPr>
              <w:sdtEndPr/>
              <w:sdtContent>
                <w:r w:rsidR="00AA7A92" w:rsidRPr="006D347C">
                  <w:rPr>
                    <w:rFonts w:ascii="MS Gothic" w:eastAsia="MS Gothic" w:hAnsi="MS Gothic" w:cstheme="minorHAnsi" w:hint="eastAsia"/>
                    <w:b/>
                    <w:bCs/>
                    <w:sz w:val="20"/>
                    <w:szCs w:val="20"/>
                  </w:rPr>
                  <w:t>☐</w:t>
                </w:r>
              </w:sdtContent>
            </w:sdt>
            <w:r w:rsidR="00AA7A92" w:rsidRPr="006D347C">
              <w:t xml:space="preserve"> </w:t>
            </w:r>
            <w:r w:rsidR="009E5854" w:rsidRPr="006D347C">
              <w:t xml:space="preserve"> </w:t>
            </w:r>
            <w:r w:rsidR="009E5854" w:rsidRPr="006D347C">
              <w:tab/>
              <w:t xml:space="preserve">Other, </w:t>
            </w:r>
            <w:r w:rsidR="006D347C">
              <w:t>specify</w:t>
            </w:r>
            <w:r w:rsidR="009E5854" w:rsidRPr="006D347C">
              <w:t>:</w:t>
            </w:r>
            <w:r w:rsidR="009E5854" w:rsidRPr="006D347C">
              <w:rPr>
                <w:noProof/>
              </w:rPr>
              <w:t xml:space="preserve">  </w:t>
            </w:r>
            <w:r w:rsidR="00E00E9B" w:rsidRPr="006D347C">
              <w:rPr>
                <w:rStyle w:val="FormTextChar"/>
                <w:color w:val="auto"/>
              </w:rPr>
              <w:t xml:space="preserve"> </w:t>
            </w:r>
            <w:r w:rsidR="006D347C">
              <w:rPr>
                <w:rStyle w:val="FormTextChar"/>
              </w:rPr>
              <w:t xml:space="preserve">  </w:t>
            </w:r>
            <w:sdt>
              <w:sdtPr>
                <w:rPr>
                  <w:rStyle w:val="Emphasis"/>
                </w:rPr>
                <w:alias w:val="Type here"/>
                <w:tag w:val="Type here"/>
                <w:id w:val="42644306"/>
                <w:placeholder>
                  <w:docPart w:val="66BAA54B7C2D4175B1D70DA3F52A03CC"/>
                </w:placeholder>
                <w:showingPlcHdr/>
                <w:text w:multiLine="1"/>
              </w:sdtPr>
              <w:sdtEndPr>
                <w:rPr>
                  <w:rStyle w:val="PlaceholderText"/>
                  <w:b w:val="0"/>
                  <w:i w:val="0"/>
                  <w:iCs w:val="0"/>
                  <w:color w:val="7F7F7F" w:themeColor="text1" w:themeTint="80"/>
                  <w:sz w:val="22"/>
                  <w:szCs w:val="20"/>
                </w:rPr>
              </w:sdtEndPr>
              <w:sdtContent>
                <w:r w:rsidR="006D347C" w:rsidRPr="006D347C">
                  <w:rPr>
                    <w:i/>
                    <w:iCs/>
                    <w:color w:val="767171" w:themeColor="background2" w:themeShade="80"/>
                    <w:szCs w:val="20"/>
                    <w:shd w:val="clear" w:color="auto" w:fill="D9D9D9" w:themeFill="background1" w:themeFillShade="D9"/>
                  </w:rPr>
                  <w:t>Type here</w:t>
                </w:r>
              </w:sdtContent>
            </w:sdt>
          </w:p>
        </w:tc>
      </w:tr>
    </w:tbl>
    <w:p w14:paraId="6724D680" w14:textId="77777777" w:rsidR="00A01AD7" w:rsidRDefault="00A01AD7" w:rsidP="00966C35">
      <w:pPr>
        <w:rPr>
          <w:sz w:val="4"/>
          <w:szCs w:val="4"/>
        </w:rPr>
      </w:pPr>
    </w:p>
    <w:p w14:paraId="0B45DCD2" w14:textId="77777777" w:rsidR="00A01AD7" w:rsidRDefault="00A01AD7">
      <w:pPr>
        <w:spacing w:before="0" w:after="160" w:line="259" w:lineRule="auto"/>
        <w:jc w:val="left"/>
        <w:rPr>
          <w:sz w:val="4"/>
          <w:szCs w:val="4"/>
        </w:rPr>
      </w:pPr>
      <w:r>
        <w:rPr>
          <w:sz w:val="4"/>
          <w:szCs w:val="4"/>
        </w:rPr>
        <w:br w:type="page"/>
      </w:r>
    </w:p>
    <w:p w14:paraId="1235227C" w14:textId="77777777" w:rsidR="00966C35" w:rsidRPr="00C21B86" w:rsidRDefault="00966C35" w:rsidP="00966C35">
      <w:pPr>
        <w:rPr>
          <w:sz w:val="4"/>
          <w:szCs w:val="4"/>
        </w:rPr>
      </w:pPr>
    </w:p>
    <w:tbl>
      <w:tblPr>
        <w:tblStyle w:val="TableGrid"/>
        <w:tblpPr w:leftFromText="181" w:rightFromText="181" w:vertAnchor="text" w:horzAnchor="margin" w:tblpX="-317" w:tblpY="1"/>
        <w:tblOverlap w:val="never"/>
        <w:tblW w:w="1074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10743"/>
      </w:tblGrid>
      <w:tr w:rsidR="00175F66" w14:paraId="7CA11020" w14:textId="77777777" w:rsidTr="00365798">
        <w:tc>
          <w:tcPr>
            <w:tcW w:w="10743" w:type="dxa"/>
            <w:shd w:val="clear" w:color="auto" w:fill="E0D0B4"/>
            <w:vAlign w:val="center"/>
          </w:tcPr>
          <w:p w14:paraId="1B789962" w14:textId="77777777" w:rsidR="00175F66" w:rsidRDefault="00175F66" w:rsidP="00A01AD7">
            <w:pPr>
              <w:pStyle w:val="Heading1"/>
              <w:keepNext/>
              <w:keepLines/>
              <w:framePr w:hSpace="0" w:wrap="auto" w:vAnchor="margin" w:hAnchor="text" w:xAlign="left" w:yAlign="inline"/>
              <w:suppressOverlap w:val="0"/>
              <w:outlineLvl w:val="0"/>
              <w:rPr>
                <w:noProof/>
              </w:rPr>
            </w:pPr>
            <w:r>
              <w:rPr>
                <w:noProof/>
              </w:rPr>
              <w:t>ALIGNMENT OF BUSINESS OPERATIONS AND SERVICES WITH THE MASTERPLAN</w:t>
            </w:r>
          </w:p>
        </w:tc>
      </w:tr>
      <w:tr w:rsidR="0037543B" w14:paraId="4894DF8E" w14:textId="77777777" w:rsidTr="0037543B">
        <w:tc>
          <w:tcPr>
            <w:tcW w:w="10743" w:type="dxa"/>
            <w:tcBorders>
              <w:bottom w:val="single" w:sz="24" w:space="0" w:color="FFFFFF" w:themeColor="background1"/>
            </w:tcBorders>
            <w:shd w:val="clear" w:color="auto" w:fill="E0D0B4"/>
            <w:vAlign w:val="center"/>
          </w:tcPr>
          <w:p w14:paraId="49F49F6C" w14:textId="77777777" w:rsidR="0037543B" w:rsidRPr="0037543B" w:rsidRDefault="0037543B" w:rsidP="00A01AD7">
            <w:pPr>
              <w:pStyle w:val="Heading1"/>
              <w:keepNext/>
              <w:keepLines/>
              <w:framePr w:hSpace="0" w:wrap="auto" w:vAnchor="margin" w:hAnchor="text" w:xAlign="left" w:yAlign="inline"/>
              <w:suppressOverlap w:val="0"/>
              <w:outlineLvl w:val="0"/>
              <w:rPr>
                <w:b w:val="0"/>
                <w:bCs w:val="0"/>
                <w:noProof/>
              </w:rPr>
            </w:pPr>
            <w:r w:rsidRPr="0037543B">
              <w:rPr>
                <w:b w:val="0"/>
                <w:bCs w:val="0"/>
                <w:noProof/>
              </w:rPr>
              <w:t>How does your business align with the following Masterplan Goals?</w:t>
            </w:r>
            <w:r w:rsidR="001C6403">
              <w:rPr>
                <w:b w:val="0"/>
                <w:bCs w:val="0"/>
                <w:noProof/>
              </w:rPr>
              <w:t xml:space="preserve"> </w:t>
            </w:r>
            <w:r w:rsidR="00B653C7" w:rsidRPr="00B653C7">
              <w:rPr>
                <w:b w:val="0"/>
                <w:bCs w:val="0"/>
              </w:rPr>
              <w:t>*</w:t>
            </w:r>
            <w:r w:rsidR="00B653C7" w:rsidRPr="00B653C7">
              <w:rPr>
                <w:b w:val="0"/>
                <w:bCs w:val="0"/>
                <w:i/>
                <w:iCs/>
                <w:sz w:val="18"/>
                <w:szCs w:val="18"/>
              </w:rPr>
              <w:t>Note: this section will be used to assess applications for consistency with the Masterplan as required under clause 2.6 of the Jabiru Town Plan</w:t>
            </w:r>
            <w:r w:rsidR="00B653C7">
              <w:rPr>
                <w:b w:val="0"/>
                <w:bCs w:val="0"/>
                <w:i/>
                <w:iCs/>
                <w:sz w:val="18"/>
                <w:szCs w:val="18"/>
              </w:rPr>
              <w:t>.</w:t>
            </w:r>
          </w:p>
        </w:tc>
      </w:tr>
      <w:tr w:rsidR="00F71252" w14:paraId="4E035A5D" w14:textId="77777777" w:rsidTr="0037543B">
        <w:tc>
          <w:tcPr>
            <w:tcW w:w="10743" w:type="dxa"/>
            <w:tcBorders>
              <w:bottom w:val="nil"/>
            </w:tcBorders>
            <w:shd w:val="clear" w:color="auto" w:fill="EFE8D9"/>
          </w:tcPr>
          <w:p w14:paraId="125124F4" w14:textId="77777777" w:rsidR="00F71252" w:rsidRPr="00F216E4" w:rsidRDefault="00F71252" w:rsidP="00A01AD7">
            <w:pPr>
              <w:keepLines/>
              <w:spacing w:before="0" w:after="0"/>
            </w:pPr>
            <w:proofErr w:type="gramStart"/>
            <w:r w:rsidRPr="00F216E4">
              <w:t xml:space="preserve">2.13 </w:t>
            </w:r>
            <w:r w:rsidR="00BF299F">
              <w:t xml:space="preserve"> </w:t>
            </w:r>
            <w:r w:rsidR="00AD10F0" w:rsidRPr="00F216E4">
              <w:t>INDIGENOUS</w:t>
            </w:r>
            <w:proofErr w:type="gramEnd"/>
            <w:r w:rsidR="00AD10F0" w:rsidRPr="00F216E4">
              <w:t xml:space="preserve"> OWNERSHIP</w:t>
            </w:r>
          </w:p>
        </w:tc>
      </w:tr>
      <w:tr w:rsidR="0037543B" w14:paraId="4F254B26" w14:textId="77777777" w:rsidTr="0037543B">
        <w:tc>
          <w:tcPr>
            <w:tcW w:w="10743" w:type="dxa"/>
            <w:tcBorders>
              <w:top w:val="nil"/>
              <w:bottom w:val="nil"/>
            </w:tcBorders>
            <w:shd w:val="clear" w:color="auto" w:fill="EFE8D9"/>
          </w:tcPr>
          <w:p w14:paraId="71AE84B0" w14:textId="77777777" w:rsidR="0037543B" w:rsidRPr="00F216E4" w:rsidRDefault="0037543B" w:rsidP="00A01AD7">
            <w:pPr>
              <w:keepLines/>
              <w:spacing w:before="0" w:after="0"/>
            </w:pPr>
            <w:r w:rsidRPr="00F216E4">
              <w:rPr>
                <w:sz w:val="18"/>
                <w:szCs w:val="18"/>
              </w:rPr>
              <w:t>‘The town celebrates the traditional ownership of the Mirarr people and is founded on an agreement with the traditional owners for the current and future use of the land for the benefit of the local community, the region and the interests and values of Kakadu National Park.’</w:t>
            </w:r>
          </w:p>
        </w:tc>
      </w:tr>
      <w:tr w:rsidR="000927D0" w14:paraId="77D0D1DC" w14:textId="77777777" w:rsidTr="0037543B">
        <w:tc>
          <w:tcPr>
            <w:tcW w:w="10743" w:type="dxa"/>
            <w:tcBorders>
              <w:top w:val="nil"/>
              <w:bottom w:val="single" w:sz="24" w:space="0" w:color="FFFFFF" w:themeColor="background1"/>
            </w:tcBorders>
            <w:shd w:val="clear" w:color="auto" w:fill="F2F2F2" w:themeFill="background1" w:themeFillShade="F2"/>
          </w:tcPr>
          <w:p w14:paraId="64C0CA58" w14:textId="77777777" w:rsidR="000927D0" w:rsidRDefault="001C74C5" w:rsidP="00A01AD7">
            <w:pPr>
              <w:keepLines/>
              <w:jc w:val="left"/>
              <w:rPr>
                <w:sz w:val="20"/>
                <w:szCs w:val="20"/>
              </w:rPr>
            </w:pPr>
            <w:sdt>
              <w:sdtPr>
                <w:alias w:val="Type here"/>
                <w:tag w:val="Type here"/>
                <w:id w:val="-1838913473"/>
                <w:placeholder>
                  <w:docPart w:val="2221D32A41E64540AF2A10C7B27D9912"/>
                </w:placeholder>
                <w:showingPlcHdr/>
                <w:text w:multiLine="1"/>
              </w:sdtPr>
              <w:sdtEndPr/>
              <w:sdtContent>
                <w:r w:rsidR="008D5A0C" w:rsidRPr="00CB5353">
                  <w:rPr>
                    <w:i/>
                    <w:iCs/>
                    <w:color w:val="767171" w:themeColor="background2" w:themeShade="80"/>
                    <w:sz w:val="20"/>
                    <w:szCs w:val="18"/>
                    <w:shd w:val="clear" w:color="auto" w:fill="D9D9D9" w:themeFill="background1" w:themeFillShade="D9"/>
                  </w:rPr>
                  <w:t>Type here</w:t>
                </w:r>
              </w:sdtContent>
            </w:sdt>
          </w:p>
          <w:p w14:paraId="531F6E21" w14:textId="77777777" w:rsidR="000927D0" w:rsidRPr="000927D0" w:rsidRDefault="000927D0" w:rsidP="00A01AD7">
            <w:pPr>
              <w:keepLines/>
              <w:rPr>
                <w:sz w:val="28"/>
                <w:szCs w:val="28"/>
              </w:rPr>
            </w:pPr>
          </w:p>
        </w:tc>
      </w:tr>
      <w:tr w:rsidR="000927D0" w14:paraId="77DEC4ED" w14:textId="77777777" w:rsidTr="0037543B">
        <w:tc>
          <w:tcPr>
            <w:tcW w:w="10743" w:type="dxa"/>
            <w:tcBorders>
              <w:bottom w:val="nil"/>
            </w:tcBorders>
            <w:shd w:val="clear" w:color="auto" w:fill="EFE8D9"/>
          </w:tcPr>
          <w:p w14:paraId="210FD804" w14:textId="77777777" w:rsidR="000927D0" w:rsidRPr="00F216E4" w:rsidRDefault="000927D0" w:rsidP="00A01AD7">
            <w:pPr>
              <w:keepNext/>
              <w:keepLines/>
              <w:spacing w:before="0" w:after="0"/>
            </w:pPr>
            <w:proofErr w:type="gramStart"/>
            <w:r w:rsidRPr="00F216E4">
              <w:t xml:space="preserve">2.14 </w:t>
            </w:r>
            <w:r w:rsidR="00BF299F">
              <w:t xml:space="preserve"> </w:t>
            </w:r>
            <w:r w:rsidRPr="00F216E4">
              <w:t>NATIONAL</w:t>
            </w:r>
            <w:proofErr w:type="gramEnd"/>
            <w:r w:rsidRPr="00F216E4">
              <w:t xml:space="preserve"> PARK TOWN</w:t>
            </w:r>
          </w:p>
        </w:tc>
      </w:tr>
      <w:tr w:rsidR="000927D0" w14:paraId="7EB2E1E3" w14:textId="77777777" w:rsidTr="0037543B">
        <w:tc>
          <w:tcPr>
            <w:tcW w:w="10743" w:type="dxa"/>
            <w:tcBorders>
              <w:top w:val="nil"/>
              <w:bottom w:val="nil"/>
            </w:tcBorders>
            <w:shd w:val="clear" w:color="auto" w:fill="EFE8D9"/>
          </w:tcPr>
          <w:p w14:paraId="3835B022" w14:textId="77777777" w:rsidR="000927D0" w:rsidRPr="00F216E4" w:rsidRDefault="000927D0" w:rsidP="00A01AD7">
            <w:pPr>
              <w:keepNext/>
              <w:keepLines/>
              <w:spacing w:before="0" w:after="0"/>
            </w:pPr>
            <w:r w:rsidRPr="00F216E4">
              <w:rPr>
                <w:sz w:val="18"/>
                <w:szCs w:val="18"/>
              </w:rPr>
              <w:t>‘The town celebrates its unique location through consistent building design, landscaping and civil works reflecting the World Heritage and national reserve status of Kakadu National Park with a theme and design utilising natural materials, textures and appearance.’</w:t>
            </w:r>
          </w:p>
        </w:tc>
      </w:tr>
      <w:tr w:rsidR="000927D0" w14:paraId="3D996D7D" w14:textId="77777777" w:rsidTr="0037543B">
        <w:tc>
          <w:tcPr>
            <w:tcW w:w="10743" w:type="dxa"/>
            <w:tcBorders>
              <w:top w:val="nil"/>
              <w:bottom w:val="single" w:sz="24" w:space="0" w:color="FFFFFF" w:themeColor="background1"/>
            </w:tcBorders>
            <w:shd w:val="clear" w:color="auto" w:fill="F2F2F2" w:themeFill="background1" w:themeFillShade="F2"/>
          </w:tcPr>
          <w:p w14:paraId="2F90C3FE" w14:textId="77777777" w:rsidR="000927D0" w:rsidRDefault="001C74C5" w:rsidP="00A01AD7">
            <w:pPr>
              <w:keepNext/>
              <w:keepLines/>
              <w:jc w:val="left"/>
              <w:rPr>
                <w:sz w:val="20"/>
                <w:szCs w:val="20"/>
              </w:rPr>
            </w:pPr>
            <w:sdt>
              <w:sdtPr>
                <w:alias w:val="Type here"/>
                <w:tag w:val="Type here"/>
                <w:id w:val="-150144002"/>
                <w:placeholder>
                  <w:docPart w:val="99D91FECD9A04938B0929A9B7AF156C7"/>
                </w:placeholder>
                <w:showingPlcHdr/>
                <w:text w:multiLine="1"/>
              </w:sdtPr>
              <w:sdtEndPr/>
              <w:sdtContent>
                <w:r w:rsidR="008D5A0C" w:rsidRPr="00CB5353">
                  <w:rPr>
                    <w:i/>
                    <w:iCs/>
                    <w:color w:val="767171" w:themeColor="background2" w:themeShade="80"/>
                    <w:sz w:val="20"/>
                    <w:szCs w:val="18"/>
                    <w:shd w:val="clear" w:color="auto" w:fill="D9D9D9" w:themeFill="background1" w:themeFillShade="D9"/>
                  </w:rPr>
                  <w:t>Type here</w:t>
                </w:r>
              </w:sdtContent>
            </w:sdt>
          </w:p>
          <w:p w14:paraId="5FBBAAEF" w14:textId="77777777" w:rsidR="000927D0" w:rsidRPr="007E1258" w:rsidRDefault="000927D0" w:rsidP="00A01AD7">
            <w:pPr>
              <w:keepNext/>
              <w:keepLines/>
              <w:rPr>
                <w:rFonts w:cstheme="minorHAnsi"/>
              </w:rPr>
            </w:pPr>
          </w:p>
        </w:tc>
      </w:tr>
      <w:tr w:rsidR="000927D0" w14:paraId="1A60ED26" w14:textId="77777777" w:rsidTr="0037543B">
        <w:tc>
          <w:tcPr>
            <w:tcW w:w="10743" w:type="dxa"/>
            <w:tcBorders>
              <w:bottom w:val="nil"/>
            </w:tcBorders>
            <w:shd w:val="clear" w:color="auto" w:fill="EFE8D9"/>
          </w:tcPr>
          <w:p w14:paraId="420A2602" w14:textId="77777777" w:rsidR="000927D0" w:rsidRPr="00F216E4" w:rsidRDefault="000927D0" w:rsidP="00A01AD7">
            <w:pPr>
              <w:keepNext/>
              <w:keepLines/>
              <w:spacing w:before="0" w:after="0"/>
            </w:pPr>
            <w:proofErr w:type="gramStart"/>
            <w:r w:rsidRPr="00F216E4">
              <w:t>2.15</w:t>
            </w:r>
            <w:r w:rsidR="00BF299F">
              <w:t xml:space="preserve"> </w:t>
            </w:r>
            <w:r w:rsidRPr="00F216E4">
              <w:t xml:space="preserve"> TOURISM</w:t>
            </w:r>
            <w:proofErr w:type="gramEnd"/>
            <w:r w:rsidRPr="00F216E4">
              <w:t xml:space="preserve"> TOWN</w:t>
            </w:r>
          </w:p>
        </w:tc>
      </w:tr>
      <w:tr w:rsidR="000927D0" w14:paraId="4877AC8C" w14:textId="77777777" w:rsidTr="0037543B">
        <w:tc>
          <w:tcPr>
            <w:tcW w:w="10743" w:type="dxa"/>
            <w:tcBorders>
              <w:top w:val="nil"/>
              <w:bottom w:val="nil"/>
            </w:tcBorders>
            <w:shd w:val="clear" w:color="auto" w:fill="EFE8D9"/>
          </w:tcPr>
          <w:p w14:paraId="13769D27" w14:textId="77777777" w:rsidR="000927D0" w:rsidRPr="00F216E4" w:rsidRDefault="000927D0" w:rsidP="00A01AD7">
            <w:pPr>
              <w:keepNext/>
              <w:keepLines/>
              <w:spacing w:before="0" w:after="0"/>
            </w:pPr>
            <w:r w:rsidRPr="00F216E4">
              <w:rPr>
                <w:sz w:val="18"/>
                <w:szCs w:val="18"/>
              </w:rPr>
              <w:t xml:space="preserve"> ‘The town is a key North Australian location for ecofriendly tourism, active outdoor tourism and Indigenous cultural tourism.’</w:t>
            </w:r>
          </w:p>
        </w:tc>
      </w:tr>
      <w:tr w:rsidR="000927D0" w14:paraId="08BAFB82" w14:textId="77777777" w:rsidTr="0037543B">
        <w:tc>
          <w:tcPr>
            <w:tcW w:w="10743" w:type="dxa"/>
            <w:tcBorders>
              <w:top w:val="nil"/>
              <w:bottom w:val="single" w:sz="24" w:space="0" w:color="FFFFFF" w:themeColor="background1"/>
            </w:tcBorders>
            <w:shd w:val="clear" w:color="auto" w:fill="F2F2F2" w:themeFill="background1" w:themeFillShade="F2"/>
          </w:tcPr>
          <w:p w14:paraId="3223465C" w14:textId="77777777" w:rsidR="00E00E9B" w:rsidRDefault="001C74C5" w:rsidP="00A01AD7">
            <w:pPr>
              <w:keepNext/>
              <w:keepLines/>
              <w:jc w:val="left"/>
              <w:rPr>
                <w:sz w:val="20"/>
                <w:szCs w:val="20"/>
              </w:rPr>
            </w:pPr>
            <w:sdt>
              <w:sdtPr>
                <w:alias w:val="Type here"/>
                <w:tag w:val="Type here"/>
                <w:id w:val="-1292666733"/>
                <w:placeholder>
                  <w:docPart w:val="19CA5329972040DEB500EB7DBB666EB0"/>
                </w:placeholder>
                <w:showingPlcHdr/>
                <w:text w:multiLine="1"/>
              </w:sdtPr>
              <w:sdtEndPr/>
              <w:sdtContent>
                <w:r w:rsidR="008D5A0C" w:rsidRPr="00CB5353">
                  <w:rPr>
                    <w:i/>
                    <w:iCs/>
                    <w:color w:val="767171" w:themeColor="background2" w:themeShade="80"/>
                    <w:sz w:val="20"/>
                    <w:szCs w:val="18"/>
                    <w:shd w:val="clear" w:color="auto" w:fill="D9D9D9" w:themeFill="background1" w:themeFillShade="D9"/>
                  </w:rPr>
                  <w:t>Type here</w:t>
                </w:r>
              </w:sdtContent>
            </w:sdt>
          </w:p>
          <w:p w14:paraId="0E4F068D" w14:textId="77777777" w:rsidR="000927D0" w:rsidRPr="007E1258" w:rsidRDefault="000927D0" w:rsidP="00A01AD7">
            <w:pPr>
              <w:keepNext/>
              <w:keepLines/>
              <w:rPr>
                <w:rFonts w:cstheme="minorHAnsi"/>
              </w:rPr>
            </w:pPr>
          </w:p>
        </w:tc>
      </w:tr>
      <w:tr w:rsidR="000927D0" w14:paraId="69CD1CE9" w14:textId="77777777" w:rsidTr="0037543B">
        <w:tc>
          <w:tcPr>
            <w:tcW w:w="10743" w:type="dxa"/>
            <w:tcBorders>
              <w:bottom w:val="nil"/>
            </w:tcBorders>
            <w:shd w:val="clear" w:color="auto" w:fill="EFE8D9"/>
          </w:tcPr>
          <w:p w14:paraId="084F6B1E" w14:textId="77777777" w:rsidR="000927D0" w:rsidRPr="00F216E4" w:rsidRDefault="000927D0" w:rsidP="00A01AD7">
            <w:pPr>
              <w:keepNext/>
              <w:keepLines/>
              <w:spacing w:before="0" w:after="0"/>
            </w:pPr>
            <w:proofErr w:type="gramStart"/>
            <w:r w:rsidRPr="00F216E4">
              <w:t xml:space="preserve">2.16 </w:t>
            </w:r>
            <w:r w:rsidR="00BF299F">
              <w:t xml:space="preserve"> </w:t>
            </w:r>
            <w:r w:rsidRPr="00F216E4">
              <w:t>SUSTAINABLE</w:t>
            </w:r>
            <w:proofErr w:type="gramEnd"/>
            <w:r w:rsidRPr="00F216E4">
              <w:t xml:space="preserve"> AND RESOURCE EFFICIENT TOWN</w:t>
            </w:r>
          </w:p>
        </w:tc>
      </w:tr>
      <w:tr w:rsidR="000927D0" w14:paraId="7AA6C468" w14:textId="77777777" w:rsidTr="0037543B">
        <w:tc>
          <w:tcPr>
            <w:tcW w:w="10743" w:type="dxa"/>
            <w:tcBorders>
              <w:top w:val="nil"/>
              <w:bottom w:val="nil"/>
            </w:tcBorders>
            <w:shd w:val="clear" w:color="auto" w:fill="EFE8D9"/>
          </w:tcPr>
          <w:p w14:paraId="7CDB0DA1" w14:textId="77777777" w:rsidR="000927D0" w:rsidRPr="00F216E4" w:rsidRDefault="000927D0" w:rsidP="00A01AD7">
            <w:pPr>
              <w:keepNext/>
              <w:keepLines/>
              <w:spacing w:before="0" w:after="0"/>
            </w:pPr>
            <w:r w:rsidRPr="00F216E4">
              <w:rPr>
                <w:sz w:val="18"/>
                <w:szCs w:val="18"/>
              </w:rPr>
              <w:t>‘The town showcases carbon neutral technologies for a wet tropical environment’</w:t>
            </w:r>
          </w:p>
        </w:tc>
      </w:tr>
      <w:tr w:rsidR="000927D0" w14:paraId="14051450" w14:textId="77777777" w:rsidTr="0037543B">
        <w:tc>
          <w:tcPr>
            <w:tcW w:w="10743" w:type="dxa"/>
            <w:tcBorders>
              <w:top w:val="nil"/>
              <w:bottom w:val="single" w:sz="24" w:space="0" w:color="FFFFFF" w:themeColor="background1"/>
            </w:tcBorders>
            <w:shd w:val="clear" w:color="auto" w:fill="F2F2F2" w:themeFill="background1" w:themeFillShade="F2"/>
          </w:tcPr>
          <w:p w14:paraId="6AC9D1C6" w14:textId="77777777" w:rsidR="00E00E9B" w:rsidRDefault="001C74C5" w:rsidP="00A01AD7">
            <w:pPr>
              <w:keepNext/>
              <w:keepLines/>
              <w:jc w:val="left"/>
              <w:rPr>
                <w:sz w:val="20"/>
                <w:szCs w:val="20"/>
              </w:rPr>
            </w:pPr>
            <w:sdt>
              <w:sdtPr>
                <w:alias w:val="Type here"/>
                <w:tag w:val="Type here"/>
                <w:id w:val="1432008516"/>
                <w:placeholder>
                  <w:docPart w:val="C63AC8AE77C042FFABDE93357BD93258"/>
                </w:placeholder>
                <w:showingPlcHdr/>
                <w:text w:multiLine="1"/>
              </w:sdtPr>
              <w:sdtEndPr/>
              <w:sdtContent>
                <w:r w:rsidR="008D5A0C" w:rsidRPr="00CB5353">
                  <w:rPr>
                    <w:i/>
                    <w:iCs/>
                    <w:color w:val="767171" w:themeColor="background2" w:themeShade="80"/>
                    <w:sz w:val="20"/>
                    <w:szCs w:val="18"/>
                    <w:shd w:val="clear" w:color="auto" w:fill="D9D9D9" w:themeFill="background1" w:themeFillShade="D9"/>
                  </w:rPr>
                  <w:t>Type here</w:t>
                </w:r>
              </w:sdtContent>
            </w:sdt>
          </w:p>
          <w:p w14:paraId="5B818CD8" w14:textId="77777777" w:rsidR="000927D0" w:rsidRPr="007E1258" w:rsidRDefault="000927D0" w:rsidP="00A01AD7">
            <w:pPr>
              <w:keepNext/>
              <w:keepLines/>
            </w:pPr>
          </w:p>
        </w:tc>
      </w:tr>
      <w:tr w:rsidR="000927D0" w14:paraId="7FC0D1E6" w14:textId="77777777" w:rsidTr="0037543B">
        <w:tc>
          <w:tcPr>
            <w:tcW w:w="10743" w:type="dxa"/>
            <w:tcBorders>
              <w:bottom w:val="nil"/>
            </w:tcBorders>
            <w:shd w:val="clear" w:color="auto" w:fill="EFE8D9"/>
          </w:tcPr>
          <w:p w14:paraId="21E8EC60" w14:textId="77777777" w:rsidR="000927D0" w:rsidRPr="00F216E4" w:rsidRDefault="000927D0" w:rsidP="000927D0">
            <w:pPr>
              <w:spacing w:before="0" w:after="0"/>
            </w:pPr>
            <w:proofErr w:type="gramStart"/>
            <w:r w:rsidRPr="00F216E4">
              <w:t>2.17</w:t>
            </w:r>
            <w:r w:rsidR="00BF299F">
              <w:t xml:space="preserve"> </w:t>
            </w:r>
            <w:r w:rsidRPr="00F216E4">
              <w:t xml:space="preserve"> ICONIC</w:t>
            </w:r>
            <w:proofErr w:type="gramEnd"/>
            <w:r w:rsidRPr="00F216E4">
              <w:t xml:space="preserve"> CULTURAL HERITAGE DESTINATION</w:t>
            </w:r>
          </w:p>
        </w:tc>
      </w:tr>
      <w:tr w:rsidR="000927D0" w14:paraId="1D05AC32" w14:textId="77777777" w:rsidTr="0037543B">
        <w:tc>
          <w:tcPr>
            <w:tcW w:w="10743" w:type="dxa"/>
            <w:tcBorders>
              <w:top w:val="nil"/>
              <w:bottom w:val="nil"/>
            </w:tcBorders>
            <w:shd w:val="clear" w:color="auto" w:fill="EFE8D9"/>
          </w:tcPr>
          <w:p w14:paraId="23415925" w14:textId="77777777" w:rsidR="000927D0" w:rsidRPr="00F216E4" w:rsidRDefault="000927D0" w:rsidP="000927D0">
            <w:pPr>
              <w:spacing w:before="0" w:after="0"/>
            </w:pPr>
            <w:r w:rsidRPr="00F216E4">
              <w:rPr>
                <w:sz w:val="18"/>
                <w:szCs w:val="18"/>
              </w:rPr>
              <w:t>‘The town celebrates the unique Indigenous cultural heritage significance of the region and provides a gateway for the Australian community to engage with Indigenous culture.’</w:t>
            </w:r>
          </w:p>
        </w:tc>
      </w:tr>
      <w:tr w:rsidR="000927D0" w14:paraId="5E1F38F6" w14:textId="77777777" w:rsidTr="0037543B">
        <w:tc>
          <w:tcPr>
            <w:tcW w:w="10743" w:type="dxa"/>
            <w:tcBorders>
              <w:top w:val="nil"/>
              <w:bottom w:val="single" w:sz="24" w:space="0" w:color="FFFFFF" w:themeColor="background1"/>
            </w:tcBorders>
            <w:shd w:val="clear" w:color="auto" w:fill="F2F2F2" w:themeFill="background1" w:themeFillShade="F2"/>
          </w:tcPr>
          <w:p w14:paraId="7DABC623" w14:textId="77777777" w:rsidR="00E00E9B" w:rsidRDefault="001C74C5" w:rsidP="00FD2F67">
            <w:pPr>
              <w:jc w:val="left"/>
              <w:rPr>
                <w:sz w:val="20"/>
                <w:szCs w:val="20"/>
              </w:rPr>
            </w:pPr>
            <w:sdt>
              <w:sdtPr>
                <w:alias w:val="Type here"/>
                <w:tag w:val="Type here"/>
                <w:id w:val="1066451624"/>
                <w:placeholder>
                  <w:docPart w:val="057169E26BAD4DFAB79AF43785A21328"/>
                </w:placeholder>
                <w:showingPlcHdr/>
                <w:text w:multiLine="1"/>
              </w:sdtPr>
              <w:sdtEndPr/>
              <w:sdtContent>
                <w:r w:rsidR="008D5A0C" w:rsidRPr="00CB5353">
                  <w:rPr>
                    <w:i/>
                    <w:iCs/>
                    <w:color w:val="767171" w:themeColor="background2" w:themeShade="80"/>
                    <w:sz w:val="20"/>
                    <w:szCs w:val="18"/>
                    <w:shd w:val="clear" w:color="auto" w:fill="D9D9D9" w:themeFill="background1" w:themeFillShade="D9"/>
                  </w:rPr>
                  <w:t>Type here</w:t>
                </w:r>
              </w:sdtContent>
            </w:sdt>
          </w:p>
          <w:p w14:paraId="41DD33F6" w14:textId="77777777" w:rsidR="000927D0" w:rsidRPr="007E1258" w:rsidRDefault="000927D0" w:rsidP="000927D0">
            <w:pPr>
              <w:rPr>
                <w:rFonts w:cstheme="minorHAnsi"/>
              </w:rPr>
            </w:pPr>
          </w:p>
        </w:tc>
      </w:tr>
      <w:tr w:rsidR="000927D0" w14:paraId="18939125" w14:textId="77777777" w:rsidTr="0037543B">
        <w:tc>
          <w:tcPr>
            <w:tcW w:w="10743" w:type="dxa"/>
            <w:tcBorders>
              <w:bottom w:val="nil"/>
            </w:tcBorders>
            <w:shd w:val="clear" w:color="auto" w:fill="EFE8D9"/>
          </w:tcPr>
          <w:p w14:paraId="6ED911FA" w14:textId="77777777" w:rsidR="000927D0" w:rsidRPr="00F216E4" w:rsidRDefault="000927D0" w:rsidP="000927D0">
            <w:pPr>
              <w:spacing w:before="0" w:after="0"/>
            </w:pPr>
            <w:proofErr w:type="gramStart"/>
            <w:r w:rsidRPr="00F216E4">
              <w:t>2.18</w:t>
            </w:r>
            <w:r w:rsidR="00BF299F">
              <w:t xml:space="preserve"> </w:t>
            </w:r>
            <w:r w:rsidRPr="00F216E4">
              <w:t xml:space="preserve"> INDIGENOUS</w:t>
            </w:r>
            <w:proofErr w:type="gramEnd"/>
            <w:r w:rsidRPr="00F216E4">
              <w:t xml:space="preserve"> EMPLOYMENT &amp; ENTERPRISE CENTRE</w:t>
            </w:r>
          </w:p>
        </w:tc>
      </w:tr>
      <w:tr w:rsidR="000927D0" w14:paraId="13056703" w14:textId="77777777" w:rsidTr="0037543B">
        <w:tc>
          <w:tcPr>
            <w:tcW w:w="10743" w:type="dxa"/>
            <w:tcBorders>
              <w:top w:val="nil"/>
              <w:bottom w:val="nil"/>
            </w:tcBorders>
            <w:shd w:val="clear" w:color="auto" w:fill="EFE8D9"/>
          </w:tcPr>
          <w:p w14:paraId="7033EC84" w14:textId="77777777" w:rsidR="000927D0" w:rsidRPr="00F216E4" w:rsidRDefault="000927D0" w:rsidP="000927D0">
            <w:pPr>
              <w:spacing w:before="0" w:after="0"/>
            </w:pPr>
            <w:r w:rsidRPr="00F216E4">
              <w:rPr>
                <w:sz w:val="18"/>
                <w:szCs w:val="18"/>
              </w:rPr>
              <w:t>‘The town is a key location nationally for excellence and best practice in Indigenous land management knowledge and employment and supports bininj living on country in the northern section of Kakadu National Park.’</w:t>
            </w:r>
          </w:p>
        </w:tc>
      </w:tr>
      <w:tr w:rsidR="000927D0" w14:paraId="2B17054A" w14:textId="77777777" w:rsidTr="0037543B">
        <w:tc>
          <w:tcPr>
            <w:tcW w:w="10743" w:type="dxa"/>
            <w:tcBorders>
              <w:top w:val="nil"/>
              <w:bottom w:val="single" w:sz="24" w:space="0" w:color="FFFFFF" w:themeColor="background1"/>
            </w:tcBorders>
            <w:shd w:val="clear" w:color="auto" w:fill="F2F2F2" w:themeFill="background1" w:themeFillShade="F2"/>
          </w:tcPr>
          <w:p w14:paraId="514D96A9" w14:textId="77777777" w:rsidR="00E00E9B" w:rsidRDefault="001C74C5" w:rsidP="00FD2F67">
            <w:pPr>
              <w:jc w:val="left"/>
              <w:rPr>
                <w:sz w:val="20"/>
                <w:szCs w:val="20"/>
              </w:rPr>
            </w:pPr>
            <w:sdt>
              <w:sdtPr>
                <w:alias w:val="Type here"/>
                <w:tag w:val="Type here"/>
                <w:id w:val="518362683"/>
                <w:placeholder>
                  <w:docPart w:val="71121D7155FF49B0BD9AE532819E1AB7"/>
                </w:placeholder>
                <w:showingPlcHdr/>
                <w:text w:multiLine="1"/>
              </w:sdtPr>
              <w:sdtEndPr/>
              <w:sdtContent>
                <w:r w:rsidR="008D5A0C" w:rsidRPr="00CB5353">
                  <w:rPr>
                    <w:i/>
                    <w:iCs/>
                    <w:color w:val="767171" w:themeColor="background2" w:themeShade="80"/>
                    <w:sz w:val="20"/>
                    <w:szCs w:val="18"/>
                    <w:shd w:val="clear" w:color="auto" w:fill="D9D9D9" w:themeFill="background1" w:themeFillShade="D9"/>
                  </w:rPr>
                  <w:t>Type here</w:t>
                </w:r>
              </w:sdtContent>
            </w:sdt>
          </w:p>
          <w:p w14:paraId="2899B08E" w14:textId="77777777" w:rsidR="000927D0" w:rsidRPr="007E1258" w:rsidRDefault="000927D0" w:rsidP="000927D0">
            <w:pPr>
              <w:rPr>
                <w:rFonts w:cstheme="minorHAnsi"/>
                <w:sz w:val="20"/>
                <w:szCs w:val="20"/>
              </w:rPr>
            </w:pPr>
          </w:p>
        </w:tc>
      </w:tr>
      <w:tr w:rsidR="000927D0" w14:paraId="0B92B22C" w14:textId="77777777" w:rsidTr="0037543B">
        <w:tc>
          <w:tcPr>
            <w:tcW w:w="10743" w:type="dxa"/>
            <w:tcBorders>
              <w:bottom w:val="nil"/>
            </w:tcBorders>
            <w:shd w:val="clear" w:color="auto" w:fill="EFE8D9"/>
          </w:tcPr>
          <w:p w14:paraId="2D32A939" w14:textId="77777777" w:rsidR="000927D0" w:rsidRPr="00F216E4" w:rsidRDefault="000927D0" w:rsidP="000927D0">
            <w:pPr>
              <w:spacing w:before="0" w:after="0"/>
            </w:pPr>
            <w:proofErr w:type="gramStart"/>
            <w:r w:rsidRPr="00F216E4">
              <w:t xml:space="preserve">2.19 </w:t>
            </w:r>
            <w:r w:rsidR="00BF299F">
              <w:t xml:space="preserve"> </w:t>
            </w:r>
            <w:r w:rsidRPr="00F216E4">
              <w:t>SUSTAINABLE</w:t>
            </w:r>
            <w:proofErr w:type="gramEnd"/>
            <w:r w:rsidRPr="00F216E4">
              <w:t xml:space="preserve"> RESIDENTIAL POPULATION</w:t>
            </w:r>
          </w:p>
        </w:tc>
      </w:tr>
      <w:tr w:rsidR="000927D0" w14:paraId="008419EA" w14:textId="77777777" w:rsidTr="0037543B">
        <w:tc>
          <w:tcPr>
            <w:tcW w:w="10743" w:type="dxa"/>
            <w:tcBorders>
              <w:top w:val="nil"/>
              <w:bottom w:val="nil"/>
            </w:tcBorders>
            <w:shd w:val="clear" w:color="auto" w:fill="EFE8D9"/>
          </w:tcPr>
          <w:p w14:paraId="15C9F9E2" w14:textId="77777777" w:rsidR="000927D0" w:rsidRPr="00F216E4" w:rsidRDefault="000927D0" w:rsidP="000927D0">
            <w:pPr>
              <w:spacing w:before="0" w:after="0"/>
            </w:pPr>
            <w:r w:rsidRPr="00F216E4">
              <w:rPr>
                <w:sz w:val="18"/>
                <w:szCs w:val="18"/>
              </w:rPr>
              <w:t>‘The town attracts and retains long term residents to achieve a sustainable population commensurate with the town’s goals and compatible with Kakadu National Park.’</w:t>
            </w:r>
          </w:p>
        </w:tc>
      </w:tr>
      <w:tr w:rsidR="000927D0" w14:paraId="2CC9DC45" w14:textId="77777777" w:rsidTr="0037543B">
        <w:tc>
          <w:tcPr>
            <w:tcW w:w="10743" w:type="dxa"/>
            <w:tcBorders>
              <w:top w:val="nil"/>
              <w:bottom w:val="single" w:sz="24" w:space="0" w:color="FFFFFF" w:themeColor="background1"/>
            </w:tcBorders>
            <w:shd w:val="clear" w:color="auto" w:fill="F2F2F2" w:themeFill="background1" w:themeFillShade="F2"/>
          </w:tcPr>
          <w:p w14:paraId="66E2CC12" w14:textId="77777777" w:rsidR="00E00E9B" w:rsidRDefault="001C74C5" w:rsidP="00FD2F67">
            <w:pPr>
              <w:jc w:val="left"/>
              <w:rPr>
                <w:sz w:val="20"/>
                <w:szCs w:val="20"/>
              </w:rPr>
            </w:pPr>
            <w:sdt>
              <w:sdtPr>
                <w:alias w:val="Type here"/>
                <w:tag w:val="Type here"/>
                <w:id w:val="950440301"/>
                <w:placeholder>
                  <w:docPart w:val="94816BA4371449328697669690EBCF6A"/>
                </w:placeholder>
                <w:showingPlcHdr/>
                <w:text w:multiLine="1"/>
              </w:sdtPr>
              <w:sdtEndPr/>
              <w:sdtContent>
                <w:r w:rsidR="008D5A0C" w:rsidRPr="00CB5353">
                  <w:rPr>
                    <w:i/>
                    <w:iCs/>
                    <w:color w:val="767171" w:themeColor="background2" w:themeShade="80"/>
                    <w:sz w:val="20"/>
                    <w:szCs w:val="18"/>
                    <w:shd w:val="clear" w:color="auto" w:fill="D9D9D9" w:themeFill="background1" w:themeFillShade="D9"/>
                  </w:rPr>
                  <w:t>Type here</w:t>
                </w:r>
              </w:sdtContent>
            </w:sdt>
          </w:p>
          <w:p w14:paraId="25BBB2DF" w14:textId="77777777" w:rsidR="000927D0" w:rsidRPr="007E1258" w:rsidRDefault="000927D0" w:rsidP="000927D0">
            <w:pPr>
              <w:rPr>
                <w:rFonts w:cstheme="minorHAnsi"/>
              </w:rPr>
            </w:pPr>
          </w:p>
        </w:tc>
      </w:tr>
      <w:tr w:rsidR="000927D0" w14:paraId="38277327" w14:textId="77777777" w:rsidTr="0037543B">
        <w:tc>
          <w:tcPr>
            <w:tcW w:w="10743" w:type="dxa"/>
            <w:tcBorders>
              <w:bottom w:val="nil"/>
            </w:tcBorders>
            <w:shd w:val="clear" w:color="auto" w:fill="EFE8D9"/>
          </w:tcPr>
          <w:p w14:paraId="571412F0" w14:textId="77777777" w:rsidR="000927D0" w:rsidRPr="00F216E4" w:rsidRDefault="000927D0" w:rsidP="000927D0">
            <w:pPr>
              <w:spacing w:before="0" w:after="0"/>
            </w:pPr>
            <w:proofErr w:type="gramStart"/>
            <w:r w:rsidRPr="00F216E4">
              <w:t xml:space="preserve">2.20 </w:t>
            </w:r>
            <w:r w:rsidR="00BF299F">
              <w:t xml:space="preserve"> </w:t>
            </w:r>
            <w:r w:rsidRPr="00F216E4">
              <w:t>EDUCATION</w:t>
            </w:r>
            <w:proofErr w:type="gramEnd"/>
            <w:r w:rsidRPr="00F216E4">
              <w:t xml:space="preserve"> AND RESEARCH HUB</w:t>
            </w:r>
          </w:p>
        </w:tc>
      </w:tr>
      <w:tr w:rsidR="000927D0" w14:paraId="3CB9612A" w14:textId="77777777" w:rsidTr="0037543B">
        <w:tc>
          <w:tcPr>
            <w:tcW w:w="10743" w:type="dxa"/>
            <w:tcBorders>
              <w:top w:val="nil"/>
              <w:bottom w:val="nil"/>
            </w:tcBorders>
            <w:shd w:val="clear" w:color="auto" w:fill="EFE8D9"/>
          </w:tcPr>
          <w:p w14:paraId="5C798392" w14:textId="77777777" w:rsidR="000927D0" w:rsidRPr="00F216E4" w:rsidRDefault="000927D0" w:rsidP="000927D0">
            <w:pPr>
              <w:spacing w:before="0" w:after="0"/>
            </w:pPr>
            <w:r w:rsidRPr="00F216E4">
              <w:rPr>
                <w:sz w:val="18"/>
                <w:szCs w:val="18"/>
              </w:rPr>
              <w:t xml:space="preserve">‘The town is a key location for research in North Australian biodiversity, ecology, education, indigenous language, cultural heritage, and archaeology and is a gateway for </w:t>
            </w:r>
            <w:proofErr w:type="gramStart"/>
            <w:r w:rsidRPr="00F216E4">
              <w:rPr>
                <w:sz w:val="18"/>
                <w:szCs w:val="18"/>
              </w:rPr>
              <w:t>education based</w:t>
            </w:r>
            <w:proofErr w:type="gramEnd"/>
            <w:r w:rsidRPr="00F216E4">
              <w:rPr>
                <w:sz w:val="18"/>
                <w:szCs w:val="18"/>
              </w:rPr>
              <w:t xml:space="preserve"> tourism.’</w:t>
            </w:r>
          </w:p>
        </w:tc>
      </w:tr>
      <w:tr w:rsidR="000927D0" w14:paraId="7706865B" w14:textId="77777777" w:rsidTr="0037543B">
        <w:tc>
          <w:tcPr>
            <w:tcW w:w="10743" w:type="dxa"/>
            <w:tcBorders>
              <w:top w:val="nil"/>
            </w:tcBorders>
            <w:shd w:val="clear" w:color="auto" w:fill="F2F2F2" w:themeFill="background1" w:themeFillShade="F2"/>
          </w:tcPr>
          <w:p w14:paraId="2ED15C07" w14:textId="77777777" w:rsidR="00E00E9B" w:rsidRDefault="001C74C5" w:rsidP="00FD2F67">
            <w:pPr>
              <w:jc w:val="left"/>
              <w:rPr>
                <w:sz w:val="20"/>
                <w:szCs w:val="20"/>
              </w:rPr>
            </w:pPr>
            <w:sdt>
              <w:sdtPr>
                <w:alias w:val="Type here"/>
                <w:tag w:val="Type here"/>
                <w:id w:val="-326600172"/>
                <w:placeholder>
                  <w:docPart w:val="703E0B179B784BACBB8B4101436ABB27"/>
                </w:placeholder>
                <w:showingPlcHdr/>
                <w:text w:multiLine="1"/>
              </w:sdtPr>
              <w:sdtEndPr/>
              <w:sdtContent>
                <w:r w:rsidR="008D5A0C" w:rsidRPr="00CB5353">
                  <w:rPr>
                    <w:i/>
                    <w:iCs/>
                    <w:color w:val="767171" w:themeColor="background2" w:themeShade="80"/>
                    <w:sz w:val="20"/>
                    <w:szCs w:val="18"/>
                    <w:shd w:val="clear" w:color="auto" w:fill="D9D9D9" w:themeFill="background1" w:themeFillShade="D9"/>
                  </w:rPr>
                  <w:t>Type here</w:t>
                </w:r>
              </w:sdtContent>
            </w:sdt>
          </w:p>
          <w:p w14:paraId="30C4553B" w14:textId="77777777" w:rsidR="000927D0" w:rsidRPr="007E1258" w:rsidRDefault="000927D0" w:rsidP="000927D0">
            <w:pPr>
              <w:pStyle w:val="NoSpacing"/>
              <w:rPr>
                <w:rFonts w:cstheme="minorHAnsi"/>
                <w:color w:val="auto"/>
                <w:sz w:val="22"/>
              </w:rPr>
            </w:pPr>
          </w:p>
        </w:tc>
      </w:tr>
      <w:tr w:rsidR="00B653C7" w14:paraId="26794F4C" w14:textId="77777777" w:rsidTr="00405143">
        <w:tc>
          <w:tcPr>
            <w:tcW w:w="10743" w:type="dxa"/>
            <w:shd w:val="clear" w:color="auto" w:fill="E0D0B4"/>
            <w:vAlign w:val="center"/>
          </w:tcPr>
          <w:p w14:paraId="505D4DAA" w14:textId="77777777" w:rsidR="00B653C7" w:rsidRPr="001C00F7" w:rsidRDefault="00B653C7" w:rsidP="00B653C7">
            <w:pPr>
              <w:pStyle w:val="Heading3"/>
              <w:framePr w:hSpace="0" w:wrap="auto" w:vAnchor="margin" w:hAnchor="text" w:xAlign="left" w:yAlign="inline"/>
              <w:outlineLvl w:val="2"/>
            </w:pPr>
            <w:r>
              <w:t>END OF SECTION 2</w:t>
            </w:r>
          </w:p>
        </w:tc>
      </w:tr>
    </w:tbl>
    <w:p w14:paraId="16E3D69A" w14:textId="77777777" w:rsidR="00966C35" w:rsidRPr="00966C35" w:rsidRDefault="00966C35" w:rsidP="00966C35">
      <w:pPr>
        <w:sectPr w:rsidR="00966C35" w:rsidRPr="00966C35" w:rsidSect="00C36213">
          <w:headerReference w:type="first" r:id="rId18"/>
          <w:pgSz w:w="11906" w:h="16838"/>
          <w:pgMar w:top="1985" w:right="849" w:bottom="993" w:left="851" w:header="680" w:footer="340" w:gutter="0"/>
          <w:cols w:space="708"/>
          <w:titlePg/>
          <w:docGrid w:linePitch="360"/>
        </w:sectPr>
      </w:pPr>
    </w:p>
    <w:p w14:paraId="3DAC8A11" w14:textId="77777777" w:rsidR="007D1D6D" w:rsidRPr="009B32DF" w:rsidRDefault="007D1D6D" w:rsidP="009B32DF">
      <w:pPr>
        <w:rPr>
          <w:sz w:val="4"/>
          <w:szCs w:val="4"/>
        </w:rPr>
      </w:pPr>
    </w:p>
    <w:tbl>
      <w:tblPr>
        <w:tblStyle w:val="TableGrid"/>
        <w:tblpPr w:leftFromText="181" w:rightFromText="181" w:vertAnchor="text" w:horzAnchor="margin" w:tblpX="-317" w:tblpY="1"/>
        <w:tblOverlap w:val="never"/>
        <w:tblW w:w="1074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939"/>
        <w:gridCol w:w="1432"/>
        <w:gridCol w:w="1899"/>
        <w:gridCol w:w="787"/>
        <w:gridCol w:w="2686"/>
      </w:tblGrid>
      <w:tr w:rsidR="00EB78DA" w14:paraId="7D6BAFE3" w14:textId="77777777" w:rsidTr="00A17BF9">
        <w:tc>
          <w:tcPr>
            <w:tcW w:w="10743" w:type="dxa"/>
            <w:gridSpan w:val="5"/>
            <w:shd w:val="clear" w:color="auto" w:fill="E0D0B4"/>
          </w:tcPr>
          <w:p w14:paraId="1F3989E4" w14:textId="77777777" w:rsidR="00EB78DA" w:rsidRDefault="0065039B" w:rsidP="00A17BF9">
            <w:pPr>
              <w:pStyle w:val="Heading1"/>
              <w:framePr w:hSpace="0" w:wrap="auto" w:vAnchor="margin" w:hAnchor="text" w:xAlign="left" w:yAlign="inline"/>
              <w:suppressOverlap w:val="0"/>
              <w:outlineLvl w:val="0"/>
            </w:pPr>
            <w:r>
              <w:t xml:space="preserve">NON-RESIDENTIAL </w:t>
            </w:r>
            <w:r w:rsidR="0070543E">
              <w:t>REQUEST DETAILS</w:t>
            </w:r>
          </w:p>
        </w:tc>
      </w:tr>
      <w:tr w:rsidR="007E1258" w14:paraId="024FD8E7" w14:textId="77777777" w:rsidTr="00BF79BF">
        <w:tc>
          <w:tcPr>
            <w:tcW w:w="10743" w:type="dxa"/>
            <w:gridSpan w:val="5"/>
            <w:shd w:val="clear" w:color="auto" w:fill="EFE8D9"/>
          </w:tcPr>
          <w:p w14:paraId="2747A348" w14:textId="77777777" w:rsidR="007E1258" w:rsidRPr="007E1258" w:rsidRDefault="007E1258" w:rsidP="001C6403">
            <w:pPr>
              <w:spacing w:after="0"/>
              <w:rPr>
                <w:rFonts w:cstheme="minorHAnsi"/>
                <w:b/>
                <w:bCs/>
                <w:i/>
                <w:iCs/>
                <w:szCs w:val="24"/>
              </w:rPr>
            </w:pPr>
            <w:r w:rsidRPr="001C6403">
              <w:rPr>
                <w:i/>
                <w:iCs/>
                <w:sz w:val="18"/>
                <w:szCs w:val="18"/>
              </w:rPr>
              <w:t>All organisations need to complete this section for any non-residential lots the organisation requires. This includes any industrial, commercial, retail, government services, office, utility or other non-residential uses.</w:t>
            </w:r>
            <w:r w:rsidR="001C6403" w:rsidRPr="001C6403">
              <w:rPr>
                <w:i/>
                <w:iCs/>
                <w:sz w:val="18"/>
                <w:szCs w:val="18"/>
              </w:rPr>
              <w:t xml:space="preserve"> </w:t>
            </w:r>
            <w:r w:rsidR="001C6403" w:rsidRPr="001C6403">
              <w:rPr>
                <w:b/>
                <w:bCs/>
                <w:i/>
                <w:iCs/>
                <w:sz w:val="18"/>
                <w:szCs w:val="18"/>
              </w:rPr>
              <w:t>*</w:t>
            </w:r>
            <w:r w:rsidRPr="001C6403">
              <w:rPr>
                <w:b/>
                <w:bCs/>
                <w:i/>
                <w:iCs/>
                <w:sz w:val="18"/>
                <w:szCs w:val="18"/>
              </w:rPr>
              <w:t>Complete Section 3 for each individual lot or business premise request</w:t>
            </w:r>
            <w:r w:rsidRPr="001C6403">
              <w:rPr>
                <w:b/>
                <w:bCs/>
                <w:sz w:val="18"/>
                <w:szCs w:val="18"/>
              </w:rPr>
              <w:t>.</w:t>
            </w:r>
          </w:p>
        </w:tc>
      </w:tr>
      <w:tr w:rsidR="00563005" w14:paraId="35DD9BD9" w14:textId="77777777" w:rsidTr="006F5207">
        <w:tc>
          <w:tcPr>
            <w:tcW w:w="5371" w:type="dxa"/>
            <w:gridSpan w:val="2"/>
            <w:shd w:val="clear" w:color="auto" w:fill="EFE8D9"/>
          </w:tcPr>
          <w:p w14:paraId="4C40BDEE" w14:textId="77777777" w:rsidR="00563005" w:rsidRDefault="00563005" w:rsidP="007E1258">
            <w:proofErr w:type="gramStart"/>
            <w:r>
              <w:t>3.01  Select</w:t>
            </w:r>
            <w:proofErr w:type="gramEnd"/>
            <w:r>
              <w:t xml:space="preserve"> which type of premise this request is for:</w:t>
            </w:r>
          </w:p>
        </w:tc>
        <w:tc>
          <w:tcPr>
            <w:tcW w:w="2686" w:type="dxa"/>
            <w:gridSpan w:val="2"/>
            <w:shd w:val="clear" w:color="auto" w:fill="F2F2F2" w:themeFill="background1" w:themeFillShade="F2"/>
          </w:tcPr>
          <w:p w14:paraId="6AC32D26" w14:textId="77777777" w:rsidR="00563005" w:rsidRDefault="001C74C5" w:rsidP="007E1258">
            <w:pPr>
              <w:pStyle w:val="NoSpacing"/>
            </w:pPr>
            <w:sdt>
              <w:sdtPr>
                <w:rPr>
                  <w:rStyle w:val="Emphasis"/>
                </w:rPr>
                <w:alias w:val="Premise Type"/>
                <w:tag w:val="Premise Type"/>
                <w:id w:val="-237477554"/>
                <w:placeholder>
                  <w:docPart w:val="C1187A5E22AC47319D2563BEC491523F"/>
                </w:placeholder>
                <w:showingPlcHdr/>
                <w:dropDownList>
                  <w:listItem w:value="Choose an item."/>
                  <w:listItem w:displayText="Industrial Lot" w:value="Industrial Lot"/>
                  <w:listItem w:displayText="Commercial Lot" w:value="Commercial Lot"/>
                  <w:listItem w:displayText="Office Space" w:value="Office Space"/>
                  <w:listItem w:displayText="Other" w:value="Other"/>
                  <w:listItem w:displayText="Retail Space" w:value="Retail Space"/>
                </w:dropDownList>
              </w:sdtPr>
              <w:sdtEndPr>
                <w:rPr>
                  <w:rStyle w:val="DefaultParagraphFont"/>
                  <w:b w:val="0"/>
                  <w:i/>
                  <w:iCs w:val="0"/>
                </w:rPr>
              </w:sdtEndPr>
              <w:sdtContent>
                <w:r w:rsidR="00563005" w:rsidRPr="001C6403">
                  <w:rPr>
                    <w:rStyle w:val="PlaceholderText"/>
                    <w:shd w:val="clear" w:color="auto" w:fill="D9D9D9" w:themeFill="background1" w:themeFillShade="D9"/>
                  </w:rPr>
                  <w:t>Choose an item.</w:t>
                </w:r>
              </w:sdtContent>
            </w:sdt>
            <w:r w:rsidR="00563005">
              <w:rPr>
                <w:rStyle w:val="Emphasis"/>
              </w:rPr>
              <w:tab/>
            </w:r>
            <w:r w:rsidR="00563005">
              <w:rPr>
                <w:rStyle w:val="Emphasis"/>
              </w:rPr>
              <w:tab/>
            </w:r>
            <w:r w:rsidR="00563005" w:rsidRPr="000927D0">
              <w:rPr>
                <w:i w:val="0"/>
                <w:iCs/>
                <w:noProof/>
                <w:szCs w:val="20"/>
              </w:rPr>
              <w:t xml:space="preserve"> </w:t>
            </w:r>
          </w:p>
        </w:tc>
        <w:tc>
          <w:tcPr>
            <w:tcW w:w="2686" w:type="dxa"/>
            <w:shd w:val="clear" w:color="auto" w:fill="F2F2F2" w:themeFill="background1" w:themeFillShade="F2"/>
          </w:tcPr>
          <w:p w14:paraId="5CA80BE8" w14:textId="77777777" w:rsidR="00563005" w:rsidRDefault="00563005" w:rsidP="007E1258">
            <w:pPr>
              <w:pStyle w:val="NoSpacing"/>
            </w:pPr>
            <w:r>
              <w:rPr>
                <w:i w:val="0"/>
                <w:iCs/>
                <w:noProof/>
                <w:szCs w:val="20"/>
              </w:rPr>
              <w:t>Specify Use</w:t>
            </w:r>
            <w:r w:rsidRPr="000927D0">
              <w:rPr>
                <w:i w:val="0"/>
                <w:iCs/>
                <w:noProof/>
                <w:szCs w:val="20"/>
              </w:rPr>
              <w:t>:</w:t>
            </w:r>
            <w:r w:rsidRPr="000927D0">
              <w:rPr>
                <w:noProof/>
                <w:szCs w:val="20"/>
              </w:rPr>
              <w:t xml:space="preserve"> </w:t>
            </w:r>
            <w:r w:rsidRPr="007D1715">
              <w:rPr>
                <w:rStyle w:val="FormTextChar"/>
              </w:rPr>
              <w:t xml:space="preserve"> </w:t>
            </w:r>
            <w:r>
              <w:rPr>
                <w:rStyle w:val="FormTextChar"/>
              </w:rPr>
              <w:t xml:space="preserve"> </w:t>
            </w:r>
            <w:sdt>
              <w:sdtPr>
                <w:rPr>
                  <w:rStyle w:val="Emphasis"/>
                </w:rPr>
                <w:alias w:val="Type here"/>
                <w:tag w:val="Type here"/>
                <w:id w:val="-1459404498"/>
                <w:placeholder>
                  <w:docPart w:val="C317AB9B324C45A297F10A504C50D485"/>
                </w:placeholder>
                <w:showingPlcHdr/>
                <w:text w:multiLine="1"/>
              </w:sdtPr>
              <w:sdtEndPr>
                <w:rPr>
                  <w:rStyle w:val="PlaceholderText"/>
                  <w:b w:val="0"/>
                  <w:i/>
                  <w:iCs w:val="0"/>
                  <w:color w:val="7F7F7F" w:themeColor="text1" w:themeTint="80"/>
                  <w:szCs w:val="20"/>
                </w:rPr>
              </w:sdtEndPr>
              <w:sdtContent>
                <w:r w:rsidR="00D56327" w:rsidRPr="00CB5353">
                  <w:rPr>
                    <w:color w:val="767171" w:themeColor="background2" w:themeShade="80"/>
                    <w:szCs w:val="18"/>
                    <w:shd w:val="clear" w:color="auto" w:fill="D9D9D9" w:themeFill="background1" w:themeFillShade="D9"/>
                  </w:rPr>
                  <w:t>Type here</w:t>
                </w:r>
              </w:sdtContent>
            </w:sdt>
          </w:p>
        </w:tc>
      </w:tr>
      <w:tr w:rsidR="00B07F17" w14:paraId="42BD31C2" w14:textId="77777777" w:rsidTr="00B07F17">
        <w:tc>
          <w:tcPr>
            <w:tcW w:w="5371" w:type="dxa"/>
            <w:gridSpan w:val="2"/>
            <w:shd w:val="clear" w:color="auto" w:fill="EFE8D9"/>
          </w:tcPr>
          <w:p w14:paraId="11B0A223" w14:textId="77777777" w:rsidR="00B07F17" w:rsidRDefault="00DB562A" w:rsidP="00A17BF9">
            <w:proofErr w:type="gramStart"/>
            <w:r>
              <w:t>3</w:t>
            </w:r>
            <w:r w:rsidR="00B07F17">
              <w:t xml:space="preserve">.02 </w:t>
            </w:r>
            <w:r w:rsidR="00BF299F">
              <w:t xml:space="preserve"> </w:t>
            </w:r>
            <w:r w:rsidR="00B07F17">
              <w:t>Provide</w:t>
            </w:r>
            <w:proofErr w:type="gramEnd"/>
            <w:r w:rsidR="00B07F17">
              <w:t xml:space="preserve"> details of </w:t>
            </w:r>
            <w:r w:rsidR="001C6403">
              <w:t xml:space="preserve">any specific </w:t>
            </w:r>
            <w:r w:rsidR="00B07F17">
              <w:t>requirements</w:t>
            </w:r>
            <w:r w:rsidR="0070543E">
              <w:t>:</w:t>
            </w:r>
          </w:p>
        </w:tc>
        <w:tc>
          <w:tcPr>
            <w:tcW w:w="5372" w:type="dxa"/>
            <w:gridSpan w:val="3"/>
            <w:shd w:val="clear" w:color="auto" w:fill="F2F2F2" w:themeFill="background1" w:themeFillShade="F2"/>
          </w:tcPr>
          <w:p w14:paraId="4048C513" w14:textId="77777777" w:rsidR="00B07F17" w:rsidRPr="003733D2" w:rsidRDefault="001C74C5" w:rsidP="001C6403">
            <w:pPr>
              <w:rPr>
                <w:i/>
                <w:iCs/>
                <w:sz w:val="20"/>
                <w:szCs w:val="20"/>
              </w:rPr>
            </w:pPr>
            <w:sdt>
              <w:sdtPr>
                <w:rPr>
                  <w:rStyle w:val="FormTextChar"/>
                  <w:i w:val="0"/>
                  <w:iCs w:val="0"/>
                </w:rPr>
                <w:alias w:val="Type here"/>
                <w:tag w:val="Type here"/>
                <w:id w:val="313078737"/>
                <w:placeholder>
                  <w:docPart w:val="3AF6CD9AD8E8413D84338EE0DCF1C276"/>
                </w:placeholder>
                <w:showingPlcHdr/>
                <w:text w:multiLine="1"/>
              </w:sdtPr>
              <w:sdtEndPr>
                <w:rPr>
                  <w:rStyle w:val="PlaceholderText"/>
                  <w:rFonts w:cstheme="minorBidi"/>
                  <w:i/>
                  <w:iCs/>
                  <w:color w:val="7F7F7F" w:themeColor="text1" w:themeTint="80"/>
                  <w:sz w:val="22"/>
                  <w:szCs w:val="20"/>
                </w:rPr>
              </w:sdtEndPr>
              <w:sdtContent>
                <w:r w:rsidR="003733D2" w:rsidRPr="00CB5353">
                  <w:rPr>
                    <w:i/>
                    <w:iCs/>
                    <w:color w:val="767171" w:themeColor="background2" w:themeShade="80"/>
                    <w:sz w:val="20"/>
                    <w:szCs w:val="18"/>
                    <w:shd w:val="clear" w:color="auto" w:fill="D9D9D9" w:themeFill="background1" w:themeFillShade="D9"/>
                  </w:rPr>
                  <w:t>Type here</w:t>
                </w:r>
              </w:sdtContent>
            </w:sdt>
          </w:p>
        </w:tc>
      </w:tr>
      <w:tr w:rsidR="001C6403" w14:paraId="26DACDB9" w14:textId="77777777" w:rsidTr="001C6403">
        <w:tc>
          <w:tcPr>
            <w:tcW w:w="5371" w:type="dxa"/>
            <w:gridSpan w:val="2"/>
            <w:shd w:val="clear" w:color="auto" w:fill="EFE8D9"/>
            <w:vAlign w:val="center"/>
          </w:tcPr>
          <w:p w14:paraId="6F2AC0BB" w14:textId="77777777" w:rsidR="001C6403" w:rsidRDefault="001C6403" w:rsidP="00A17BF9">
            <w:proofErr w:type="gramStart"/>
            <w:r>
              <w:t xml:space="preserve">3.03 </w:t>
            </w:r>
            <w:r w:rsidR="00BF299F">
              <w:t xml:space="preserve"> </w:t>
            </w:r>
            <w:r>
              <w:t>Nominate</w:t>
            </w:r>
            <w:proofErr w:type="gramEnd"/>
            <w:r>
              <w:t xml:space="preserve"> preferred lease type:</w:t>
            </w:r>
          </w:p>
        </w:tc>
        <w:tc>
          <w:tcPr>
            <w:tcW w:w="5372" w:type="dxa"/>
            <w:gridSpan w:val="3"/>
            <w:shd w:val="clear" w:color="auto" w:fill="F2F2F2" w:themeFill="background1" w:themeFillShade="F2"/>
          </w:tcPr>
          <w:p w14:paraId="5630BD4B" w14:textId="77777777" w:rsidR="001C6403" w:rsidRPr="00E00E9B" w:rsidRDefault="001C6403" w:rsidP="001C6403">
            <w:pPr>
              <w:jc w:val="left"/>
              <w:rPr>
                <w:rStyle w:val="FormTextChar"/>
              </w:rPr>
            </w:pPr>
            <w:r>
              <w:rPr>
                <w:b/>
                <w:bCs/>
              </w:rPr>
              <w:tab/>
            </w:r>
            <w:r w:rsidR="00AA7A92" w:rsidRPr="00AA7A92">
              <w:rPr>
                <w:rFonts w:cstheme="minorHAnsi"/>
                <w:b/>
                <w:bCs/>
                <w:sz w:val="20"/>
                <w:szCs w:val="20"/>
              </w:rPr>
              <w:t xml:space="preserve"> </w:t>
            </w:r>
            <w:sdt>
              <w:sdtPr>
                <w:rPr>
                  <w:rFonts w:cstheme="minorHAnsi"/>
                  <w:b/>
                  <w:bCs/>
                  <w:sz w:val="20"/>
                  <w:szCs w:val="20"/>
                </w:rPr>
                <w:id w:val="807673288"/>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E00E9B">
              <w:rPr>
                <w:b/>
                <w:bCs/>
              </w:rPr>
              <w:t xml:space="preserve"> </w:t>
            </w:r>
            <w:r w:rsidRPr="00E00E9B">
              <w:rPr>
                <w:b/>
                <w:bCs/>
              </w:rPr>
              <w:t xml:space="preserve"> </w:t>
            </w:r>
            <w:r w:rsidRPr="00E00E9B">
              <w:rPr>
                <w:b/>
                <w:bCs/>
              </w:rPr>
              <w:tab/>
              <w:t>Sub-Lease from new township entity</w:t>
            </w:r>
            <w:r w:rsidRPr="00E00E9B">
              <w:rPr>
                <w:b/>
                <w:bCs/>
              </w:rPr>
              <w:tab/>
            </w:r>
            <w:r w:rsidRPr="00E00E9B">
              <w:rPr>
                <w:b/>
                <w:bCs/>
              </w:rPr>
              <w:tab/>
            </w:r>
            <w:r w:rsidR="00AA7A92" w:rsidRPr="00AA7A92">
              <w:rPr>
                <w:rFonts w:cstheme="minorHAnsi"/>
                <w:b/>
                <w:bCs/>
                <w:sz w:val="20"/>
                <w:szCs w:val="20"/>
              </w:rPr>
              <w:t xml:space="preserve"> </w:t>
            </w:r>
            <w:sdt>
              <w:sdtPr>
                <w:rPr>
                  <w:rFonts w:cstheme="minorHAnsi"/>
                  <w:b/>
                  <w:bCs/>
                  <w:sz w:val="20"/>
                  <w:szCs w:val="20"/>
                </w:rPr>
                <w:id w:val="-1584829122"/>
                <w14:checkbox>
                  <w14:checked w14:val="0"/>
                  <w14:checkedState w14:val="2612" w14:font="MS Gothic"/>
                  <w14:uncheckedState w14:val="2610" w14:font="MS Gothic"/>
                </w14:checkbox>
              </w:sdtPr>
              <w:sdtEndPr/>
              <w:sdtContent>
                <w:r w:rsidR="008D5A0C">
                  <w:rPr>
                    <w:rFonts w:ascii="MS Gothic" w:eastAsia="MS Gothic" w:hAnsi="MS Gothic" w:cstheme="minorHAnsi" w:hint="eastAsia"/>
                    <w:b/>
                    <w:bCs/>
                    <w:sz w:val="20"/>
                    <w:szCs w:val="20"/>
                  </w:rPr>
                  <w:t>☐</w:t>
                </w:r>
              </w:sdtContent>
            </w:sdt>
            <w:r w:rsidR="00AA7A92">
              <w:rPr>
                <w:b/>
                <w:bCs/>
                <w:noProof/>
              </w:rPr>
              <w:t xml:space="preserve"> </w:t>
            </w:r>
            <w:r w:rsidRPr="00E00E9B">
              <w:rPr>
                <w:b/>
                <w:bCs/>
                <w:noProof/>
              </w:rPr>
              <w:t xml:space="preserve"> </w:t>
            </w:r>
            <w:r w:rsidRPr="00E00E9B">
              <w:rPr>
                <w:b/>
                <w:bCs/>
                <w:noProof/>
              </w:rPr>
              <w:tab/>
              <w:t>Commercial Tenancy Option</w:t>
            </w:r>
          </w:p>
        </w:tc>
      </w:tr>
      <w:tr w:rsidR="001C6403" w14:paraId="30E730EF" w14:textId="77777777" w:rsidTr="00B07F17">
        <w:tc>
          <w:tcPr>
            <w:tcW w:w="5371" w:type="dxa"/>
            <w:gridSpan w:val="2"/>
            <w:shd w:val="clear" w:color="auto" w:fill="EFE8D9"/>
          </w:tcPr>
          <w:p w14:paraId="33130621" w14:textId="77777777" w:rsidR="001C6403" w:rsidRDefault="001C6403" w:rsidP="00A17BF9">
            <w:proofErr w:type="gramStart"/>
            <w:r>
              <w:t xml:space="preserve">3.04 </w:t>
            </w:r>
            <w:r w:rsidR="00BF299F">
              <w:t xml:space="preserve"> </w:t>
            </w:r>
            <w:r>
              <w:t>Nominate</w:t>
            </w:r>
            <w:proofErr w:type="gramEnd"/>
            <w:r>
              <w:t xml:space="preserve"> preferred address (if applicable):</w:t>
            </w:r>
          </w:p>
        </w:tc>
        <w:tc>
          <w:tcPr>
            <w:tcW w:w="5372" w:type="dxa"/>
            <w:gridSpan w:val="3"/>
            <w:shd w:val="clear" w:color="auto" w:fill="F2F2F2" w:themeFill="background1" w:themeFillShade="F2"/>
          </w:tcPr>
          <w:p w14:paraId="7BDEE43F" w14:textId="77777777" w:rsidR="001C6403" w:rsidRPr="003733D2" w:rsidRDefault="001C6403" w:rsidP="001C6403">
            <w:pPr>
              <w:rPr>
                <w:rStyle w:val="FormTextChar"/>
                <w:i w:val="0"/>
                <w:iCs w:val="0"/>
                <w:szCs w:val="20"/>
              </w:rPr>
            </w:pPr>
            <w:r w:rsidRPr="003733D2">
              <w:rPr>
                <w:rStyle w:val="FormTextChar"/>
                <w:i w:val="0"/>
                <w:iCs w:val="0"/>
                <w:szCs w:val="20"/>
              </w:rPr>
              <w:t>Lot No</w:t>
            </w:r>
            <w:r w:rsidR="001D4925" w:rsidRPr="003733D2">
              <w:rPr>
                <w:rStyle w:val="FormTextChar"/>
                <w:i w:val="0"/>
                <w:iCs w:val="0"/>
                <w:szCs w:val="20"/>
              </w:rPr>
              <w:t xml:space="preserve"> </w:t>
            </w:r>
            <w:r w:rsidR="00CB5353" w:rsidRPr="003733D2">
              <w:rPr>
                <w:rStyle w:val="FormTextChar"/>
                <w:i w:val="0"/>
                <w:iCs w:val="0"/>
                <w:szCs w:val="20"/>
              </w:rPr>
              <w:t xml:space="preserve"> </w:t>
            </w:r>
            <w:sdt>
              <w:sdtPr>
                <w:rPr>
                  <w:rStyle w:val="FormTextChar"/>
                  <w:i w:val="0"/>
                  <w:iCs w:val="0"/>
                  <w:szCs w:val="20"/>
                </w:rPr>
                <w:alias w:val="Type here"/>
                <w:tag w:val="Type here"/>
                <w:id w:val="-1614047538"/>
                <w:placeholder>
                  <w:docPart w:val="6B06EABBCE754351A3CF4A3E6BD2DA18"/>
                </w:placeholder>
                <w:showingPlcHdr/>
                <w:text w:multiLine="1"/>
              </w:sdtPr>
              <w:sdtEndPr>
                <w:rPr>
                  <w:rStyle w:val="PlaceholderText"/>
                  <w:rFonts w:cstheme="minorBidi"/>
                  <w:i/>
                  <w:iCs/>
                  <w:color w:val="7F7F7F" w:themeColor="text1" w:themeTint="80"/>
                  <w:sz w:val="22"/>
                </w:rPr>
              </w:sdtEndPr>
              <w:sdtContent>
                <w:r w:rsidR="008D5A0C" w:rsidRPr="00CB5353">
                  <w:rPr>
                    <w:i/>
                    <w:iCs/>
                    <w:color w:val="767171" w:themeColor="background2" w:themeShade="80"/>
                    <w:sz w:val="18"/>
                    <w:szCs w:val="18"/>
                    <w:shd w:val="clear" w:color="auto" w:fill="D9D9D9" w:themeFill="background1" w:themeFillShade="D9"/>
                  </w:rPr>
                  <w:t>Lot Number</w:t>
                </w:r>
              </w:sdtContent>
            </w:sdt>
            <w:r w:rsidR="00CB5353" w:rsidRPr="003733D2">
              <w:rPr>
                <w:rStyle w:val="FormTextChar"/>
                <w:b/>
                <w:bCs/>
                <w:i w:val="0"/>
                <w:iCs w:val="0"/>
                <w:szCs w:val="20"/>
              </w:rPr>
              <w:t xml:space="preserve"> </w:t>
            </w:r>
            <w:r w:rsidR="001D4925" w:rsidRPr="003733D2">
              <w:rPr>
                <w:rStyle w:val="FormTextChar"/>
                <w:b/>
                <w:bCs/>
                <w:i w:val="0"/>
                <w:iCs w:val="0"/>
                <w:szCs w:val="20"/>
              </w:rPr>
              <w:t>,</w:t>
            </w:r>
            <w:r w:rsidR="001D4925" w:rsidRPr="003733D2">
              <w:rPr>
                <w:rStyle w:val="FormTextChar"/>
                <w:i w:val="0"/>
                <w:iCs w:val="0"/>
                <w:szCs w:val="20"/>
              </w:rPr>
              <w:t xml:space="preserve"> </w:t>
            </w:r>
            <w:r w:rsidR="00CB5353" w:rsidRPr="003733D2">
              <w:rPr>
                <w:rStyle w:val="FormTextChar"/>
                <w:i w:val="0"/>
                <w:iCs w:val="0"/>
                <w:szCs w:val="20"/>
              </w:rPr>
              <w:t xml:space="preserve"> </w:t>
            </w:r>
            <w:sdt>
              <w:sdtPr>
                <w:rPr>
                  <w:sz w:val="20"/>
                  <w:szCs w:val="20"/>
                </w:rPr>
                <w:alias w:val="Type here"/>
                <w:tag w:val="Type here"/>
                <w:id w:val="-696391220"/>
                <w:placeholder>
                  <w:docPart w:val="1087CA7619A54D59AC8AE35984650951"/>
                </w:placeholder>
                <w:showingPlcHdr/>
                <w:text w:multiLine="1"/>
              </w:sdtPr>
              <w:sdtEndPr/>
              <w:sdtContent>
                <w:r w:rsidR="008D5A0C">
                  <w:rPr>
                    <w:i/>
                    <w:iCs/>
                    <w:color w:val="767171" w:themeColor="background2" w:themeShade="80"/>
                    <w:sz w:val="20"/>
                    <w:szCs w:val="18"/>
                    <w:shd w:val="clear" w:color="auto" w:fill="D9D9D9" w:themeFill="background1" w:themeFillShade="D9"/>
                  </w:rPr>
                  <w:t>Address</w:t>
                </w:r>
              </w:sdtContent>
            </w:sdt>
          </w:p>
        </w:tc>
      </w:tr>
      <w:tr w:rsidR="001C6403" w14:paraId="63FD1A49" w14:textId="77777777" w:rsidTr="00B07F17">
        <w:tc>
          <w:tcPr>
            <w:tcW w:w="5371" w:type="dxa"/>
            <w:gridSpan w:val="2"/>
            <w:shd w:val="clear" w:color="auto" w:fill="EFE8D9"/>
          </w:tcPr>
          <w:p w14:paraId="304D17F8" w14:textId="77777777" w:rsidR="001C6403" w:rsidRDefault="001C6403" w:rsidP="00A17BF9">
            <w:proofErr w:type="gramStart"/>
            <w:r>
              <w:t xml:space="preserve">3.05 </w:t>
            </w:r>
            <w:r w:rsidR="00BF299F">
              <w:t xml:space="preserve"> </w:t>
            </w:r>
            <w:r>
              <w:t>Do</w:t>
            </w:r>
            <w:proofErr w:type="gramEnd"/>
            <w:r>
              <w:t xml:space="preserve"> you currently operate from the above address?</w:t>
            </w:r>
          </w:p>
        </w:tc>
        <w:tc>
          <w:tcPr>
            <w:tcW w:w="5372" w:type="dxa"/>
            <w:gridSpan w:val="3"/>
            <w:shd w:val="clear" w:color="auto" w:fill="F2F2F2" w:themeFill="background1" w:themeFillShade="F2"/>
          </w:tcPr>
          <w:p w14:paraId="189D4217" w14:textId="77777777" w:rsidR="001C6403" w:rsidRPr="00966C35" w:rsidRDefault="001C74C5" w:rsidP="001C6403">
            <w:pPr>
              <w:rPr>
                <w:rStyle w:val="FormTextChar"/>
                <w:rFonts w:cstheme="minorBidi"/>
                <w:i w:val="0"/>
                <w:iCs w:val="0"/>
                <w:color w:val="auto"/>
              </w:rPr>
            </w:pPr>
            <w:sdt>
              <w:sdtPr>
                <w:rPr>
                  <w:rFonts w:cstheme="minorHAnsi"/>
                  <w:b/>
                  <w:bCs/>
                  <w:i/>
                  <w:iCs/>
                  <w:color w:val="000000" w:themeColor="text1"/>
                  <w:sz w:val="20"/>
                  <w:szCs w:val="20"/>
                </w:rPr>
                <w:id w:val="1581943756"/>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966C35">
              <w:rPr>
                <w:rFonts w:cstheme="minorHAnsi"/>
                <w:noProof/>
                <w:sz w:val="20"/>
                <w:szCs w:val="24"/>
              </w:rPr>
              <w:t xml:space="preserve"> </w:t>
            </w:r>
            <w:r w:rsidR="001C6403" w:rsidRPr="00966C35">
              <w:rPr>
                <w:rFonts w:cstheme="minorHAnsi"/>
                <w:noProof/>
                <w:sz w:val="20"/>
                <w:szCs w:val="24"/>
              </w:rPr>
              <w:t xml:space="preserve"> </w:t>
            </w:r>
            <w:r w:rsidR="001C6403" w:rsidRPr="00966C35">
              <w:rPr>
                <w:noProof/>
                <w:sz w:val="20"/>
                <w:szCs w:val="24"/>
              </w:rPr>
              <w:t>No</w:t>
            </w:r>
            <w:r w:rsidR="001C6403" w:rsidRPr="00966C35">
              <w:rPr>
                <w:noProof/>
                <w:sz w:val="20"/>
                <w:szCs w:val="24"/>
              </w:rPr>
              <w:tab/>
            </w:r>
            <w:r w:rsidR="00AA7A92" w:rsidRPr="00AA7A92">
              <w:rPr>
                <w:rFonts w:cstheme="minorHAnsi"/>
                <w:b/>
                <w:bCs/>
                <w:sz w:val="20"/>
                <w:szCs w:val="20"/>
              </w:rPr>
              <w:t xml:space="preserve"> </w:t>
            </w:r>
            <w:sdt>
              <w:sdtPr>
                <w:rPr>
                  <w:rFonts w:cstheme="minorHAnsi"/>
                  <w:b/>
                  <w:bCs/>
                  <w:sz w:val="20"/>
                  <w:szCs w:val="20"/>
                </w:rPr>
                <w:id w:val="926311809"/>
                <w14:checkbox>
                  <w14:checked w14:val="0"/>
                  <w14:checkedState w14:val="2612" w14:font="MS Gothic"/>
                  <w14:uncheckedState w14:val="2610" w14:font="MS Gothic"/>
                </w14:checkbox>
              </w:sdtPr>
              <w:sdtEndPr/>
              <w:sdtContent>
                <w:r w:rsidR="008D5A0C">
                  <w:rPr>
                    <w:rFonts w:ascii="MS Gothic" w:eastAsia="MS Gothic" w:hAnsi="MS Gothic" w:cstheme="minorHAnsi" w:hint="eastAsia"/>
                    <w:b/>
                    <w:bCs/>
                    <w:sz w:val="20"/>
                    <w:szCs w:val="20"/>
                  </w:rPr>
                  <w:t>☐</w:t>
                </w:r>
              </w:sdtContent>
            </w:sdt>
            <w:r w:rsidR="00AA7A92" w:rsidRPr="00966C35">
              <w:rPr>
                <w:noProof/>
                <w:sz w:val="20"/>
                <w:szCs w:val="24"/>
              </w:rPr>
              <w:t xml:space="preserve"> </w:t>
            </w:r>
            <w:r w:rsidR="001C6403" w:rsidRPr="00966C35">
              <w:rPr>
                <w:noProof/>
                <w:sz w:val="20"/>
                <w:szCs w:val="24"/>
              </w:rPr>
              <w:t xml:space="preserve"> Yes</w:t>
            </w:r>
            <w:r w:rsidR="001C6403" w:rsidRPr="00966C35">
              <w:rPr>
                <w:rFonts w:cstheme="minorHAnsi"/>
                <w:sz w:val="20"/>
                <w:szCs w:val="24"/>
              </w:rPr>
              <w:t xml:space="preserve"> </w:t>
            </w:r>
            <w:r w:rsidR="001C6403" w:rsidRPr="00966C35">
              <w:rPr>
                <w:noProof/>
                <w:sz w:val="20"/>
                <w:szCs w:val="24"/>
              </w:rPr>
              <w:t xml:space="preserve">(Specify): </w:t>
            </w:r>
            <w:r w:rsidR="001C6403" w:rsidRPr="00966C35">
              <w:rPr>
                <w:sz w:val="20"/>
                <w:szCs w:val="24"/>
              </w:rPr>
              <w:t xml:space="preserve"> </w:t>
            </w:r>
            <w:r w:rsidR="001C6403" w:rsidRPr="00966C35">
              <w:rPr>
                <w:rStyle w:val="FormTextChar"/>
              </w:rPr>
              <w:t xml:space="preserve"> </w:t>
            </w:r>
            <w:r w:rsidR="00CB5353">
              <w:rPr>
                <w:rStyle w:val="FormTextChar"/>
              </w:rPr>
              <w:t xml:space="preserve">  </w:t>
            </w:r>
            <w:sdt>
              <w:sdtPr>
                <w:rPr>
                  <w:rStyle w:val="FormTextChar"/>
                </w:rPr>
                <w:alias w:val="Type here"/>
                <w:tag w:val="Type here"/>
                <w:id w:val="-1510589519"/>
                <w:placeholder>
                  <w:docPart w:val="31D5505C09BA48EF874E7DEFAF1477AB"/>
                </w:placeholder>
                <w:showingPlcHdr/>
                <w:text w:multiLine="1"/>
              </w:sdtPr>
              <w:sdtEndPr>
                <w:rPr>
                  <w:rStyle w:val="PlaceholderText"/>
                  <w:rFonts w:cstheme="minorBidi"/>
                  <w:i w:val="0"/>
                  <w:iCs w:val="0"/>
                  <w:color w:val="7F7F7F" w:themeColor="text1" w:themeTint="80"/>
                  <w:sz w:val="22"/>
                  <w:szCs w:val="20"/>
                </w:rPr>
              </w:sdtEndPr>
              <w:sdtContent>
                <w:r w:rsidR="00CB5353" w:rsidRPr="00CB5353">
                  <w:rPr>
                    <w:i/>
                    <w:iCs/>
                    <w:color w:val="767171" w:themeColor="background2" w:themeShade="80"/>
                    <w:sz w:val="20"/>
                    <w:szCs w:val="18"/>
                    <w:shd w:val="clear" w:color="auto" w:fill="D9D9D9" w:themeFill="background1" w:themeFillShade="D9"/>
                  </w:rPr>
                  <w:t>Type here</w:t>
                </w:r>
              </w:sdtContent>
            </w:sdt>
            <w:r w:rsidR="00CB5353" w:rsidRPr="00966C35">
              <w:rPr>
                <w:sz w:val="20"/>
                <w:szCs w:val="24"/>
              </w:rPr>
              <w:t xml:space="preserve">  </w:t>
            </w:r>
            <w:r w:rsidR="001C6403" w:rsidRPr="00966C35">
              <w:rPr>
                <w:sz w:val="20"/>
                <w:szCs w:val="24"/>
              </w:rPr>
              <w:t xml:space="preserve"> </w:t>
            </w:r>
            <w:r w:rsidR="001C6403" w:rsidRPr="00966C35">
              <w:rPr>
                <w:sz w:val="20"/>
                <w:szCs w:val="24"/>
              </w:rPr>
              <w:tab/>
            </w:r>
            <w:r w:rsidR="001C6403" w:rsidRPr="00966C35">
              <w:rPr>
                <w:sz w:val="20"/>
                <w:szCs w:val="24"/>
              </w:rPr>
              <w:tab/>
            </w:r>
          </w:p>
        </w:tc>
      </w:tr>
      <w:tr w:rsidR="00BF299F" w14:paraId="4F7D13D4" w14:textId="77777777" w:rsidTr="005D6E55">
        <w:tc>
          <w:tcPr>
            <w:tcW w:w="10743" w:type="dxa"/>
            <w:gridSpan w:val="5"/>
            <w:shd w:val="clear" w:color="auto" w:fill="EFE8D9"/>
          </w:tcPr>
          <w:p w14:paraId="7FE6499E" w14:textId="77777777" w:rsidR="005541F9" w:rsidRDefault="005541F9" w:rsidP="005541F9">
            <w:r>
              <w:t>3.06 If requesting sub-lease in 3.03 above, provide details of residential requirements to be linked to the sub-lease:</w:t>
            </w:r>
          </w:p>
          <w:p w14:paraId="40A33034" w14:textId="77777777" w:rsidR="00BF299F" w:rsidRPr="00074199" w:rsidRDefault="005541F9" w:rsidP="005541F9">
            <w:pPr>
              <w:rPr>
                <w:rFonts w:cstheme="minorHAnsi"/>
                <w:noProof/>
                <w:sz w:val="20"/>
                <w:szCs w:val="20"/>
              </w:rPr>
            </w:pPr>
            <w:r w:rsidRPr="00040787">
              <w:rPr>
                <w:sz w:val="20"/>
                <w:szCs w:val="20"/>
              </w:rPr>
              <w:t xml:space="preserve">(eg. 1 house required for </w:t>
            </w:r>
            <w:r>
              <w:rPr>
                <w:sz w:val="20"/>
                <w:szCs w:val="20"/>
              </w:rPr>
              <w:t>CEO for the term of the non-residential lease</w:t>
            </w:r>
            <w:r w:rsidRPr="00040787">
              <w:rPr>
                <w:sz w:val="20"/>
                <w:szCs w:val="20"/>
              </w:rPr>
              <w:t>)</w:t>
            </w:r>
          </w:p>
        </w:tc>
      </w:tr>
      <w:tr w:rsidR="00BF299F" w:rsidRPr="003733D2" w14:paraId="0A8FEC04" w14:textId="77777777" w:rsidTr="00BF299F">
        <w:tc>
          <w:tcPr>
            <w:tcW w:w="10743" w:type="dxa"/>
            <w:gridSpan w:val="5"/>
            <w:shd w:val="clear" w:color="auto" w:fill="F2F2F2" w:themeFill="background1" w:themeFillShade="F2"/>
          </w:tcPr>
          <w:p w14:paraId="0C6E9D29" w14:textId="77777777" w:rsidR="00175F66" w:rsidRPr="003733D2" w:rsidRDefault="001C74C5" w:rsidP="008D5A0C">
            <w:pPr>
              <w:rPr>
                <w:rFonts w:cstheme="minorHAnsi"/>
                <w:noProof/>
                <w:sz w:val="20"/>
                <w:szCs w:val="20"/>
              </w:rPr>
            </w:pPr>
            <w:sdt>
              <w:sdtPr>
                <w:rPr>
                  <w:rStyle w:val="FormTextChar"/>
                  <w:i w:val="0"/>
                  <w:iCs w:val="0"/>
                </w:rPr>
                <w:alias w:val="Type here"/>
                <w:tag w:val="Type here"/>
                <w:id w:val="-1103487869"/>
                <w:placeholder>
                  <w:docPart w:val="EB13F99220BC4E3A87F1DE1859F54B31"/>
                </w:placeholder>
                <w:showingPlcHdr/>
                <w:text w:multiLine="1"/>
              </w:sdtPr>
              <w:sdtEndPr>
                <w:rPr>
                  <w:rStyle w:val="PlaceholderText"/>
                  <w:rFonts w:cstheme="minorBidi"/>
                  <w:color w:val="7F7F7F" w:themeColor="text1" w:themeTint="80"/>
                  <w:sz w:val="22"/>
                  <w:szCs w:val="20"/>
                </w:rPr>
              </w:sdtEndPr>
              <w:sdtContent>
                <w:r w:rsidR="008D5A0C" w:rsidRPr="000927D0">
                  <w:rPr>
                    <w:color w:val="767171" w:themeColor="background2" w:themeShade="80"/>
                    <w:szCs w:val="20"/>
                    <w:shd w:val="clear" w:color="auto" w:fill="D9D9D9" w:themeFill="background1" w:themeFillShade="D9"/>
                  </w:rPr>
                  <w:t>Type here</w:t>
                </w:r>
              </w:sdtContent>
            </w:sdt>
          </w:p>
        </w:tc>
      </w:tr>
      <w:tr w:rsidR="001C6403" w14:paraId="061F5FF1" w14:textId="77777777" w:rsidTr="001C6403">
        <w:tc>
          <w:tcPr>
            <w:tcW w:w="10743" w:type="dxa"/>
            <w:gridSpan w:val="5"/>
            <w:shd w:val="clear" w:color="auto" w:fill="E0D0B4"/>
          </w:tcPr>
          <w:p w14:paraId="4E5DF8D2" w14:textId="77777777" w:rsidR="001C6403" w:rsidRPr="00BF299F" w:rsidRDefault="00BF299F" w:rsidP="001C6403">
            <w:pPr>
              <w:pStyle w:val="NoSpacing"/>
              <w:rPr>
                <w:rFonts w:cstheme="minorHAnsi"/>
                <w:b/>
                <w:bCs/>
                <w:i w:val="0"/>
                <w:iCs/>
                <w:noProof/>
                <w:szCs w:val="20"/>
              </w:rPr>
            </w:pPr>
            <w:r w:rsidRPr="00BF299F">
              <w:rPr>
                <w:rFonts w:cstheme="minorHAnsi"/>
                <w:b/>
                <w:bCs/>
                <w:i w:val="0"/>
                <w:iCs/>
                <w:noProof/>
                <w:sz w:val="24"/>
                <w:szCs w:val="24"/>
              </w:rPr>
              <w:t>TERM</w:t>
            </w:r>
          </w:p>
        </w:tc>
      </w:tr>
      <w:bookmarkEnd w:id="2"/>
      <w:tr w:rsidR="00074199" w14:paraId="2ADDB054" w14:textId="77777777" w:rsidTr="00BF299F">
        <w:tc>
          <w:tcPr>
            <w:tcW w:w="3939" w:type="dxa"/>
            <w:shd w:val="clear" w:color="auto" w:fill="EFE8D9"/>
          </w:tcPr>
          <w:p w14:paraId="7CB0573F" w14:textId="77777777" w:rsidR="00074199" w:rsidRPr="00074199" w:rsidRDefault="00074199" w:rsidP="00074199">
            <w:pPr>
              <w:rPr>
                <w:b/>
                <w:bCs/>
                <w:i/>
                <w:sz w:val="24"/>
              </w:rPr>
            </w:pPr>
            <w:proofErr w:type="gramStart"/>
            <w:r>
              <w:t>3.</w:t>
            </w:r>
            <w:r w:rsidR="00BF299F">
              <w:t>0</w:t>
            </w:r>
            <w:r w:rsidR="007C725D">
              <w:t>7</w:t>
            </w:r>
            <w:r>
              <w:t xml:space="preserve"> </w:t>
            </w:r>
            <w:r w:rsidR="00BF299F">
              <w:t xml:space="preserve"> </w:t>
            </w:r>
            <w:r>
              <w:t>Requested</w:t>
            </w:r>
            <w:proofErr w:type="gramEnd"/>
            <w:r>
              <w:t xml:space="preserve"> Term:</w:t>
            </w:r>
          </w:p>
        </w:tc>
        <w:tc>
          <w:tcPr>
            <w:tcW w:w="3331" w:type="dxa"/>
            <w:gridSpan w:val="2"/>
            <w:shd w:val="clear" w:color="auto" w:fill="F2F2F2" w:themeFill="background1" w:themeFillShade="F2"/>
          </w:tcPr>
          <w:p w14:paraId="140FFCA8" w14:textId="77777777" w:rsidR="00074199" w:rsidRPr="00966C35" w:rsidRDefault="00074199" w:rsidP="00A702DB">
            <w:pPr>
              <w:pStyle w:val="NoSpacing"/>
              <w:rPr>
                <w:b/>
                <w:bCs/>
                <w:i w:val="0"/>
                <w:iCs/>
                <w:color w:val="auto"/>
                <w:sz w:val="22"/>
              </w:rPr>
            </w:pPr>
            <w:r w:rsidRPr="00966C35">
              <w:rPr>
                <w:i w:val="0"/>
                <w:iCs/>
                <w:noProof/>
                <w:color w:val="auto"/>
                <w:sz w:val="22"/>
              </w:rPr>
              <w:t xml:space="preserve">Start Date: </w:t>
            </w:r>
            <w:r w:rsidRPr="00966C35">
              <w:rPr>
                <w:i w:val="0"/>
                <w:iCs/>
                <w:color w:val="auto"/>
                <w:sz w:val="22"/>
              </w:rPr>
              <w:t xml:space="preserve"> </w:t>
            </w:r>
            <w:r w:rsidRPr="00966C35">
              <w:rPr>
                <w:rStyle w:val="FormTextChar"/>
                <w:i/>
                <w:iCs w:val="0"/>
                <w:sz w:val="22"/>
                <w:szCs w:val="22"/>
              </w:rPr>
              <w:t xml:space="preserve"> </w:t>
            </w:r>
            <w:r w:rsidR="00CB5353">
              <w:rPr>
                <w:rStyle w:val="FormTextChar"/>
              </w:rPr>
              <w:t xml:space="preserve"> </w:t>
            </w:r>
            <w:sdt>
              <w:sdtPr>
                <w:rPr>
                  <w:i w:val="0"/>
                  <w:iCs/>
                </w:rPr>
                <w:alias w:val="Type here"/>
                <w:tag w:val="Type here"/>
                <w:id w:val="-1197156505"/>
                <w:placeholder>
                  <w:docPart w:val="1907A384501D4E2389E7302499D282A8"/>
                </w:placeholder>
                <w:showingPlcHdr/>
                <w:text w:multiLine="1"/>
              </w:sdtPr>
              <w:sdtEndPr/>
              <w:sdtContent>
                <w:r w:rsidR="008D5A0C" w:rsidRPr="000927D0">
                  <w:rPr>
                    <w:color w:val="767171" w:themeColor="background2" w:themeShade="80"/>
                    <w:szCs w:val="20"/>
                    <w:shd w:val="clear" w:color="auto" w:fill="D9D9D9" w:themeFill="background1" w:themeFillShade="D9"/>
                  </w:rPr>
                  <w:t>Type here</w:t>
                </w:r>
              </w:sdtContent>
            </w:sdt>
            <w:r w:rsidR="00CB5353" w:rsidRPr="003733D2">
              <w:rPr>
                <w:i w:val="0"/>
                <w:iCs/>
                <w:sz w:val="22"/>
              </w:rPr>
              <w:t xml:space="preserve"> </w:t>
            </w:r>
            <w:r w:rsidRPr="003733D2">
              <w:rPr>
                <w:i w:val="0"/>
                <w:iCs/>
                <w:sz w:val="22"/>
              </w:rPr>
              <w:t xml:space="preserve"> </w:t>
            </w:r>
            <w:r w:rsidRPr="003733D2">
              <w:rPr>
                <w:i w:val="0"/>
                <w:iCs/>
                <w:color w:val="auto"/>
                <w:sz w:val="22"/>
              </w:rPr>
              <w:tab/>
            </w:r>
          </w:p>
        </w:tc>
        <w:tc>
          <w:tcPr>
            <w:tcW w:w="3473" w:type="dxa"/>
            <w:gridSpan w:val="2"/>
            <w:shd w:val="clear" w:color="auto" w:fill="F2F2F2" w:themeFill="background1" w:themeFillShade="F2"/>
          </w:tcPr>
          <w:p w14:paraId="445C7ABE" w14:textId="77777777" w:rsidR="00074199" w:rsidRPr="00966C35" w:rsidRDefault="00074199" w:rsidP="00A702DB">
            <w:pPr>
              <w:pStyle w:val="NoSpacing"/>
              <w:rPr>
                <w:b/>
                <w:bCs/>
                <w:i w:val="0"/>
                <w:iCs/>
                <w:color w:val="auto"/>
                <w:sz w:val="22"/>
              </w:rPr>
            </w:pPr>
            <w:r w:rsidRPr="00966C35">
              <w:rPr>
                <w:i w:val="0"/>
                <w:iCs/>
                <w:noProof/>
                <w:color w:val="auto"/>
                <w:sz w:val="22"/>
              </w:rPr>
              <w:t xml:space="preserve">End Date: </w:t>
            </w:r>
            <w:r w:rsidRPr="00966C35">
              <w:rPr>
                <w:i w:val="0"/>
                <w:iCs/>
                <w:color w:val="auto"/>
                <w:sz w:val="22"/>
              </w:rPr>
              <w:t xml:space="preserve"> </w:t>
            </w:r>
            <w:r w:rsidRPr="00966C35">
              <w:rPr>
                <w:rStyle w:val="FormTextChar"/>
                <w:i/>
                <w:iCs w:val="0"/>
                <w:sz w:val="22"/>
                <w:szCs w:val="22"/>
              </w:rPr>
              <w:t xml:space="preserve"> </w:t>
            </w:r>
            <w:r w:rsidR="00CB5353">
              <w:rPr>
                <w:rStyle w:val="FormTextChar"/>
              </w:rPr>
              <w:t xml:space="preserve"> </w:t>
            </w:r>
            <w:sdt>
              <w:sdtPr>
                <w:rPr>
                  <w:rStyle w:val="FormTextChar"/>
                </w:rPr>
                <w:alias w:val="Type here"/>
                <w:tag w:val="Type here"/>
                <w:id w:val="1847436868"/>
                <w:placeholder>
                  <w:docPart w:val="C68F7EDB263F4543B644C09AE3CA6377"/>
                </w:placeholder>
                <w:showingPlcHdr/>
                <w:text w:multiLine="1"/>
              </w:sdtPr>
              <w:sdtEndPr>
                <w:rPr>
                  <w:rStyle w:val="PlaceholderText"/>
                  <w:rFonts w:cstheme="minorBidi"/>
                  <w:i/>
                  <w:iCs w:val="0"/>
                  <w:color w:val="7F7F7F" w:themeColor="text1" w:themeTint="80"/>
                  <w:szCs w:val="20"/>
                </w:rPr>
              </w:sdtEndPr>
              <w:sdtContent>
                <w:r w:rsidR="008D5A0C" w:rsidRPr="000927D0">
                  <w:rPr>
                    <w:color w:val="767171" w:themeColor="background2" w:themeShade="80"/>
                    <w:szCs w:val="20"/>
                    <w:shd w:val="clear" w:color="auto" w:fill="D9D9D9" w:themeFill="background1" w:themeFillShade="D9"/>
                  </w:rPr>
                  <w:t>Type here</w:t>
                </w:r>
              </w:sdtContent>
            </w:sdt>
            <w:r w:rsidR="00CB5353" w:rsidRPr="00966C35">
              <w:rPr>
                <w:i w:val="0"/>
                <w:iCs/>
                <w:sz w:val="22"/>
              </w:rPr>
              <w:t xml:space="preserve"> </w:t>
            </w:r>
            <w:r w:rsidRPr="00966C35">
              <w:rPr>
                <w:i w:val="0"/>
                <w:iCs/>
                <w:sz w:val="22"/>
              </w:rPr>
              <w:t xml:space="preserve"> </w:t>
            </w:r>
            <w:r w:rsidRPr="00966C35">
              <w:rPr>
                <w:i w:val="0"/>
                <w:iCs/>
                <w:color w:val="auto"/>
                <w:sz w:val="22"/>
              </w:rPr>
              <w:tab/>
            </w:r>
          </w:p>
        </w:tc>
      </w:tr>
      <w:tr w:rsidR="00074199" w14:paraId="04DD8995" w14:textId="77777777" w:rsidTr="00BF299F">
        <w:tc>
          <w:tcPr>
            <w:tcW w:w="3939" w:type="dxa"/>
            <w:shd w:val="clear" w:color="auto" w:fill="EFE8D9"/>
          </w:tcPr>
          <w:p w14:paraId="15C2502C" w14:textId="77777777" w:rsidR="00074199" w:rsidRPr="00074199" w:rsidRDefault="00074199" w:rsidP="00074199">
            <w:pPr>
              <w:rPr>
                <w:b/>
                <w:bCs/>
                <w:i/>
                <w:sz w:val="24"/>
              </w:rPr>
            </w:pPr>
            <w:proofErr w:type="gramStart"/>
            <w:r>
              <w:t>3.</w:t>
            </w:r>
            <w:r w:rsidR="00BF299F">
              <w:t>0</w:t>
            </w:r>
            <w:r w:rsidR="007C725D">
              <w:t>8</w:t>
            </w:r>
            <w:r>
              <w:t xml:space="preserve"> </w:t>
            </w:r>
            <w:r w:rsidR="00BF299F">
              <w:t xml:space="preserve"> </w:t>
            </w:r>
            <w:r>
              <w:t>Term</w:t>
            </w:r>
            <w:proofErr w:type="gramEnd"/>
            <w:r>
              <w:t xml:space="preserve"> in years and months:</w:t>
            </w:r>
          </w:p>
        </w:tc>
        <w:tc>
          <w:tcPr>
            <w:tcW w:w="3331" w:type="dxa"/>
            <w:gridSpan w:val="2"/>
            <w:shd w:val="clear" w:color="auto" w:fill="F2F2F2" w:themeFill="background1" w:themeFillShade="F2"/>
          </w:tcPr>
          <w:p w14:paraId="5A8A70AA" w14:textId="77777777" w:rsidR="00074199" w:rsidRPr="00966C35" w:rsidRDefault="00074199" w:rsidP="00A702DB">
            <w:pPr>
              <w:pStyle w:val="NoSpacing"/>
              <w:rPr>
                <w:b/>
                <w:bCs/>
                <w:i w:val="0"/>
                <w:iCs/>
                <w:color w:val="auto"/>
                <w:sz w:val="22"/>
              </w:rPr>
            </w:pPr>
            <w:r w:rsidRPr="00966C35">
              <w:rPr>
                <w:i w:val="0"/>
                <w:iCs/>
                <w:noProof/>
                <w:color w:val="auto"/>
                <w:sz w:val="22"/>
              </w:rPr>
              <w:t xml:space="preserve">Years: </w:t>
            </w:r>
            <w:r w:rsidRPr="00966C35">
              <w:rPr>
                <w:i w:val="0"/>
                <w:iCs/>
                <w:color w:val="auto"/>
                <w:sz w:val="22"/>
              </w:rPr>
              <w:t xml:space="preserve"> </w:t>
            </w:r>
            <w:r w:rsidRPr="00966C35">
              <w:rPr>
                <w:rStyle w:val="FormTextChar"/>
                <w:i/>
                <w:iCs w:val="0"/>
                <w:sz w:val="22"/>
                <w:szCs w:val="22"/>
              </w:rPr>
              <w:t xml:space="preserve"> </w:t>
            </w:r>
            <w:r w:rsidR="00CB5353">
              <w:rPr>
                <w:rStyle w:val="FormTextChar"/>
              </w:rPr>
              <w:t xml:space="preserve"> </w:t>
            </w:r>
            <w:sdt>
              <w:sdtPr>
                <w:rPr>
                  <w:rStyle w:val="FormTextChar"/>
                </w:rPr>
                <w:alias w:val="Type here"/>
                <w:tag w:val="Type here"/>
                <w:id w:val="-1965571200"/>
                <w:placeholder>
                  <w:docPart w:val="189DB92BCC8C4BE696CF12AD39AF9206"/>
                </w:placeholder>
                <w:showingPlcHdr/>
                <w:text w:multiLine="1"/>
              </w:sdtPr>
              <w:sdtEndPr>
                <w:rPr>
                  <w:rStyle w:val="PlaceholderText"/>
                  <w:rFonts w:cstheme="minorBidi"/>
                  <w:i/>
                  <w:iCs w:val="0"/>
                  <w:color w:val="7F7F7F" w:themeColor="text1" w:themeTint="80"/>
                  <w:szCs w:val="20"/>
                </w:rPr>
              </w:sdtEndPr>
              <w:sdtContent>
                <w:r w:rsidR="008D5A0C" w:rsidRPr="000927D0">
                  <w:rPr>
                    <w:color w:val="767171" w:themeColor="background2" w:themeShade="80"/>
                    <w:szCs w:val="20"/>
                    <w:shd w:val="clear" w:color="auto" w:fill="D9D9D9" w:themeFill="background1" w:themeFillShade="D9"/>
                  </w:rPr>
                  <w:t>Type here</w:t>
                </w:r>
              </w:sdtContent>
            </w:sdt>
            <w:r w:rsidR="00CB5353" w:rsidRPr="00966C35">
              <w:rPr>
                <w:i w:val="0"/>
                <w:iCs/>
                <w:sz w:val="22"/>
              </w:rPr>
              <w:t xml:space="preserve"> </w:t>
            </w:r>
            <w:r w:rsidRPr="00966C35">
              <w:rPr>
                <w:i w:val="0"/>
                <w:iCs/>
                <w:sz w:val="22"/>
              </w:rPr>
              <w:t xml:space="preserve"> </w:t>
            </w:r>
            <w:r w:rsidRPr="00966C35">
              <w:rPr>
                <w:i w:val="0"/>
                <w:iCs/>
                <w:color w:val="auto"/>
                <w:sz w:val="22"/>
              </w:rPr>
              <w:tab/>
            </w:r>
          </w:p>
        </w:tc>
        <w:tc>
          <w:tcPr>
            <w:tcW w:w="3473" w:type="dxa"/>
            <w:gridSpan w:val="2"/>
            <w:shd w:val="clear" w:color="auto" w:fill="F2F2F2" w:themeFill="background1" w:themeFillShade="F2"/>
          </w:tcPr>
          <w:p w14:paraId="0C110AF1" w14:textId="77777777" w:rsidR="00074199" w:rsidRPr="00966C35" w:rsidRDefault="00074199" w:rsidP="00A702DB">
            <w:pPr>
              <w:pStyle w:val="NoSpacing"/>
              <w:rPr>
                <w:b/>
                <w:bCs/>
                <w:i w:val="0"/>
                <w:iCs/>
                <w:color w:val="auto"/>
                <w:sz w:val="22"/>
              </w:rPr>
            </w:pPr>
            <w:r w:rsidRPr="00966C35">
              <w:rPr>
                <w:i w:val="0"/>
                <w:iCs/>
                <w:noProof/>
                <w:color w:val="auto"/>
                <w:sz w:val="22"/>
              </w:rPr>
              <w:t xml:space="preserve">Months: </w:t>
            </w:r>
            <w:r w:rsidRPr="00966C35">
              <w:rPr>
                <w:i w:val="0"/>
                <w:iCs/>
                <w:color w:val="auto"/>
                <w:sz w:val="22"/>
              </w:rPr>
              <w:t xml:space="preserve"> </w:t>
            </w:r>
            <w:r w:rsidRPr="00966C35">
              <w:rPr>
                <w:rStyle w:val="FormTextChar"/>
                <w:i/>
                <w:iCs w:val="0"/>
                <w:sz w:val="22"/>
                <w:szCs w:val="22"/>
              </w:rPr>
              <w:t xml:space="preserve"> </w:t>
            </w:r>
            <w:r w:rsidR="00CB5353">
              <w:rPr>
                <w:rStyle w:val="FormTextChar"/>
              </w:rPr>
              <w:t xml:space="preserve"> </w:t>
            </w:r>
            <w:sdt>
              <w:sdtPr>
                <w:rPr>
                  <w:rStyle w:val="FormTextChar"/>
                </w:rPr>
                <w:alias w:val="Type here"/>
                <w:tag w:val="Type here"/>
                <w:id w:val="-134254025"/>
                <w:placeholder>
                  <w:docPart w:val="925D9374A51B46FA8428854F8A5465DD"/>
                </w:placeholder>
                <w:showingPlcHdr/>
                <w:text w:multiLine="1"/>
              </w:sdtPr>
              <w:sdtEndPr>
                <w:rPr>
                  <w:rStyle w:val="PlaceholderText"/>
                  <w:rFonts w:cstheme="minorBidi"/>
                  <w:i/>
                  <w:iCs w:val="0"/>
                  <w:color w:val="7F7F7F" w:themeColor="text1" w:themeTint="80"/>
                  <w:szCs w:val="20"/>
                </w:rPr>
              </w:sdtEndPr>
              <w:sdtContent>
                <w:r w:rsidR="008D5A0C" w:rsidRPr="000927D0">
                  <w:rPr>
                    <w:color w:val="767171" w:themeColor="background2" w:themeShade="80"/>
                    <w:szCs w:val="20"/>
                    <w:shd w:val="clear" w:color="auto" w:fill="D9D9D9" w:themeFill="background1" w:themeFillShade="D9"/>
                  </w:rPr>
                  <w:t>Type here</w:t>
                </w:r>
              </w:sdtContent>
            </w:sdt>
            <w:r w:rsidR="00CB5353" w:rsidRPr="00966C35">
              <w:rPr>
                <w:i w:val="0"/>
                <w:iCs/>
                <w:sz w:val="22"/>
              </w:rPr>
              <w:t xml:space="preserve"> </w:t>
            </w:r>
            <w:r w:rsidRPr="00966C35">
              <w:rPr>
                <w:i w:val="0"/>
                <w:iCs/>
                <w:sz w:val="22"/>
              </w:rPr>
              <w:t xml:space="preserve"> </w:t>
            </w:r>
            <w:r w:rsidRPr="00966C35">
              <w:rPr>
                <w:i w:val="0"/>
                <w:iCs/>
                <w:color w:val="auto"/>
                <w:sz w:val="22"/>
              </w:rPr>
              <w:tab/>
            </w:r>
          </w:p>
        </w:tc>
      </w:tr>
      <w:tr w:rsidR="00BF299F" w14:paraId="43A38976" w14:textId="77777777" w:rsidTr="00BF299F">
        <w:tc>
          <w:tcPr>
            <w:tcW w:w="10743" w:type="dxa"/>
            <w:gridSpan w:val="5"/>
            <w:shd w:val="clear" w:color="auto" w:fill="E0D0B4"/>
          </w:tcPr>
          <w:p w14:paraId="41F3DE4A" w14:textId="77777777" w:rsidR="00BF299F" w:rsidRDefault="00BF299F" w:rsidP="00A702DB">
            <w:pPr>
              <w:pStyle w:val="NoSpacing"/>
              <w:rPr>
                <w:i w:val="0"/>
                <w:iCs/>
                <w:noProof/>
                <w:color w:val="auto"/>
                <w:szCs w:val="20"/>
              </w:rPr>
            </w:pPr>
            <w:r w:rsidRPr="001C6403">
              <w:rPr>
                <w:b/>
                <w:bCs/>
                <w:i w:val="0"/>
                <w:color w:val="auto"/>
                <w:sz w:val="24"/>
              </w:rPr>
              <w:t>DETAILS OF COMMERCIAL BUSINESS PLAN</w:t>
            </w:r>
            <w:r>
              <w:rPr>
                <w:b/>
                <w:bCs/>
                <w:i w:val="0"/>
                <w:color w:val="auto"/>
                <w:sz w:val="24"/>
              </w:rPr>
              <w:t xml:space="preserve"> AT THIS PREMISE</w:t>
            </w:r>
          </w:p>
        </w:tc>
      </w:tr>
      <w:tr w:rsidR="00BF299F" w14:paraId="09E4427C" w14:textId="77777777" w:rsidTr="00BF299F">
        <w:tc>
          <w:tcPr>
            <w:tcW w:w="10743" w:type="dxa"/>
            <w:gridSpan w:val="5"/>
            <w:shd w:val="clear" w:color="auto" w:fill="EFE8D9"/>
          </w:tcPr>
          <w:p w14:paraId="73DD3FC4" w14:textId="77777777" w:rsidR="00BF299F" w:rsidRPr="001C6403" w:rsidRDefault="00BF299F" w:rsidP="00BF299F">
            <w:pPr>
              <w:rPr>
                <w:b/>
                <w:bCs/>
                <w:i/>
                <w:sz w:val="24"/>
              </w:rPr>
            </w:pPr>
            <w:proofErr w:type="gramStart"/>
            <w:r>
              <w:t>3.0</w:t>
            </w:r>
            <w:r w:rsidR="007C725D">
              <w:t>9</w:t>
            </w:r>
            <w:r w:rsidRPr="001C6403">
              <w:t xml:space="preserve"> </w:t>
            </w:r>
            <w:r>
              <w:t xml:space="preserve"> </w:t>
            </w:r>
            <w:r w:rsidRPr="001C6403">
              <w:t>Provide</w:t>
            </w:r>
            <w:proofErr w:type="gramEnd"/>
            <w:r w:rsidRPr="001C6403">
              <w:t xml:space="preserve"> a brief description of your business plan or</w:t>
            </w:r>
            <w:r>
              <w:rPr>
                <w:i/>
                <w:iCs/>
              </w:rPr>
              <w:t xml:space="preserve"> </w:t>
            </w:r>
            <w:r w:rsidR="00966C35">
              <w:rPr>
                <w:u w:val="single"/>
              </w:rPr>
              <w:t>a</w:t>
            </w:r>
            <w:r w:rsidRPr="001C6403">
              <w:rPr>
                <w:u w:val="single"/>
              </w:rPr>
              <w:t>ttach</w:t>
            </w:r>
            <w:r w:rsidRPr="001C6403">
              <w:t xml:space="preserve"> a copy</w:t>
            </w:r>
            <w:r w:rsidRPr="001C6403">
              <w:rPr>
                <w:i/>
                <w:iCs/>
                <w:sz w:val="20"/>
                <w:szCs w:val="20"/>
              </w:rPr>
              <w:t>.</w:t>
            </w:r>
          </w:p>
        </w:tc>
      </w:tr>
      <w:tr w:rsidR="00BF299F" w14:paraId="520734F9" w14:textId="77777777" w:rsidTr="00BF299F">
        <w:tc>
          <w:tcPr>
            <w:tcW w:w="10743" w:type="dxa"/>
            <w:gridSpan w:val="5"/>
            <w:shd w:val="clear" w:color="auto" w:fill="F2F2F2" w:themeFill="background1" w:themeFillShade="F2"/>
          </w:tcPr>
          <w:p w14:paraId="14D74154" w14:textId="77777777" w:rsidR="00BF299F" w:rsidRPr="003733D2" w:rsidRDefault="001C74C5" w:rsidP="00B20401">
            <w:pPr>
              <w:pStyle w:val="NoSpacing"/>
              <w:rPr>
                <w:rStyle w:val="FormTextChar"/>
                <w:szCs w:val="20"/>
              </w:rPr>
            </w:pPr>
            <w:sdt>
              <w:sdtPr>
                <w:rPr>
                  <w:rFonts w:cstheme="minorHAnsi"/>
                  <w:i w:val="0"/>
                  <w:iCs/>
                  <w:color w:val="auto"/>
                  <w:szCs w:val="20"/>
                  <w:lang w:val="en-US"/>
                </w:rPr>
                <w:alias w:val="Type here"/>
                <w:tag w:val="Type here"/>
                <w:id w:val="-1239855196"/>
                <w:placeholder>
                  <w:docPart w:val="F5C6AA4E7B604C19A1EB146C82716B94"/>
                </w:placeholder>
                <w:showingPlcHdr/>
                <w:text w:multiLine="1"/>
              </w:sdtPr>
              <w:sdtEndPr/>
              <w:sdtContent>
                <w:r w:rsidR="008D5A0C" w:rsidRPr="000927D0">
                  <w:rPr>
                    <w:color w:val="767171" w:themeColor="background2" w:themeShade="80"/>
                    <w:szCs w:val="20"/>
                    <w:shd w:val="clear" w:color="auto" w:fill="D9D9D9" w:themeFill="background1" w:themeFillShade="D9"/>
                  </w:rPr>
                  <w:t>Type here</w:t>
                </w:r>
              </w:sdtContent>
            </w:sdt>
            <w:r w:rsidR="00CB5353" w:rsidRPr="003733D2">
              <w:rPr>
                <w:rStyle w:val="FormTextChar"/>
                <w:szCs w:val="20"/>
              </w:rPr>
              <w:t xml:space="preserve"> </w:t>
            </w:r>
            <w:r w:rsidR="00BF299F" w:rsidRPr="003733D2">
              <w:rPr>
                <w:rStyle w:val="FormTextChar"/>
                <w:szCs w:val="20"/>
              </w:rPr>
              <w:t xml:space="preserve"> ; or</w:t>
            </w:r>
          </w:p>
          <w:p w14:paraId="20F1E26C" w14:textId="77777777" w:rsidR="00175F66" w:rsidRPr="003733D2" w:rsidRDefault="00175F66" w:rsidP="00BF299F">
            <w:pPr>
              <w:pStyle w:val="NoSpacing"/>
              <w:rPr>
                <w:rStyle w:val="FormTextChar"/>
                <w:szCs w:val="20"/>
              </w:rPr>
            </w:pPr>
          </w:p>
          <w:p w14:paraId="7A8817D5" w14:textId="77777777" w:rsidR="00BF299F" w:rsidRPr="003733D2" w:rsidRDefault="001C74C5" w:rsidP="00BF299F">
            <w:pPr>
              <w:pStyle w:val="NoSpacing"/>
              <w:rPr>
                <w:rFonts w:cstheme="minorHAnsi"/>
                <w:i w:val="0"/>
                <w:color w:val="auto"/>
                <w:szCs w:val="20"/>
              </w:rPr>
            </w:pPr>
            <w:sdt>
              <w:sdtPr>
                <w:rPr>
                  <w:rFonts w:cstheme="minorHAnsi"/>
                  <w:i w:val="0"/>
                  <w:iCs/>
                  <w:noProof/>
                  <w:szCs w:val="20"/>
                </w:rPr>
                <w:id w:val="726425275"/>
                <w14:checkbox>
                  <w14:checked w14:val="0"/>
                  <w14:checkedState w14:val="2612" w14:font="MS Gothic"/>
                  <w14:uncheckedState w14:val="2610" w14:font="MS Gothic"/>
                </w14:checkbox>
              </w:sdtPr>
              <w:sdtEndPr/>
              <w:sdtContent>
                <w:r w:rsidR="00E01289" w:rsidRPr="003733D2">
                  <w:rPr>
                    <w:rFonts w:ascii="Segoe UI Symbol" w:eastAsia="MS Gothic" w:hAnsi="Segoe UI Symbol" w:cs="Segoe UI Symbol"/>
                    <w:i w:val="0"/>
                    <w:iCs/>
                    <w:noProof/>
                    <w:szCs w:val="20"/>
                  </w:rPr>
                  <w:t>☐</w:t>
                </w:r>
              </w:sdtContent>
            </w:sdt>
            <w:r w:rsidR="00BF299F" w:rsidRPr="003733D2">
              <w:rPr>
                <w:rFonts w:cstheme="minorHAnsi"/>
                <w:i w:val="0"/>
                <w:noProof/>
                <w:szCs w:val="20"/>
              </w:rPr>
              <w:t xml:space="preserve"> </w:t>
            </w:r>
            <w:r w:rsidR="00BF299F" w:rsidRPr="00961306">
              <w:rPr>
                <w:rFonts w:cstheme="minorHAnsi"/>
                <w:i w:val="0"/>
                <w:noProof/>
                <w:sz w:val="22"/>
              </w:rPr>
              <w:t xml:space="preserve">Business Plan </w:t>
            </w:r>
            <w:r w:rsidR="00BF299F" w:rsidRPr="0044410C">
              <w:rPr>
                <w:rFonts w:cstheme="minorHAnsi"/>
                <w:b/>
                <w:bCs/>
                <w:iCs/>
                <w:noProof/>
                <w:sz w:val="22"/>
                <w:u w:val="single"/>
              </w:rPr>
              <w:t>attached</w:t>
            </w:r>
            <w:r w:rsidR="0044410C" w:rsidRPr="0044410C">
              <w:rPr>
                <w:rFonts w:cstheme="minorHAnsi"/>
                <w:b/>
                <w:bCs/>
                <w:iCs/>
                <w:noProof/>
                <w:sz w:val="22"/>
                <w:u w:val="single"/>
              </w:rPr>
              <w:t>(*)</w:t>
            </w:r>
            <w:r w:rsidR="00BF299F" w:rsidRPr="00961306">
              <w:rPr>
                <w:rFonts w:cstheme="minorHAnsi"/>
                <w:i w:val="0"/>
                <w:noProof/>
                <w:sz w:val="22"/>
              </w:rPr>
              <w:tab/>
            </w:r>
          </w:p>
        </w:tc>
      </w:tr>
      <w:tr w:rsidR="001D4925" w14:paraId="742EC48E" w14:textId="77777777" w:rsidTr="005D6E55">
        <w:tc>
          <w:tcPr>
            <w:tcW w:w="10743" w:type="dxa"/>
            <w:gridSpan w:val="5"/>
            <w:shd w:val="clear" w:color="auto" w:fill="EFE8D9"/>
          </w:tcPr>
          <w:p w14:paraId="79881230" w14:textId="77777777" w:rsidR="001D4925" w:rsidRDefault="00BF299F" w:rsidP="001D4925">
            <w:pPr>
              <w:rPr>
                <w:i/>
                <w:iCs/>
                <w:noProof/>
                <w:szCs w:val="20"/>
              </w:rPr>
            </w:pPr>
            <w:proofErr w:type="gramStart"/>
            <w:r>
              <w:t>3.</w:t>
            </w:r>
            <w:r w:rsidR="007C725D">
              <w:t>10</w:t>
            </w:r>
            <w:r>
              <w:t xml:space="preserve">  </w:t>
            </w:r>
            <w:r w:rsidRPr="00175F66">
              <w:t>Business</w:t>
            </w:r>
            <w:proofErr w:type="gramEnd"/>
            <w:r w:rsidRPr="00175F66">
              <w:t xml:space="preserve"> experience: </w:t>
            </w:r>
            <w:r w:rsidR="001D4925" w:rsidRPr="00175F66">
              <w:t>Provide</w:t>
            </w:r>
            <w:r w:rsidR="001D4925">
              <w:t xml:space="preserve"> details of your business background, experience and skills</w:t>
            </w:r>
            <w:r w:rsidR="001D4925" w:rsidRPr="00966C35">
              <w:t>.</w:t>
            </w:r>
            <w:r w:rsidR="00966C35" w:rsidRPr="00966C35">
              <w:t xml:space="preserve"> </w:t>
            </w:r>
            <w:r w:rsidR="00966C35" w:rsidRPr="00966C35">
              <w:rPr>
                <w:u w:val="single"/>
              </w:rPr>
              <w:t>Attach</w:t>
            </w:r>
            <w:r w:rsidR="00966C35" w:rsidRPr="00966C35">
              <w:t xml:space="preserve"> any relevant documentation that provides evidence to support your proposal.</w:t>
            </w:r>
          </w:p>
        </w:tc>
      </w:tr>
      <w:tr w:rsidR="001D4925" w:rsidRPr="00961306" w14:paraId="052AED73" w14:textId="77777777" w:rsidTr="001D4925">
        <w:tc>
          <w:tcPr>
            <w:tcW w:w="10743" w:type="dxa"/>
            <w:gridSpan w:val="5"/>
            <w:shd w:val="clear" w:color="auto" w:fill="F2F2F2" w:themeFill="background1" w:themeFillShade="F2"/>
          </w:tcPr>
          <w:p w14:paraId="41376503" w14:textId="77777777" w:rsidR="0044410C" w:rsidRPr="00D56327" w:rsidRDefault="001C74C5" w:rsidP="00D56327">
            <w:pPr>
              <w:jc w:val="left"/>
              <w:rPr>
                <w:rFonts w:cstheme="minorHAnsi"/>
                <w:sz w:val="20"/>
                <w:szCs w:val="20"/>
              </w:rPr>
            </w:pPr>
            <w:sdt>
              <w:sdtPr>
                <w:rPr>
                  <w:rStyle w:val="FormTextChar"/>
                  <w:i w:val="0"/>
                  <w:iCs w:val="0"/>
                  <w:color w:val="auto"/>
                  <w:szCs w:val="20"/>
                </w:rPr>
                <w:alias w:val="Type here"/>
                <w:tag w:val="Type here"/>
                <w:id w:val="860939117"/>
                <w:placeholder>
                  <w:docPart w:val="416A2A636A6743F18C5E99949DD49FC4"/>
                </w:placeholder>
                <w:showingPlcHdr/>
                <w:text w:multiLine="1"/>
              </w:sdtPr>
              <w:sdtEndPr>
                <w:rPr>
                  <w:rStyle w:val="PlaceholderText"/>
                  <w:rFonts w:cstheme="minorBidi"/>
                  <w:sz w:val="22"/>
                </w:rPr>
              </w:sdtEndPr>
              <w:sdtContent>
                <w:r w:rsidR="00D56327" w:rsidRPr="000927D0">
                  <w:rPr>
                    <w:color w:val="767171" w:themeColor="background2" w:themeShade="80"/>
                    <w:szCs w:val="20"/>
                    <w:shd w:val="clear" w:color="auto" w:fill="D9D9D9" w:themeFill="background1" w:themeFillShade="D9"/>
                  </w:rPr>
                  <w:t>Type here</w:t>
                </w:r>
              </w:sdtContent>
            </w:sdt>
          </w:p>
        </w:tc>
      </w:tr>
      <w:tr w:rsidR="001D4925" w14:paraId="781DA2CB" w14:textId="77777777" w:rsidTr="005D6E55">
        <w:tc>
          <w:tcPr>
            <w:tcW w:w="10743" w:type="dxa"/>
            <w:gridSpan w:val="5"/>
            <w:shd w:val="clear" w:color="auto" w:fill="EFE8D9"/>
          </w:tcPr>
          <w:p w14:paraId="5AE40195" w14:textId="77777777" w:rsidR="001D4925" w:rsidRDefault="00BF299F" w:rsidP="00BF299F">
            <w:pPr>
              <w:rPr>
                <w:noProof/>
              </w:rPr>
            </w:pPr>
            <w:proofErr w:type="gramStart"/>
            <w:r w:rsidRPr="00BF299F">
              <w:rPr>
                <w:bCs/>
              </w:rPr>
              <w:t>3.1</w:t>
            </w:r>
            <w:r w:rsidR="007C725D">
              <w:rPr>
                <w:bCs/>
              </w:rPr>
              <w:t>1</w:t>
            </w:r>
            <w:r>
              <w:rPr>
                <w:b/>
              </w:rPr>
              <w:t xml:space="preserve">  </w:t>
            </w:r>
            <w:r w:rsidR="001D4925" w:rsidRPr="00175F66">
              <w:rPr>
                <w:bCs/>
              </w:rPr>
              <w:t>Industry</w:t>
            </w:r>
            <w:proofErr w:type="gramEnd"/>
            <w:r w:rsidR="001D4925" w:rsidRPr="00175F66">
              <w:rPr>
                <w:bCs/>
              </w:rPr>
              <w:t xml:space="preserve"> licences: To</w:t>
            </w:r>
            <w:r w:rsidR="001D4925">
              <w:t xml:space="preserve"> legally carry out the proposed activity, please state industry licences, permits and/or accreditations required for your proposal and supply copies of these documents.  </w:t>
            </w:r>
          </w:p>
        </w:tc>
      </w:tr>
      <w:tr w:rsidR="00D56327" w:rsidRPr="00D56327" w14:paraId="771F4AD2" w14:textId="77777777" w:rsidTr="001D4925">
        <w:tc>
          <w:tcPr>
            <w:tcW w:w="10743" w:type="dxa"/>
            <w:gridSpan w:val="5"/>
            <w:shd w:val="clear" w:color="auto" w:fill="F2F2F2" w:themeFill="background1" w:themeFillShade="F2"/>
          </w:tcPr>
          <w:p w14:paraId="23FB34A4" w14:textId="77777777" w:rsidR="00175F66" w:rsidRPr="00D56327" w:rsidRDefault="001C74C5" w:rsidP="00D56327">
            <w:pPr>
              <w:jc w:val="left"/>
              <w:rPr>
                <w:noProof/>
                <w:sz w:val="20"/>
                <w:szCs w:val="20"/>
              </w:rPr>
            </w:pPr>
            <w:sdt>
              <w:sdtPr>
                <w:rPr>
                  <w:rStyle w:val="FormTextChar"/>
                  <w:i w:val="0"/>
                  <w:iCs w:val="0"/>
                  <w:color w:val="auto"/>
                  <w:szCs w:val="20"/>
                </w:rPr>
                <w:alias w:val="Type here"/>
                <w:tag w:val="Type here"/>
                <w:id w:val="656269390"/>
                <w:placeholder>
                  <w:docPart w:val="0B43579DC5154517B7D85F7859C4DBDF"/>
                </w:placeholder>
                <w:showingPlcHdr/>
                <w:text w:multiLine="1"/>
              </w:sdtPr>
              <w:sdtEndPr>
                <w:rPr>
                  <w:rStyle w:val="PlaceholderText"/>
                  <w:rFonts w:cstheme="minorBidi"/>
                  <w:sz w:val="22"/>
                </w:rPr>
              </w:sdtEndPr>
              <w:sdtContent>
                <w:r w:rsidR="00CD1FC0" w:rsidRPr="000927D0">
                  <w:rPr>
                    <w:color w:val="767171" w:themeColor="background2" w:themeShade="80"/>
                    <w:szCs w:val="20"/>
                    <w:shd w:val="clear" w:color="auto" w:fill="D9D9D9" w:themeFill="background1" w:themeFillShade="D9"/>
                  </w:rPr>
                  <w:t>Type here</w:t>
                </w:r>
              </w:sdtContent>
            </w:sdt>
          </w:p>
        </w:tc>
      </w:tr>
    </w:tbl>
    <w:p w14:paraId="068652ED" w14:textId="77777777" w:rsidR="00175F66" w:rsidRPr="0044410C" w:rsidRDefault="00175F66" w:rsidP="00966C35">
      <w:pPr>
        <w:spacing w:before="0" w:after="0" w:line="259" w:lineRule="auto"/>
        <w:jc w:val="left"/>
        <w:rPr>
          <w:sz w:val="2"/>
          <w:szCs w:val="2"/>
        </w:rPr>
      </w:pPr>
    </w:p>
    <w:tbl>
      <w:tblPr>
        <w:tblStyle w:val="TableGrid"/>
        <w:tblpPr w:leftFromText="181" w:rightFromText="181" w:vertAnchor="text" w:horzAnchor="margin" w:tblpX="-317" w:tblpY="1"/>
        <w:tblOverlap w:val="never"/>
        <w:tblW w:w="1074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939"/>
        <w:gridCol w:w="6804"/>
      </w:tblGrid>
      <w:tr w:rsidR="00175F66" w14:paraId="1E609897" w14:textId="77777777" w:rsidTr="005D6E55">
        <w:tc>
          <w:tcPr>
            <w:tcW w:w="10743" w:type="dxa"/>
            <w:gridSpan w:val="2"/>
            <w:shd w:val="clear" w:color="auto" w:fill="EFE8D9"/>
          </w:tcPr>
          <w:p w14:paraId="6A2812A8" w14:textId="77777777" w:rsidR="00175F66" w:rsidRDefault="00175F66" w:rsidP="005D6E55">
            <w:pPr>
              <w:rPr>
                <w:noProof/>
              </w:rPr>
            </w:pPr>
            <w:proofErr w:type="gramStart"/>
            <w:r>
              <w:rPr>
                <w:bCs/>
              </w:rPr>
              <w:t>3.1</w:t>
            </w:r>
            <w:r w:rsidR="007C725D">
              <w:rPr>
                <w:bCs/>
              </w:rPr>
              <w:t>2</w:t>
            </w:r>
            <w:r>
              <w:rPr>
                <w:bCs/>
              </w:rPr>
              <w:t xml:space="preserve">  </w:t>
            </w:r>
            <w:r w:rsidRPr="00175F66">
              <w:rPr>
                <w:bCs/>
              </w:rPr>
              <w:t>What</w:t>
            </w:r>
            <w:proofErr w:type="gramEnd"/>
            <w:r w:rsidRPr="00175F66">
              <w:rPr>
                <w:bCs/>
              </w:rPr>
              <w:t xml:space="preserve"> infrastructure developments and capital purchases are proposed?</w:t>
            </w:r>
            <w:r>
              <w:t xml:space="preserve"> Please detail proposed timeframes for construction and purchase of capital items. If available, a scope of works and site plan should be included.</w:t>
            </w:r>
          </w:p>
        </w:tc>
      </w:tr>
      <w:tr w:rsidR="00961306" w:rsidRPr="00961306" w14:paraId="4A5089B4" w14:textId="77777777" w:rsidTr="005D6E55">
        <w:tc>
          <w:tcPr>
            <w:tcW w:w="10743" w:type="dxa"/>
            <w:gridSpan w:val="2"/>
            <w:shd w:val="clear" w:color="auto" w:fill="F2F2F2" w:themeFill="background1" w:themeFillShade="F2"/>
          </w:tcPr>
          <w:p w14:paraId="7ACA9F5C" w14:textId="77777777" w:rsidR="00175F66" w:rsidRPr="00D56327" w:rsidRDefault="001C74C5" w:rsidP="00CD1FC0">
            <w:pPr>
              <w:jc w:val="left"/>
              <w:rPr>
                <w:rFonts w:cstheme="minorHAnsi"/>
                <w:i/>
                <w:iCs/>
                <w:color w:val="000000" w:themeColor="text1"/>
              </w:rPr>
            </w:pPr>
            <w:sdt>
              <w:sdtPr>
                <w:rPr>
                  <w:rStyle w:val="PlaceholderText"/>
                  <w:rFonts w:ascii="Calibri" w:hAnsi="Calibri" w:cstheme="minorHAnsi"/>
                  <w:iCs/>
                  <w:color w:val="000000" w:themeColor="text1"/>
                </w:rPr>
                <w:alias w:val="Type here"/>
                <w:tag w:val="Type here"/>
                <w:id w:val="241765132"/>
                <w:placeholder>
                  <w:docPart w:val="F37C71FE4E884CF38C4C0B2E57A2780D"/>
                </w:placeholder>
                <w:showingPlcHdr/>
                <w:text w:multiLine="1"/>
              </w:sdtPr>
              <w:sdtEndPr>
                <w:rPr>
                  <w:rStyle w:val="PlaceholderText"/>
                </w:rPr>
              </w:sdtEndPr>
              <w:sdtContent>
                <w:r w:rsidR="00CD1FC0" w:rsidRPr="000927D0">
                  <w:rPr>
                    <w:color w:val="767171" w:themeColor="background2" w:themeShade="80"/>
                    <w:szCs w:val="20"/>
                    <w:shd w:val="clear" w:color="auto" w:fill="D9D9D9" w:themeFill="background1" w:themeFillShade="D9"/>
                  </w:rPr>
                  <w:t>Type here</w:t>
                </w:r>
              </w:sdtContent>
            </w:sdt>
          </w:p>
        </w:tc>
      </w:tr>
      <w:tr w:rsidR="00175F66" w14:paraId="658AF4C3" w14:textId="77777777" w:rsidTr="005D6E55">
        <w:tc>
          <w:tcPr>
            <w:tcW w:w="10743" w:type="dxa"/>
            <w:gridSpan w:val="2"/>
            <w:shd w:val="clear" w:color="auto" w:fill="EFE8D9"/>
          </w:tcPr>
          <w:p w14:paraId="0EBF8CD8" w14:textId="77777777" w:rsidR="00175F66" w:rsidRPr="00BF299F" w:rsidRDefault="00175F66" w:rsidP="005D6E55">
            <w:proofErr w:type="gramStart"/>
            <w:r w:rsidRPr="00BF299F">
              <w:t>3.1</w:t>
            </w:r>
            <w:r w:rsidR="007C725D">
              <w:t>3</w:t>
            </w:r>
            <w:r w:rsidRPr="00BF299F">
              <w:t xml:space="preserve">  Source</w:t>
            </w:r>
            <w:proofErr w:type="gramEnd"/>
            <w:r w:rsidRPr="00BF299F">
              <w:t xml:space="preserve"> of finance ($)</w:t>
            </w:r>
          </w:p>
        </w:tc>
      </w:tr>
      <w:tr w:rsidR="00175F66" w14:paraId="162AADEF" w14:textId="77777777" w:rsidTr="005D6E55">
        <w:tc>
          <w:tcPr>
            <w:tcW w:w="10743" w:type="dxa"/>
            <w:gridSpan w:val="2"/>
            <w:shd w:val="clear" w:color="auto" w:fill="F2F2F2" w:themeFill="background1" w:themeFillShade="F2"/>
          </w:tcPr>
          <w:p w14:paraId="1EDCC2D2" w14:textId="77777777" w:rsidR="00175F66" w:rsidRPr="00966C35" w:rsidRDefault="001C74C5" w:rsidP="00653372">
            <w:pPr>
              <w:jc w:val="left"/>
              <w:rPr>
                <w:rFonts w:ascii="Arial" w:hAnsi="Arial" w:cs="Arial"/>
                <w:szCs w:val="20"/>
              </w:rPr>
            </w:pPr>
            <w:sdt>
              <w:sdtPr>
                <w:rPr>
                  <w:rFonts w:cstheme="minorHAnsi"/>
                  <w:b/>
                  <w:bCs/>
                  <w:sz w:val="20"/>
                  <w:szCs w:val="20"/>
                </w:rPr>
                <w:id w:val="-1190365292"/>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966C35">
              <w:rPr>
                <w:iCs/>
                <w:noProof/>
                <w:szCs w:val="20"/>
              </w:rPr>
              <w:t xml:space="preserve"> </w:t>
            </w:r>
            <w:r w:rsidR="00175F66" w:rsidRPr="00966C35">
              <w:rPr>
                <w:iCs/>
                <w:noProof/>
                <w:szCs w:val="20"/>
              </w:rPr>
              <w:t xml:space="preserve"> Private </w:t>
            </w:r>
            <w:r w:rsidR="00175F66" w:rsidRPr="00966C35">
              <w:rPr>
                <w:iCs/>
                <w:noProof/>
                <w:szCs w:val="20"/>
              </w:rPr>
              <w:tab/>
            </w:r>
            <w:r w:rsidR="00AA7A92" w:rsidRPr="00AA7A92">
              <w:rPr>
                <w:rFonts w:cstheme="minorHAnsi"/>
                <w:b/>
                <w:bCs/>
                <w:sz w:val="20"/>
                <w:szCs w:val="20"/>
              </w:rPr>
              <w:t xml:space="preserve"> </w:t>
            </w:r>
            <w:sdt>
              <w:sdtPr>
                <w:rPr>
                  <w:rFonts w:cstheme="minorHAnsi"/>
                  <w:b/>
                  <w:bCs/>
                  <w:sz w:val="20"/>
                  <w:szCs w:val="20"/>
                </w:rPr>
                <w:id w:val="-1652207940"/>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966C35">
              <w:rPr>
                <w:iCs/>
                <w:noProof/>
                <w:szCs w:val="20"/>
              </w:rPr>
              <w:t xml:space="preserve"> </w:t>
            </w:r>
            <w:r w:rsidR="00175F66" w:rsidRPr="00966C35">
              <w:rPr>
                <w:iCs/>
                <w:noProof/>
                <w:szCs w:val="20"/>
              </w:rPr>
              <w:t xml:space="preserve"> Bank / Finance Institution</w:t>
            </w:r>
            <w:r w:rsidR="00175F66" w:rsidRPr="00966C35">
              <w:rPr>
                <w:iCs/>
                <w:noProof/>
                <w:szCs w:val="20"/>
              </w:rPr>
              <w:tab/>
              <w:t xml:space="preserve"> </w:t>
            </w:r>
            <w:r w:rsidR="00AA7A92" w:rsidRPr="00AA7A92">
              <w:rPr>
                <w:rFonts w:cstheme="minorHAnsi"/>
                <w:b/>
                <w:bCs/>
                <w:sz w:val="20"/>
                <w:szCs w:val="20"/>
              </w:rPr>
              <w:t xml:space="preserve"> </w:t>
            </w:r>
            <w:sdt>
              <w:sdtPr>
                <w:rPr>
                  <w:rFonts w:cstheme="minorHAnsi"/>
                  <w:b/>
                  <w:bCs/>
                  <w:sz w:val="20"/>
                  <w:szCs w:val="20"/>
                </w:rPr>
                <w:id w:val="-166337544"/>
                <w14:checkbox>
                  <w14:checked w14:val="0"/>
                  <w14:checkedState w14:val="2612" w14:font="MS Gothic"/>
                  <w14:uncheckedState w14:val="2610" w14:font="MS Gothic"/>
                </w14:checkbox>
              </w:sdtPr>
              <w:sdtEndPr/>
              <w:sdtContent>
                <w:r w:rsidR="00A12F00">
                  <w:rPr>
                    <w:rFonts w:ascii="MS Gothic" w:eastAsia="MS Gothic" w:hAnsi="MS Gothic" w:cstheme="minorHAnsi" w:hint="eastAsia"/>
                    <w:b/>
                    <w:bCs/>
                    <w:sz w:val="20"/>
                    <w:szCs w:val="20"/>
                  </w:rPr>
                  <w:t>☐</w:t>
                </w:r>
              </w:sdtContent>
            </w:sdt>
            <w:r w:rsidR="00AA7A92" w:rsidRPr="00966C35">
              <w:rPr>
                <w:iCs/>
                <w:noProof/>
                <w:szCs w:val="20"/>
              </w:rPr>
              <w:t xml:space="preserve"> </w:t>
            </w:r>
            <w:r w:rsidR="00175F66" w:rsidRPr="00966C35">
              <w:rPr>
                <w:iCs/>
                <w:noProof/>
                <w:szCs w:val="20"/>
              </w:rPr>
              <w:t xml:space="preserve"> Government Grant / Loan</w:t>
            </w:r>
            <w:r w:rsidR="00175F66" w:rsidRPr="00966C35">
              <w:rPr>
                <w:iCs/>
                <w:noProof/>
                <w:szCs w:val="20"/>
              </w:rPr>
              <w:tab/>
              <w:t xml:space="preserve"> </w:t>
            </w:r>
            <w:r w:rsidR="00AA7A92" w:rsidRPr="00AA7A92">
              <w:rPr>
                <w:rFonts w:cstheme="minorHAnsi"/>
                <w:b/>
                <w:bCs/>
                <w:sz w:val="20"/>
                <w:szCs w:val="20"/>
              </w:rPr>
              <w:t xml:space="preserve"> </w:t>
            </w:r>
            <w:sdt>
              <w:sdtPr>
                <w:rPr>
                  <w:rFonts w:cstheme="minorHAnsi"/>
                  <w:b/>
                  <w:bCs/>
                  <w:sz w:val="20"/>
                  <w:szCs w:val="20"/>
                </w:rPr>
                <w:id w:val="1627113558"/>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966C35">
              <w:rPr>
                <w:iCs/>
                <w:noProof/>
                <w:szCs w:val="20"/>
              </w:rPr>
              <w:t xml:space="preserve"> </w:t>
            </w:r>
            <w:r w:rsidR="00175F66" w:rsidRPr="00966C35">
              <w:rPr>
                <w:iCs/>
                <w:noProof/>
                <w:szCs w:val="20"/>
              </w:rPr>
              <w:t xml:space="preserve"> Other (specify</w:t>
            </w:r>
            <w:r w:rsidR="00175F66" w:rsidRPr="00653372">
              <w:rPr>
                <w:iCs/>
                <w:noProof/>
                <w:sz w:val="20"/>
                <w:szCs w:val="20"/>
              </w:rPr>
              <w:t xml:space="preserve">): </w:t>
            </w:r>
            <w:r w:rsidR="00175F66" w:rsidRPr="00653372">
              <w:rPr>
                <w:rStyle w:val="Emphasis"/>
                <w:szCs w:val="20"/>
              </w:rPr>
              <w:t xml:space="preserve"> </w:t>
            </w:r>
            <w:r w:rsidR="00CB5353" w:rsidRPr="00653372">
              <w:rPr>
                <w:rStyle w:val="FormTextChar"/>
                <w:color w:val="auto"/>
                <w:szCs w:val="20"/>
              </w:rPr>
              <w:t xml:space="preserve"> </w:t>
            </w:r>
            <w:sdt>
              <w:sdtPr>
                <w:rPr>
                  <w:rStyle w:val="FormTextChar"/>
                  <w:color w:val="auto"/>
                  <w:szCs w:val="20"/>
                </w:rPr>
                <w:alias w:val="Type here"/>
                <w:tag w:val="Type here"/>
                <w:id w:val="-828434897"/>
                <w:placeholder>
                  <w:docPart w:val="56FFE8C7257445C99E5875078973F463"/>
                </w:placeholder>
                <w:showingPlcHdr/>
                <w:text w:multiLine="1"/>
              </w:sdtPr>
              <w:sdtEndPr>
                <w:rPr>
                  <w:rStyle w:val="PlaceholderText"/>
                  <w:rFonts w:cstheme="minorBidi"/>
                  <w:i w:val="0"/>
                  <w:iCs w:val="0"/>
                  <w:sz w:val="22"/>
                </w:rPr>
              </w:sdtEndPr>
              <w:sdtContent>
                <w:r w:rsidR="00653372" w:rsidRPr="000927D0">
                  <w:rPr>
                    <w:color w:val="767171" w:themeColor="background2" w:themeShade="80"/>
                    <w:szCs w:val="20"/>
                    <w:shd w:val="clear" w:color="auto" w:fill="D9D9D9" w:themeFill="background1" w:themeFillShade="D9"/>
                  </w:rPr>
                  <w:t>Type here</w:t>
                </w:r>
              </w:sdtContent>
            </w:sdt>
          </w:p>
        </w:tc>
      </w:tr>
      <w:tr w:rsidR="00175F66" w:rsidRPr="00961306" w14:paraId="2EE97DD9" w14:textId="77777777" w:rsidTr="005D6E55">
        <w:tc>
          <w:tcPr>
            <w:tcW w:w="10743" w:type="dxa"/>
            <w:gridSpan w:val="2"/>
            <w:shd w:val="clear" w:color="auto" w:fill="F2F2F2" w:themeFill="background1" w:themeFillShade="F2"/>
          </w:tcPr>
          <w:p w14:paraId="7E5F73C6" w14:textId="77777777" w:rsidR="00175F66" w:rsidRPr="00961306" w:rsidRDefault="00175F66" w:rsidP="008453AA">
            <w:pPr>
              <w:jc w:val="left"/>
              <w:rPr>
                <w:rFonts w:ascii="Arial" w:hAnsi="Arial" w:cs="Arial"/>
              </w:rPr>
            </w:pPr>
            <w:r w:rsidRPr="00961306">
              <w:rPr>
                <w:noProof/>
              </w:rPr>
              <w:t>Estimated value of investment: $</w:t>
            </w:r>
            <w:r w:rsidRPr="00961306">
              <w:rPr>
                <w:b/>
                <w:bCs/>
                <w:i/>
                <w:iCs/>
                <w:noProof/>
              </w:rPr>
              <w:t xml:space="preserve"> </w:t>
            </w:r>
            <w:r w:rsidRPr="00961306">
              <w:rPr>
                <w:rStyle w:val="FormTextChar"/>
                <w:b/>
                <w:bCs/>
                <w:i w:val="0"/>
                <w:iCs w:val="0"/>
                <w:sz w:val="22"/>
                <w:szCs w:val="22"/>
              </w:rPr>
              <w:t xml:space="preserve"> </w:t>
            </w:r>
            <w:r w:rsidR="00CB5353" w:rsidRPr="00961306">
              <w:rPr>
                <w:rStyle w:val="FormTextChar"/>
                <w:b/>
                <w:bCs/>
                <w:i w:val="0"/>
                <w:iCs w:val="0"/>
                <w:sz w:val="22"/>
                <w:szCs w:val="22"/>
              </w:rPr>
              <w:t xml:space="preserve"> </w:t>
            </w:r>
            <w:sdt>
              <w:sdtPr>
                <w:rPr>
                  <w:rStyle w:val="Emphasis"/>
                  <w:szCs w:val="20"/>
                </w:rPr>
                <w:alias w:val="Type here"/>
                <w:tag w:val="Type here"/>
                <w:id w:val="-551078509"/>
                <w:placeholder>
                  <w:docPart w:val="8BD64D8D282849F3ABE05657B1476581"/>
                </w:placeholder>
                <w:showingPlcHdr/>
                <w:text w:multiLine="1"/>
              </w:sdtPr>
              <w:sdtEndPr>
                <w:rPr>
                  <w:rStyle w:val="PlaceholderText"/>
                  <w:b w:val="0"/>
                  <w:i w:val="0"/>
                  <w:iCs w:val="0"/>
                  <w:color w:val="808080"/>
                  <w:sz w:val="22"/>
                </w:rPr>
              </w:sdtEndPr>
              <w:sdtContent>
                <w:r w:rsidR="007D700C" w:rsidRPr="000927D0">
                  <w:rPr>
                    <w:color w:val="767171" w:themeColor="background2" w:themeShade="80"/>
                    <w:szCs w:val="20"/>
                    <w:shd w:val="clear" w:color="auto" w:fill="D9D9D9" w:themeFill="background1" w:themeFillShade="D9"/>
                  </w:rPr>
                  <w:t>Type here</w:t>
                </w:r>
              </w:sdtContent>
            </w:sdt>
            <w:r w:rsidR="00CB5353" w:rsidRPr="007D700C">
              <w:rPr>
                <w:sz w:val="20"/>
                <w:szCs w:val="20"/>
              </w:rPr>
              <w:t xml:space="preserve"> </w:t>
            </w:r>
            <w:r w:rsidRPr="007D700C">
              <w:rPr>
                <w:sz w:val="20"/>
                <w:szCs w:val="20"/>
              </w:rPr>
              <w:t xml:space="preserve"> </w:t>
            </w:r>
            <w:r w:rsidRPr="007D700C">
              <w:rPr>
                <w:sz w:val="20"/>
                <w:szCs w:val="20"/>
              </w:rPr>
              <w:tab/>
            </w:r>
          </w:p>
        </w:tc>
      </w:tr>
      <w:tr w:rsidR="00175F66" w14:paraId="2ED8F2AD" w14:textId="77777777" w:rsidTr="005D6E55">
        <w:tc>
          <w:tcPr>
            <w:tcW w:w="10743" w:type="dxa"/>
            <w:gridSpan w:val="2"/>
            <w:shd w:val="clear" w:color="auto" w:fill="EFE8D9"/>
          </w:tcPr>
          <w:p w14:paraId="4E8DBEAE" w14:textId="77777777" w:rsidR="00175F66" w:rsidRPr="00BF299F" w:rsidRDefault="00175F66" w:rsidP="005D6E55">
            <w:pPr>
              <w:rPr>
                <w:rFonts w:ascii="Arial" w:hAnsi="Arial" w:cs="Arial"/>
                <w:sz w:val="18"/>
                <w:szCs w:val="18"/>
              </w:rPr>
            </w:pPr>
            <w:proofErr w:type="gramStart"/>
            <w:r w:rsidRPr="00BF299F">
              <w:rPr>
                <w:rFonts w:ascii="Arial" w:hAnsi="Arial" w:cs="Arial"/>
                <w:sz w:val="18"/>
                <w:szCs w:val="18"/>
              </w:rPr>
              <w:t>3.</w:t>
            </w:r>
            <w:r w:rsidRPr="00BF299F">
              <w:t>1</w:t>
            </w:r>
            <w:r w:rsidR="007C725D">
              <w:t>4</w:t>
            </w:r>
            <w:r w:rsidRPr="00BF299F">
              <w:t xml:space="preserve">  Government</w:t>
            </w:r>
            <w:proofErr w:type="gramEnd"/>
            <w:r w:rsidRPr="00BF299F">
              <w:t xml:space="preserve"> Assistance ($)</w:t>
            </w:r>
          </w:p>
        </w:tc>
      </w:tr>
      <w:tr w:rsidR="008453AA" w:rsidRPr="008453AA" w14:paraId="1D8591D8" w14:textId="77777777" w:rsidTr="005D6E55">
        <w:tc>
          <w:tcPr>
            <w:tcW w:w="3939" w:type="dxa"/>
            <w:shd w:val="clear" w:color="auto" w:fill="F2F2F2" w:themeFill="background1" w:themeFillShade="F2"/>
          </w:tcPr>
          <w:p w14:paraId="53E2AC0A" w14:textId="77777777" w:rsidR="00175F66" w:rsidRPr="00961306" w:rsidRDefault="001C74C5" w:rsidP="005D6E55">
            <w:pPr>
              <w:rPr>
                <w:rStyle w:val="FormTextChar"/>
                <w:iCs w:val="0"/>
                <w:sz w:val="22"/>
                <w:szCs w:val="22"/>
              </w:rPr>
            </w:pPr>
            <w:sdt>
              <w:sdtPr>
                <w:rPr>
                  <w:rFonts w:cstheme="minorHAnsi"/>
                  <w:b/>
                  <w:bCs/>
                  <w:i/>
                  <w:iCs/>
                  <w:color w:val="000000" w:themeColor="text1"/>
                  <w:sz w:val="20"/>
                  <w:szCs w:val="24"/>
                </w:rPr>
                <w:id w:val="908038927"/>
                <w14:checkbox>
                  <w14:checked w14:val="0"/>
                  <w14:checkedState w14:val="2612" w14:font="MS Gothic"/>
                  <w14:uncheckedState w14:val="2610" w14:font="MS Gothic"/>
                </w14:checkbox>
              </w:sdtPr>
              <w:sdtEndPr/>
              <w:sdtContent>
                <w:r w:rsidR="00AA7A92" w:rsidRPr="00961306">
                  <w:rPr>
                    <w:rFonts w:ascii="Segoe UI Symbol" w:eastAsia="MS Gothic" w:hAnsi="Segoe UI Symbol" w:cs="Segoe UI Symbol"/>
                    <w:b/>
                    <w:bCs/>
                    <w:color w:val="000000" w:themeColor="text1"/>
                  </w:rPr>
                  <w:t>☐</w:t>
                </w:r>
              </w:sdtContent>
            </w:sdt>
            <w:r w:rsidR="00AA7A92" w:rsidRPr="00961306">
              <w:rPr>
                <w:rFonts w:cstheme="minorHAnsi"/>
                <w:i/>
                <w:iCs/>
                <w:noProof/>
                <w:color w:val="000000" w:themeColor="text1"/>
              </w:rPr>
              <w:t xml:space="preserve"> </w:t>
            </w:r>
            <w:r w:rsidR="00175F66" w:rsidRPr="00961306">
              <w:rPr>
                <w:rFonts w:cstheme="minorHAnsi"/>
                <w:iCs/>
                <w:noProof/>
                <w:color w:val="000000" w:themeColor="text1"/>
              </w:rPr>
              <w:t xml:space="preserve"> Aboriginal Benefits Account (ABA)</w:t>
            </w:r>
            <w:r w:rsidR="00175F66" w:rsidRPr="00961306">
              <w:rPr>
                <w:rFonts w:cstheme="minorHAnsi"/>
                <w:iCs/>
                <w:noProof/>
                <w:color w:val="000000" w:themeColor="text1"/>
              </w:rPr>
              <w:tab/>
            </w:r>
          </w:p>
        </w:tc>
        <w:tc>
          <w:tcPr>
            <w:tcW w:w="6804" w:type="dxa"/>
            <w:shd w:val="clear" w:color="auto" w:fill="F2F2F2" w:themeFill="background1" w:themeFillShade="F2"/>
          </w:tcPr>
          <w:p w14:paraId="39EEE9A1" w14:textId="77777777" w:rsidR="00175F66" w:rsidRPr="008453AA" w:rsidRDefault="001C74C5" w:rsidP="008453AA">
            <w:pPr>
              <w:jc w:val="left"/>
              <w:rPr>
                <w:rFonts w:cstheme="minorHAnsi"/>
                <w:b/>
                <w:i/>
                <w:iCs/>
                <w:sz w:val="20"/>
                <w:szCs w:val="20"/>
              </w:rPr>
            </w:pPr>
            <w:sdt>
              <w:sdtPr>
                <w:rPr>
                  <w:rStyle w:val="FormTextChar"/>
                  <w:i w:val="0"/>
                  <w:iCs w:val="0"/>
                  <w:color w:val="auto"/>
                  <w:szCs w:val="20"/>
                </w:rPr>
                <w:alias w:val="Type here"/>
                <w:tag w:val="Type here"/>
                <w:id w:val="492681396"/>
                <w:placeholder>
                  <w:docPart w:val="29CB23A518EA4B7297A21EA37E0726DE"/>
                </w:placeholder>
                <w:showingPlcHdr/>
                <w:text w:multiLine="1"/>
              </w:sdtPr>
              <w:sdtEndPr>
                <w:rPr>
                  <w:rStyle w:val="PlaceholderText"/>
                  <w:rFonts w:cstheme="minorBidi"/>
                  <w:i/>
                  <w:iCs/>
                  <w:sz w:val="22"/>
                </w:rPr>
              </w:sdtEndPr>
              <w:sdtContent>
                <w:r w:rsidR="007D700C" w:rsidRPr="000927D0">
                  <w:rPr>
                    <w:color w:val="767171" w:themeColor="background2" w:themeShade="80"/>
                    <w:szCs w:val="20"/>
                    <w:shd w:val="clear" w:color="auto" w:fill="D9D9D9" w:themeFill="background1" w:themeFillShade="D9"/>
                  </w:rPr>
                  <w:t>Type here</w:t>
                </w:r>
              </w:sdtContent>
            </w:sdt>
          </w:p>
        </w:tc>
      </w:tr>
      <w:tr w:rsidR="008453AA" w:rsidRPr="008453AA" w14:paraId="3ED693BE" w14:textId="77777777" w:rsidTr="005D6E55">
        <w:tc>
          <w:tcPr>
            <w:tcW w:w="3939" w:type="dxa"/>
            <w:shd w:val="clear" w:color="auto" w:fill="F2F2F2" w:themeFill="background1" w:themeFillShade="F2"/>
          </w:tcPr>
          <w:p w14:paraId="2838C278" w14:textId="77777777" w:rsidR="008453AA" w:rsidRPr="00961306" w:rsidRDefault="001C74C5" w:rsidP="008453AA">
            <w:pPr>
              <w:rPr>
                <w:rFonts w:cstheme="minorHAnsi"/>
                <w:i/>
                <w:noProof/>
                <w:color w:val="000000" w:themeColor="text1"/>
              </w:rPr>
            </w:pPr>
            <w:sdt>
              <w:sdtPr>
                <w:rPr>
                  <w:rFonts w:cstheme="minorHAnsi"/>
                  <w:b/>
                  <w:bCs/>
                  <w:color w:val="000000" w:themeColor="text1"/>
                </w:rPr>
                <w:id w:val="918670121"/>
                <w14:checkbox>
                  <w14:checked w14:val="0"/>
                  <w14:checkedState w14:val="2612" w14:font="MS Gothic"/>
                  <w14:uncheckedState w14:val="2610" w14:font="MS Gothic"/>
                </w14:checkbox>
              </w:sdtPr>
              <w:sdtEndPr/>
              <w:sdtContent>
                <w:r w:rsidR="008453AA" w:rsidRPr="00961306">
                  <w:rPr>
                    <w:rFonts w:ascii="Segoe UI Symbol" w:eastAsia="MS Gothic" w:hAnsi="Segoe UI Symbol" w:cs="Segoe UI Symbol"/>
                    <w:b/>
                    <w:bCs/>
                    <w:color w:val="000000" w:themeColor="text1"/>
                  </w:rPr>
                  <w:t>☐</w:t>
                </w:r>
              </w:sdtContent>
            </w:sdt>
            <w:r w:rsidR="008453AA" w:rsidRPr="00961306">
              <w:rPr>
                <w:rFonts w:cstheme="minorHAnsi"/>
                <w:iCs/>
                <w:noProof/>
                <w:color w:val="000000" w:themeColor="text1"/>
              </w:rPr>
              <w:t xml:space="preserve">  Australian Government</w:t>
            </w:r>
          </w:p>
        </w:tc>
        <w:tc>
          <w:tcPr>
            <w:tcW w:w="6804" w:type="dxa"/>
            <w:shd w:val="clear" w:color="auto" w:fill="F2F2F2" w:themeFill="background1" w:themeFillShade="F2"/>
          </w:tcPr>
          <w:p w14:paraId="24893582" w14:textId="77777777" w:rsidR="008453AA" w:rsidRPr="008453AA" w:rsidRDefault="001C74C5" w:rsidP="008453AA">
            <w:pPr>
              <w:jc w:val="left"/>
              <w:rPr>
                <w:rFonts w:cstheme="minorHAnsi"/>
                <w:b/>
                <w:i/>
                <w:iCs/>
                <w:sz w:val="20"/>
                <w:szCs w:val="20"/>
              </w:rPr>
            </w:pPr>
            <w:sdt>
              <w:sdtPr>
                <w:rPr>
                  <w:rStyle w:val="FormTextChar"/>
                  <w:color w:val="auto"/>
                  <w:szCs w:val="20"/>
                </w:rPr>
                <w:alias w:val="Type here"/>
                <w:tag w:val="Type here"/>
                <w:id w:val="1901629095"/>
                <w:placeholder>
                  <w:docPart w:val="8971A8B4A4B14D298AD2CC3E00EE3F5F"/>
                </w:placeholder>
                <w:showingPlcHdr/>
                <w:text w:multiLine="1"/>
              </w:sdtPr>
              <w:sdtEndPr>
                <w:rPr>
                  <w:rStyle w:val="PlaceholderText"/>
                  <w:rFonts w:cstheme="minorBidi"/>
                  <w:i w:val="0"/>
                  <w:iCs w:val="0"/>
                  <w:sz w:val="22"/>
                </w:rPr>
              </w:sdtEndPr>
              <w:sdtContent>
                <w:r w:rsidR="008453AA" w:rsidRPr="000927D0">
                  <w:rPr>
                    <w:color w:val="767171" w:themeColor="background2" w:themeShade="80"/>
                    <w:szCs w:val="20"/>
                    <w:shd w:val="clear" w:color="auto" w:fill="D9D9D9" w:themeFill="background1" w:themeFillShade="D9"/>
                  </w:rPr>
                  <w:t>Type here</w:t>
                </w:r>
              </w:sdtContent>
            </w:sdt>
          </w:p>
        </w:tc>
      </w:tr>
      <w:tr w:rsidR="008453AA" w:rsidRPr="008453AA" w14:paraId="4B60BBA5" w14:textId="77777777" w:rsidTr="005D6E55">
        <w:tc>
          <w:tcPr>
            <w:tcW w:w="3939" w:type="dxa"/>
            <w:shd w:val="clear" w:color="auto" w:fill="F2F2F2" w:themeFill="background1" w:themeFillShade="F2"/>
          </w:tcPr>
          <w:p w14:paraId="48EEBFDB" w14:textId="77777777" w:rsidR="008453AA" w:rsidRPr="00961306" w:rsidRDefault="001C74C5" w:rsidP="008453AA">
            <w:pPr>
              <w:rPr>
                <w:rFonts w:cstheme="minorHAnsi"/>
                <w:i/>
                <w:noProof/>
                <w:color w:val="000000" w:themeColor="text1"/>
              </w:rPr>
            </w:pPr>
            <w:sdt>
              <w:sdtPr>
                <w:rPr>
                  <w:rFonts w:cstheme="minorHAnsi"/>
                  <w:b/>
                  <w:bCs/>
                  <w:color w:val="000000" w:themeColor="text1"/>
                </w:rPr>
                <w:id w:val="-750886652"/>
                <w14:checkbox>
                  <w14:checked w14:val="0"/>
                  <w14:checkedState w14:val="2612" w14:font="MS Gothic"/>
                  <w14:uncheckedState w14:val="2610" w14:font="MS Gothic"/>
                </w14:checkbox>
              </w:sdtPr>
              <w:sdtEndPr/>
              <w:sdtContent>
                <w:r w:rsidR="008453AA">
                  <w:rPr>
                    <w:rFonts w:ascii="MS Gothic" w:eastAsia="MS Gothic" w:hAnsi="MS Gothic" w:cstheme="minorHAnsi" w:hint="eastAsia"/>
                    <w:b/>
                    <w:bCs/>
                    <w:color w:val="000000" w:themeColor="text1"/>
                  </w:rPr>
                  <w:t>☐</w:t>
                </w:r>
              </w:sdtContent>
            </w:sdt>
            <w:r w:rsidR="008453AA" w:rsidRPr="00961306">
              <w:rPr>
                <w:rFonts w:cstheme="minorHAnsi"/>
                <w:iCs/>
                <w:noProof/>
                <w:color w:val="000000" w:themeColor="text1"/>
              </w:rPr>
              <w:t xml:space="preserve">  NT Government</w:t>
            </w:r>
          </w:p>
        </w:tc>
        <w:tc>
          <w:tcPr>
            <w:tcW w:w="6804" w:type="dxa"/>
            <w:shd w:val="clear" w:color="auto" w:fill="F2F2F2" w:themeFill="background1" w:themeFillShade="F2"/>
          </w:tcPr>
          <w:p w14:paraId="0A431A9D" w14:textId="77777777" w:rsidR="008453AA" w:rsidRPr="008453AA" w:rsidRDefault="001C74C5" w:rsidP="008453AA">
            <w:pPr>
              <w:jc w:val="left"/>
              <w:rPr>
                <w:rFonts w:cstheme="minorHAnsi"/>
                <w:b/>
                <w:sz w:val="20"/>
                <w:szCs w:val="20"/>
              </w:rPr>
            </w:pPr>
            <w:sdt>
              <w:sdtPr>
                <w:rPr>
                  <w:rStyle w:val="FormTextChar"/>
                  <w:i w:val="0"/>
                  <w:iCs w:val="0"/>
                  <w:color w:val="auto"/>
                  <w:szCs w:val="20"/>
                </w:rPr>
                <w:alias w:val="Type here"/>
                <w:tag w:val="Type here"/>
                <w:id w:val="1172073046"/>
                <w:placeholder>
                  <w:docPart w:val="93905E0DA9194344A133336447E0D326"/>
                </w:placeholder>
                <w:showingPlcHdr/>
                <w:text w:multiLine="1"/>
              </w:sdtPr>
              <w:sdtEndPr>
                <w:rPr>
                  <w:rStyle w:val="PlaceholderText"/>
                  <w:rFonts w:cstheme="minorBidi"/>
                  <w:i/>
                  <w:iCs/>
                  <w:sz w:val="22"/>
                </w:rPr>
              </w:sdtEndPr>
              <w:sdtContent>
                <w:r w:rsidR="008453AA" w:rsidRPr="000927D0">
                  <w:rPr>
                    <w:color w:val="767171" w:themeColor="background2" w:themeShade="80"/>
                    <w:szCs w:val="20"/>
                    <w:shd w:val="clear" w:color="auto" w:fill="D9D9D9" w:themeFill="background1" w:themeFillShade="D9"/>
                  </w:rPr>
                  <w:t>Type here</w:t>
                </w:r>
              </w:sdtContent>
            </w:sdt>
          </w:p>
        </w:tc>
      </w:tr>
      <w:tr w:rsidR="008453AA" w:rsidRPr="008453AA" w14:paraId="44073B1E" w14:textId="77777777" w:rsidTr="005D6E55">
        <w:tc>
          <w:tcPr>
            <w:tcW w:w="3939" w:type="dxa"/>
            <w:shd w:val="clear" w:color="auto" w:fill="F2F2F2" w:themeFill="background1" w:themeFillShade="F2"/>
          </w:tcPr>
          <w:p w14:paraId="590B9523" w14:textId="77777777" w:rsidR="008453AA" w:rsidRPr="00961306" w:rsidRDefault="001C74C5" w:rsidP="008453AA">
            <w:pPr>
              <w:rPr>
                <w:rFonts w:cstheme="minorHAnsi"/>
                <w:i/>
                <w:noProof/>
                <w:color w:val="000000" w:themeColor="text1"/>
              </w:rPr>
            </w:pPr>
            <w:sdt>
              <w:sdtPr>
                <w:rPr>
                  <w:rFonts w:cstheme="minorHAnsi"/>
                  <w:b/>
                  <w:bCs/>
                  <w:color w:val="000000" w:themeColor="text1"/>
                </w:rPr>
                <w:id w:val="1056429155"/>
                <w14:checkbox>
                  <w14:checked w14:val="0"/>
                  <w14:checkedState w14:val="2612" w14:font="MS Gothic"/>
                  <w14:uncheckedState w14:val="2610" w14:font="MS Gothic"/>
                </w14:checkbox>
              </w:sdtPr>
              <w:sdtEndPr/>
              <w:sdtContent>
                <w:r w:rsidR="008453AA" w:rsidRPr="00961306">
                  <w:rPr>
                    <w:rFonts w:ascii="Segoe UI Symbol" w:eastAsia="MS Gothic" w:hAnsi="Segoe UI Symbol" w:cs="Segoe UI Symbol"/>
                    <w:b/>
                    <w:bCs/>
                    <w:color w:val="000000" w:themeColor="text1"/>
                  </w:rPr>
                  <w:t>☐</w:t>
                </w:r>
              </w:sdtContent>
            </w:sdt>
            <w:r w:rsidR="008453AA" w:rsidRPr="00961306">
              <w:rPr>
                <w:rFonts w:cstheme="minorHAnsi"/>
                <w:iCs/>
                <w:noProof/>
                <w:color w:val="000000" w:themeColor="text1"/>
              </w:rPr>
              <w:t xml:space="preserve">  Local Government</w:t>
            </w:r>
            <w:r w:rsidR="008453AA" w:rsidRPr="00961306">
              <w:rPr>
                <w:rFonts w:cstheme="minorHAnsi"/>
                <w:iCs/>
                <w:noProof/>
                <w:color w:val="000000" w:themeColor="text1"/>
              </w:rPr>
              <w:tab/>
            </w:r>
          </w:p>
        </w:tc>
        <w:tc>
          <w:tcPr>
            <w:tcW w:w="6804" w:type="dxa"/>
            <w:shd w:val="clear" w:color="auto" w:fill="F2F2F2" w:themeFill="background1" w:themeFillShade="F2"/>
          </w:tcPr>
          <w:p w14:paraId="2C6544A5" w14:textId="77777777" w:rsidR="008453AA" w:rsidRPr="008453AA" w:rsidRDefault="001C74C5" w:rsidP="008453AA">
            <w:pPr>
              <w:jc w:val="left"/>
              <w:rPr>
                <w:rFonts w:cstheme="minorHAnsi"/>
                <w:b/>
                <w:i/>
                <w:iCs/>
                <w:sz w:val="20"/>
                <w:szCs w:val="20"/>
              </w:rPr>
            </w:pPr>
            <w:sdt>
              <w:sdtPr>
                <w:rPr>
                  <w:rStyle w:val="FormTextChar"/>
                  <w:i w:val="0"/>
                  <w:iCs w:val="0"/>
                  <w:color w:val="auto"/>
                  <w:szCs w:val="20"/>
                </w:rPr>
                <w:alias w:val="Type here"/>
                <w:tag w:val="Type here"/>
                <w:id w:val="-1566714775"/>
                <w:placeholder>
                  <w:docPart w:val="C6A3B5A56C23474EBF5ADFEB3BAA242A"/>
                </w:placeholder>
                <w:showingPlcHdr/>
                <w:text w:multiLine="1"/>
              </w:sdtPr>
              <w:sdtEndPr>
                <w:rPr>
                  <w:rStyle w:val="PlaceholderText"/>
                  <w:rFonts w:cstheme="minorBidi"/>
                  <w:i/>
                  <w:iCs/>
                  <w:sz w:val="22"/>
                </w:rPr>
              </w:sdtEndPr>
              <w:sdtContent>
                <w:r w:rsidR="008453AA" w:rsidRPr="000927D0">
                  <w:rPr>
                    <w:color w:val="767171" w:themeColor="background2" w:themeShade="80"/>
                    <w:szCs w:val="20"/>
                    <w:shd w:val="clear" w:color="auto" w:fill="D9D9D9" w:themeFill="background1" w:themeFillShade="D9"/>
                  </w:rPr>
                  <w:t>Type here</w:t>
                </w:r>
              </w:sdtContent>
            </w:sdt>
          </w:p>
        </w:tc>
      </w:tr>
      <w:tr w:rsidR="008453AA" w:rsidRPr="008453AA" w14:paraId="36DCF03D" w14:textId="77777777" w:rsidTr="005D6E55">
        <w:tc>
          <w:tcPr>
            <w:tcW w:w="3939" w:type="dxa"/>
            <w:shd w:val="clear" w:color="auto" w:fill="F2F2F2" w:themeFill="background1" w:themeFillShade="F2"/>
          </w:tcPr>
          <w:p w14:paraId="6473CB2F" w14:textId="77777777" w:rsidR="008453AA" w:rsidRPr="00961306" w:rsidRDefault="001C74C5" w:rsidP="008453AA">
            <w:pPr>
              <w:rPr>
                <w:rFonts w:cstheme="minorHAnsi"/>
                <w:i/>
                <w:noProof/>
                <w:color w:val="000000" w:themeColor="text1"/>
              </w:rPr>
            </w:pPr>
            <w:sdt>
              <w:sdtPr>
                <w:rPr>
                  <w:rFonts w:cstheme="minorHAnsi"/>
                  <w:b/>
                  <w:bCs/>
                  <w:color w:val="000000" w:themeColor="text1"/>
                </w:rPr>
                <w:id w:val="-1649583881"/>
                <w14:checkbox>
                  <w14:checked w14:val="0"/>
                  <w14:checkedState w14:val="2612" w14:font="MS Gothic"/>
                  <w14:uncheckedState w14:val="2610" w14:font="MS Gothic"/>
                </w14:checkbox>
              </w:sdtPr>
              <w:sdtEndPr/>
              <w:sdtContent>
                <w:r w:rsidR="008453AA" w:rsidRPr="00961306">
                  <w:rPr>
                    <w:rFonts w:ascii="Segoe UI Symbol" w:eastAsia="MS Gothic" w:hAnsi="Segoe UI Symbol" w:cs="Segoe UI Symbol"/>
                    <w:b/>
                    <w:bCs/>
                    <w:color w:val="000000" w:themeColor="text1"/>
                  </w:rPr>
                  <w:t>☐</w:t>
                </w:r>
              </w:sdtContent>
            </w:sdt>
            <w:r w:rsidR="008453AA" w:rsidRPr="00961306">
              <w:rPr>
                <w:rFonts w:cstheme="minorHAnsi"/>
                <w:iCs/>
                <w:noProof/>
                <w:color w:val="000000" w:themeColor="text1"/>
              </w:rPr>
              <w:t xml:space="preserve">  Indigenous Land Corporation (ILC)</w:t>
            </w:r>
            <w:r w:rsidR="008453AA" w:rsidRPr="00961306">
              <w:rPr>
                <w:rFonts w:cstheme="minorHAnsi"/>
                <w:iCs/>
                <w:noProof/>
                <w:color w:val="000000" w:themeColor="text1"/>
              </w:rPr>
              <w:tab/>
            </w:r>
          </w:p>
        </w:tc>
        <w:tc>
          <w:tcPr>
            <w:tcW w:w="6804" w:type="dxa"/>
            <w:shd w:val="clear" w:color="auto" w:fill="F2F2F2" w:themeFill="background1" w:themeFillShade="F2"/>
          </w:tcPr>
          <w:p w14:paraId="4946A962" w14:textId="77777777" w:rsidR="008453AA" w:rsidRPr="008453AA" w:rsidRDefault="001C74C5" w:rsidP="008453AA">
            <w:pPr>
              <w:jc w:val="left"/>
              <w:rPr>
                <w:rFonts w:cstheme="minorHAnsi"/>
                <w:b/>
                <w:i/>
                <w:iCs/>
                <w:sz w:val="20"/>
                <w:szCs w:val="20"/>
              </w:rPr>
            </w:pPr>
            <w:sdt>
              <w:sdtPr>
                <w:rPr>
                  <w:rStyle w:val="FormTextChar"/>
                  <w:i w:val="0"/>
                  <w:iCs w:val="0"/>
                  <w:color w:val="auto"/>
                  <w:szCs w:val="20"/>
                </w:rPr>
                <w:alias w:val="Type here"/>
                <w:tag w:val="Type here"/>
                <w:id w:val="-44530615"/>
                <w:placeholder>
                  <w:docPart w:val="90CD0A616B6D4C7AA0975F30E6DE1194"/>
                </w:placeholder>
                <w:showingPlcHdr/>
                <w:text w:multiLine="1"/>
              </w:sdtPr>
              <w:sdtEndPr>
                <w:rPr>
                  <w:rStyle w:val="PlaceholderText"/>
                  <w:rFonts w:cstheme="minorBidi"/>
                  <w:i/>
                  <w:iCs/>
                  <w:sz w:val="22"/>
                </w:rPr>
              </w:sdtEndPr>
              <w:sdtContent>
                <w:r w:rsidR="008453AA" w:rsidRPr="000927D0">
                  <w:rPr>
                    <w:color w:val="767171" w:themeColor="background2" w:themeShade="80"/>
                    <w:szCs w:val="20"/>
                    <w:shd w:val="clear" w:color="auto" w:fill="D9D9D9" w:themeFill="background1" w:themeFillShade="D9"/>
                  </w:rPr>
                  <w:t>Type here</w:t>
                </w:r>
              </w:sdtContent>
            </w:sdt>
          </w:p>
        </w:tc>
      </w:tr>
      <w:tr w:rsidR="008453AA" w:rsidRPr="008453AA" w14:paraId="2510B0AD" w14:textId="77777777" w:rsidTr="005D6E55">
        <w:tc>
          <w:tcPr>
            <w:tcW w:w="3939" w:type="dxa"/>
            <w:shd w:val="clear" w:color="auto" w:fill="F2F2F2" w:themeFill="background1" w:themeFillShade="F2"/>
          </w:tcPr>
          <w:p w14:paraId="54F9339E" w14:textId="77777777" w:rsidR="008453AA" w:rsidRPr="00961306" w:rsidRDefault="001C74C5" w:rsidP="008453AA">
            <w:pPr>
              <w:rPr>
                <w:rFonts w:cstheme="minorHAnsi"/>
                <w:i/>
                <w:noProof/>
                <w:color w:val="000000" w:themeColor="text1"/>
              </w:rPr>
            </w:pPr>
            <w:sdt>
              <w:sdtPr>
                <w:rPr>
                  <w:rFonts w:cstheme="minorHAnsi"/>
                  <w:b/>
                  <w:bCs/>
                  <w:color w:val="000000" w:themeColor="text1"/>
                </w:rPr>
                <w:id w:val="-1181654772"/>
                <w14:checkbox>
                  <w14:checked w14:val="0"/>
                  <w14:checkedState w14:val="2612" w14:font="MS Gothic"/>
                  <w14:uncheckedState w14:val="2610" w14:font="MS Gothic"/>
                </w14:checkbox>
              </w:sdtPr>
              <w:sdtEndPr/>
              <w:sdtContent>
                <w:r w:rsidR="008453AA" w:rsidRPr="00961306">
                  <w:rPr>
                    <w:rFonts w:ascii="Segoe UI Symbol" w:eastAsia="MS Gothic" w:hAnsi="Segoe UI Symbol" w:cs="Segoe UI Symbol"/>
                    <w:b/>
                    <w:bCs/>
                    <w:color w:val="000000" w:themeColor="text1"/>
                  </w:rPr>
                  <w:t>☐</w:t>
                </w:r>
              </w:sdtContent>
            </w:sdt>
            <w:r w:rsidR="008453AA" w:rsidRPr="00961306">
              <w:rPr>
                <w:rFonts w:cstheme="minorHAnsi"/>
                <w:iCs/>
                <w:noProof/>
                <w:color w:val="000000" w:themeColor="text1"/>
              </w:rPr>
              <w:t xml:space="preserve">  Other (Specify)</w:t>
            </w:r>
          </w:p>
        </w:tc>
        <w:tc>
          <w:tcPr>
            <w:tcW w:w="6804" w:type="dxa"/>
            <w:shd w:val="clear" w:color="auto" w:fill="F2F2F2" w:themeFill="background1" w:themeFillShade="F2"/>
          </w:tcPr>
          <w:p w14:paraId="773E1DF8" w14:textId="77777777" w:rsidR="008453AA" w:rsidRPr="008453AA" w:rsidRDefault="001C74C5" w:rsidP="008453AA">
            <w:pPr>
              <w:jc w:val="left"/>
              <w:rPr>
                <w:rFonts w:cstheme="minorHAnsi"/>
                <w:b/>
                <w:i/>
                <w:iCs/>
                <w:sz w:val="20"/>
                <w:szCs w:val="20"/>
              </w:rPr>
            </w:pPr>
            <w:sdt>
              <w:sdtPr>
                <w:rPr>
                  <w:rStyle w:val="FormTextChar"/>
                  <w:i w:val="0"/>
                  <w:iCs w:val="0"/>
                  <w:color w:val="auto"/>
                  <w:szCs w:val="20"/>
                </w:rPr>
                <w:alias w:val="Type here"/>
                <w:tag w:val="Type here"/>
                <w:id w:val="-1137649474"/>
                <w:placeholder>
                  <w:docPart w:val="3F8E7AE67CCC4E099A6955D95C5BCB52"/>
                </w:placeholder>
                <w:showingPlcHdr/>
                <w:text w:multiLine="1"/>
              </w:sdtPr>
              <w:sdtEndPr>
                <w:rPr>
                  <w:rStyle w:val="PlaceholderText"/>
                  <w:rFonts w:cstheme="minorBidi"/>
                  <w:i/>
                  <w:iCs/>
                  <w:sz w:val="22"/>
                </w:rPr>
              </w:sdtEndPr>
              <w:sdtContent>
                <w:r w:rsidR="008453AA" w:rsidRPr="000927D0">
                  <w:rPr>
                    <w:color w:val="767171" w:themeColor="background2" w:themeShade="80"/>
                    <w:szCs w:val="20"/>
                    <w:shd w:val="clear" w:color="auto" w:fill="D9D9D9" w:themeFill="background1" w:themeFillShade="D9"/>
                  </w:rPr>
                  <w:t>Type here</w:t>
                </w:r>
              </w:sdtContent>
            </w:sdt>
          </w:p>
        </w:tc>
      </w:tr>
      <w:tr w:rsidR="00175F66" w14:paraId="7263F55F" w14:textId="77777777" w:rsidTr="005D6E55">
        <w:tc>
          <w:tcPr>
            <w:tcW w:w="10743" w:type="dxa"/>
            <w:gridSpan w:val="2"/>
            <w:shd w:val="clear" w:color="auto" w:fill="EFE8D9"/>
          </w:tcPr>
          <w:p w14:paraId="0C56A0D0" w14:textId="77777777" w:rsidR="00175F66" w:rsidRDefault="00175F66" w:rsidP="005D6E55">
            <w:pPr>
              <w:rPr>
                <w:b/>
              </w:rPr>
            </w:pPr>
            <w:r w:rsidRPr="00BF299F">
              <w:rPr>
                <w:bCs/>
              </w:rPr>
              <w:t>3.15</w:t>
            </w:r>
            <w:r>
              <w:rPr>
                <w:b/>
              </w:rPr>
              <w:t xml:space="preserve"> </w:t>
            </w:r>
            <w:r w:rsidRPr="00175F66">
              <w:rPr>
                <w:bCs/>
              </w:rPr>
              <w:t>Other benefits: Outline</w:t>
            </w:r>
            <w:r>
              <w:t xml:space="preserve"> any non-monetary benefits to </w:t>
            </w:r>
            <w:r w:rsidR="00D141B3">
              <w:t>T</w:t>
            </w:r>
            <w:r>
              <w:t xml:space="preserve">raditional </w:t>
            </w:r>
            <w:r w:rsidR="00D141B3">
              <w:t>O</w:t>
            </w:r>
            <w:r>
              <w:t xml:space="preserve">wners e.g. infrastructure, in-kind training and employment.  </w:t>
            </w:r>
          </w:p>
        </w:tc>
      </w:tr>
      <w:tr w:rsidR="00175F66" w:rsidRPr="00961306" w14:paraId="2D114F06" w14:textId="77777777" w:rsidTr="005D6E55">
        <w:tc>
          <w:tcPr>
            <w:tcW w:w="10743" w:type="dxa"/>
            <w:gridSpan w:val="2"/>
            <w:shd w:val="clear" w:color="auto" w:fill="F2F2F2" w:themeFill="background1" w:themeFillShade="F2"/>
          </w:tcPr>
          <w:p w14:paraId="7FC924FC" w14:textId="77777777" w:rsidR="00175F66" w:rsidRPr="00D939F9" w:rsidRDefault="001C74C5" w:rsidP="008453AA">
            <w:pPr>
              <w:tabs>
                <w:tab w:val="left" w:pos="2355"/>
              </w:tabs>
              <w:jc w:val="left"/>
              <w:rPr>
                <w:rStyle w:val="FormTextChar"/>
                <w:i w:val="0"/>
                <w:iCs w:val="0"/>
                <w:color w:val="auto"/>
                <w:szCs w:val="20"/>
              </w:rPr>
            </w:pPr>
            <w:sdt>
              <w:sdtPr>
                <w:rPr>
                  <w:rStyle w:val="FormTextChar"/>
                  <w:i w:val="0"/>
                  <w:iCs w:val="0"/>
                  <w:color w:val="auto"/>
                  <w:szCs w:val="20"/>
                </w:rPr>
                <w:alias w:val="Type here"/>
                <w:tag w:val="Type here"/>
                <w:id w:val="1031614298"/>
                <w:placeholder>
                  <w:docPart w:val="C81145AAD513441EA9DF55F376F622CC"/>
                </w:placeholder>
                <w:showingPlcHdr/>
                <w:text w:multiLine="1"/>
              </w:sdtPr>
              <w:sdtEndPr>
                <w:rPr>
                  <w:rStyle w:val="PlaceholderText"/>
                  <w:rFonts w:cstheme="minorBidi"/>
                  <w:sz w:val="22"/>
                </w:rPr>
              </w:sdtEndPr>
              <w:sdtContent>
                <w:r w:rsidR="00D939F9" w:rsidRPr="000927D0">
                  <w:rPr>
                    <w:color w:val="767171" w:themeColor="background2" w:themeShade="80"/>
                    <w:szCs w:val="20"/>
                    <w:shd w:val="clear" w:color="auto" w:fill="D9D9D9" w:themeFill="background1" w:themeFillShade="D9"/>
                  </w:rPr>
                  <w:t>Type here</w:t>
                </w:r>
              </w:sdtContent>
            </w:sdt>
          </w:p>
          <w:p w14:paraId="629CD1E7" w14:textId="77777777" w:rsidR="00175F66" w:rsidRPr="008453AA" w:rsidRDefault="00175F66" w:rsidP="008453AA">
            <w:pPr>
              <w:tabs>
                <w:tab w:val="left" w:pos="2355"/>
              </w:tabs>
              <w:jc w:val="left"/>
              <w:rPr>
                <w:rFonts w:ascii="Arial" w:hAnsi="Arial" w:cs="Arial"/>
                <w:b/>
                <w:sz w:val="20"/>
                <w:szCs w:val="20"/>
              </w:rPr>
            </w:pPr>
          </w:p>
          <w:p w14:paraId="352D7C96" w14:textId="77777777" w:rsidR="00175F66" w:rsidRPr="00961306" w:rsidRDefault="00175F66" w:rsidP="005D6E55">
            <w:pPr>
              <w:tabs>
                <w:tab w:val="left" w:pos="2355"/>
              </w:tabs>
              <w:rPr>
                <w:rFonts w:ascii="Arial" w:hAnsi="Arial" w:cs="Arial"/>
                <w:b/>
                <w:sz w:val="18"/>
                <w:szCs w:val="18"/>
              </w:rPr>
            </w:pPr>
          </w:p>
        </w:tc>
      </w:tr>
      <w:tr w:rsidR="00175F66" w:rsidRPr="001C00F7" w14:paraId="137963DF" w14:textId="77777777" w:rsidTr="005D6E55">
        <w:tc>
          <w:tcPr>
            <w:tcW w:w="10743" w:type="dxa"/>
            <w:gridSpan w:val="2"/>
            <w:shd w:val="clear" w:color="auto" w:fill="E0D0B4"/>
            <w:vAlign w:val="center"/>
          </w:tcPr>
          <w:p w14:paraId="0C116C6E" w14:textId="77777777" w:rsidR="00175F66" w:rsidRPr="001C00F7" w:rsidRDefault="00175F66" w:rsidP="005D6E55">
            <w:pPr>
              <w:pStyle w:val="Heading3"/>
              <w:framePr w:hSpace="0" w:wrap="auto" w:vAnchor="margin" w:hAnchor="text" w:xAlign="left" w:yAlign="inline"/>
              <w:outlineLvl w:val="2"/>
            </w:pPr>
            <w:r>
              <w:t>END OF SECTION 3</w:t>
            </w:r>
          </w:p>
        </w:tc>
      </w:tr>
    </w:tbl>
    <w:p w14:paraId="32F9266C" w14:textId="77777777" w:rsidR="00175F66" w:rsidRDefault="00175F66" w:rsidP="00EB78DA">
      <w:pPr>
        <w:tabs>
          <w:tab w:val="left" w:pos="7845"/>
        </w:tabs>
        <w:sectPr w:rsidR="00175F66" w:rsidSect="0070543E">
          <w:headerReference w:type="default" r:id="rId19"/>
          <w:footerReference w:type="first" r:id="rId20"/>
          <w:pgSz w:w="11906" w:h="16838"/>
          <w:pgMar w:top="1985" w:right="849" w:bottom="425" w:left="851" w:header="680" w:footer="340" w:gutter="0"/>
          <w:cols w:space="708"/>
          <w:docGrid w:linePitch="360"/>
        </w:sectPr>
      </w:pPr>
    </w:p>
    <w:p w14:paraId="1B43D0DB" w14:textId="77777777" w:rsidR="00B0252F" w:rsidRPr="00B0252F" w:rsidRDefault="00B0252F" w:rsidP="00B0252F">
      <w:pPr>
        <w:rPr>
          <w:sz w:val="2"/>
          <w:szCs w:val="2"/>
        </w:rPr>
      </w:pPr>
    </w:p>
    <w:tbl>
      <w:tblPr>
        <w:tblStyle w:val="TableGrid"/>
        <w:tblpPr w:leftFromText="181" w:rightFromText="181" w:vertAnchor="text" w:horzAnchor="margin" w:tblpX="-317" w:tblpY="1"/>
        <w:tblOverlap w:val="never"/>
        <w:tblW w:w="1074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400"/>
        <w:gridCol w:w="1555"/>
        <w:gridCol w:w="2268"/>
        <w:gridCol w:w="1134"/>
        <w:gridCol w:w="1618"/>
        <w:gridCol w:w="1807"/>
        <w:gridCol w:w="1016"/>
        <w:gridCol w:w="945"/>
      </w:tblGrid>
      <w:tr w:rsidR="00B0252F" w14:paraId="693A1CDD" w14:textId="77777777" w:rsidTr="0050163E">
        <w:tc>
          <w:tcPr>
            <w:tcW w:w="10743" w:type="dxa"/>
            <w:gridSpan w:val="8"/>
            <w:shd w:val="clear" w:color="auto" w:fill="E0D0B4"/>
          </w:tcPr>
          <w:p w14:paraId="13B03050" w14:textId="77777777" w:rsidR="00B0252F" w:rsidRDefault="00B0252F" w:rsidP="0050163E">
            <w:pPr>
              <w:pStyle w:val="Heading1"/>
              <w:framePr w:hSpace="0" w:wrap="auto" w:vAnchor="margin" w:hAnchor="text" w:xAlign="left" w:yAlign="inline"/>
              <w:suppressOverlap w:val="0"/>
              <w:outlineLvl w:val="0"/>
            </w:pPr>
            <w:r>
              <w:t>RESIDENTIAL PREMISES REQUEST DETAILS (TENANCIES FROM HOUSING ENTITY</w:t>
            </w:r>
            <w:r w:rsidR="0050163E">
              <w:t>)</w:t>
            </w:r>
          </w:p>
        </w:tc>
      </w:tr>
      <w:tr w:rsidR="005D6E55" w14:paraId="3BF9B695" w14:textId="77777777" w:rsidTr="002720B3">
        <w:tc>
          <w:tcPr>
            <w:tcW w:w="10743" w:type="dxa"/>
            <w:gridSpan w:val="8"/>
            <w:shd w:val="clear" w:color="auto" w:fill="EFE8D9"/>
          </w:tcPr>
          <w:p w14:paraId="75724624" w14:textId="77777777" w:rsidR="005D6E55" w:rsidRPr="0016058C" w:rsidRDefault="005D6E55" w:rsidP="005D6E55">
            <w:pPr>
              <w:pStyle w:val="Heading1"/>
              <w:framePr w:hSpace="0" w:wrap="auto" w:vAnchor="margin" w:hAnchor="text" w:xAlign="left" w:yAlign="inline"/>
              <w:suppressOverlap w:val="0"/>
              <w:outlineLvl w:val="0"/>
              <w:rPr>
                <w:b w:val="0"/>
                <w:bCs w:val="0"/>
                <w:sz w:val="22"/>
                <w:szCs w:val="22"/>
              </w:rPr>
            </w:pPr>
            <w:r w:rsidRPr="0016058C">
              <w:rPr>
                <w:b w:val="0"/>
                <w:bCs w:val="0"/>
                <w:sz w:val="22"/>
                <w:szCs w:val="22"/>
              </w:rPr>
              <w:t xml:space="preserve">4.01 Is the applicant organisation seeking approval as an </w:t>
            </w:r>
            <w:r w:rsidRPr="0016058C">
              <w:rPr>
                <w:b w:val="0"/>
                <w:bCs w:val="0"/>
                <w:i/>
                <w:iCs/>
                <w:sz w:val="22"/>
                <w:szCs w:val="22"/>
              </w:rPr>
              <w:t>Approved Managing Entity (AME)</w:t>
            </w:r>
            <w:r w:rsidRPr="0016058C">
              <w:rPr>
                <w:b w:val="0"/>
                <w:bCs w:val="0"/>
                <w:sz w:val="22"/>
                <w:szCs w:val="22"/>
              </w:rPr>
              <w:t xml:space="preserve"> as described on page 1?</w:t>
            </w:r>
          </w:p>
        </w:tc>
      </w:tr>
      <w:tr w:rsidR="005D6E55" w14:paraId="444A9E7F" w14:textId="77777777" w:rsidTr="005D6E55">
        <w:tc>
          <w:tcPr>
            <w:tcW w:w="10743" w:type="dxa"/>
            <w:gridSpan w:val="8"/>
            <w:shd w:val="clear" w:color="auto" w:fill="F2F2F2" w:themeFill="background1" w:themeFillShade="F2"/>
          </w:tcPr>
          <w:p w14:paraId="75DE545B" w14:textId="77777777" w:rsidR="005D6E55" w:rsidRPr="00E5153A" w:rsidRDefault="001C74C5" w:rsidP="005D6E55">
            <w:pPr>
              <w:pStyle w:val="Heading1"/>
              <w:framePr w:hSpace="0" w:wrap="auto" w:vAnchor="margin" w:hAnchor="text" w:xAlign="left" w:yAlign="inline"/>
              <w:suppressOverlap w:val="0"/>
              <w:outlineLvl w:val="0"/>
              <w:rPr>
                <w:rFonts w:cstheme="minorHAnsi"/>
                <w:b w:val="0"/>
                <w:bCs w:val="0"/>
                <w:sz w:val="20"/>
                <w:szCs w:val="20"/>
              </w:rPr>
            </w:pPr>
            <w:sdt>
              <w:sdtPr>
                <w:rPr>
                  <w:rFonts w:cstheme="minorHAnsi"/>
                  <w:sz w:val="20"/>
                  <w:szCs w:val="20"/>
                </w:rPr>
                <w:id w:val="-368605640"/>
                <w14:checkbox>
                  <w14:checked w14:val="0"/>
                  <w14:checkedState w14:val="2612" w14:font="MS Gothic"/>
                  <w14:uncheckedState w14:val="2610" w14:font="MS Gothic"/>
                </w14:checkbox>
              </w:sdtPr>
              <w:sdtEndPr/>
              <w:sdtContent>
                <w:r w:rsidR="005D6E55">
                  <w:rPr>
                    <w:rFonts w:ascii="MS Gothic" w:eastAsia="MS Gothic" w:hAnsi="MS Gothic" w:cstheme="minorHAnsi" w:hint="eastAsia"/>
                    <w:sz w:val="20"/>
                    <w:szCs w:val="20"/>
                  </w:rPr>
                  <w:t>☐</w:t>
                </w:r>
              </w:sdtContent>
            </w:sdt>
            <w:r w:rsidR="005D6E55" w:rsidRPr="00E5153A">
              <w:rPr>
                <w:rFonts w:cstheme="minorHAnsi"/>
                <w:b w:val="0"/>
                <w:bCs w:val="0"/>
                <w:sz w:val="20"/>
                <w:szCs w:val="20"/>
              </w:rPr>
              <w:t xml:space="preserve">  </w:t>
            </w:r>
            <w:r w:rsidR="005D6E55" w:rsidRPr="00E5153A">
              <w:rPr>
                <w:rFonts w:cstheme="minorHAnsi"/>
                <w:b w:val="0"/>
                <w:bCs w:val="0"/>
                <w:sz w:val="20"/>
                <w:szCs w:val="20"/>
              </w:rPr>
              <w:tab/>
              <w:t xml:space="preserve">No, </w:t>
            </w:r>
            <w:r w:rsidR="005D6E55" w:rsidRPr="00E5153A">
              <w:rPr>
                <w:rFonts w:cstheme="minorHAnsi"/>
                <w:b w:val="0"/>
                <w:bCs w:val="0"/>
                <w:sz w:val="20"/>
                <w:szCs w:val="20"/>
              </w:rPr>
              <w:tab/>
              <w:t xml:space="preserve">complete Section </w:t>
            </w:r>
            <w:r w:rsidR="005D6E55">
              <w:rPr>
                <w:rFonts w:cstheme="minorHAnsi"/>
                <w:b w:val="0"/>
                <w:bCs w:val="0"/>
                <w:sz w:val="20"/>
                <w:szCs w:val="20"/>
              </w:rPr>
              <w:t>4</w:t>
            </w:r>
            <w:r w:rsidR="005D6E55" w:rsidRPr="00E5153A">
              <w:rPr>
                <w:rFonts w:cstheme="minorHAnsi"/>
                <w:b w:val="0"/>
                <w:bCs w:val="0"/>
                <w:sz w:val="20"/>
                <w:szCs w:val="20"/>
              </w:rPr>
              <w:t>.</w:t>
            </w:r>
          </w:p>
          <w:p w14:paraId="6D572C47" w14:textId="77777777" w:rsidR="005D6E55" w:rsidRPr="00FE30CB" w:rsidRDefault="001C74C5" w:rsidP="005D6E55">
            <w:pPr>
              <w:pStyle w:val="Heading1"/>
              <w:framePr w:hSpace="0" w:wrap="auto" w:vAnchor="margin" w:hAnchor="text" w:xAlign="left" w:yAlign="inline"/>
              <w:suppressOverlap w:val="0"/>
              <w:outlineLvl w:val="0"/>
              <w:rPr>
                <w:b w:val="0"/>
                <w:bCs w:val="0"/>
                <w:noProof/>
                <w:color w:val="3C0919"/>
              </w:rPr>
            </w:pPr>
            <w:sdt>
              <w:sdtPr>
                <w:rPr>
                  <w:rFonts w:cstheme="minorHAnsi"/>
                  <w:sz w:val="20"/>
                  <w:szCs w:val="20"/>
                </w:rPr>
                <w:id w:val="926697036"/>
                <w14:checkbox>
                  <w14:checked w14:val="0"/>
                  <w14:checkedState w14:val="2612" w14:font="MS Gothic"/>
                  <w14:uncheckedState w14:val="2610" w14:font="MS Gothic"/>
                </w14:checkbox>
              </w:sdtPr>
              <w:sdtEndPr/>
              <w:sdtContent>
                <w:r w:rsidR="005D6E55">
                  <w:rPr>
                    <w:rFonts w:ascii="MS Gothic" w:eastAsia="MS Gothic" w:hAnsi="MS Gothic" w:cstheme="minorHAnsi" w:hint="eastAsia"/>
                    <w:sz w:val="20"/>
                    <w:szCs w:val="20"/>
                  </w:rPr>
                  <w:t>☐</w:t>
                </w:r>
              </w:sdtContent>
            </w:sdt>
            <w:r w:rsidR="005D6E55" w:rsidRPr="00E5153A">
              <w:rPr>
                <w:b w:val="0"/>
                <w:bCs w:val="0"/>
                <w:noProof/>
                <w:sz w:val="20"/>
                <w:szCs w:val="20"/>
              </w:rPr>
              <w:t xml:space="preserve">  </w:t>
            </w:r>
            <w:r w:rsidR="005D6E55" w:rsidRPr="00E5153A">
              <w:rPr>
                <w:b w:val="0"/>
                <w:bCs w:val="0"/>
                <w:noProof/>
                <w:sz w:val="20"/>
                <w:szCs w:val="20"/>
              </w:rPr>
              <w:tab/>
              <w:t xml:space="preserve">Yes, </w:t>
            </w:r>
            <w:r w:rsidR="005D6E55" w:rsidRPr="00E5153A">
              <w:rPr>
                <w:b w:val="0"/>
                <w:bCs w:val="0"/>
                <w:noProof/>
                <w:sz w:val="20"/>
                <w:szCs w:val="20"/>
              </w:rPr>
              <w:tab/>
              <w:t xml:space="preserve">complete Section </w:t>
            </w:r>
            <w:r w:rsidR="005D6E55">
              <w:rPr>
                <w:b w:val="0"/>
                <w:bCs w:val="0"/>
                <w:noProof/>
                <w:sz w:val="20"/>
                <w:szCs w:val="20"/>
              </w:rPr>
              <w:t>4</w:t>
            </w:r>
            <w:r w:rsidR="005D6E55" w:rsidRPr="00E5153A">
              <w:rPr>
                <w:b w:val="0"/>
                <w:bCs w:val="0"/>
                <w:noProof/>
                <w:sz w:val="20"/>
                <w:szCs w:val="20"/>
              </w:rPr>
              <w:t xml:space="preserve"> and attach a completed AME Request Form to this application.</w:t>
            </w:r>
          </w:p>
        </w:tc>
      </w:tr>
      <w:tr w:rsidR="005D6E55" w14:paraId="781EB990" w14:textId="77777777" w:rsidTr="002720B3">
        <w:tc>
          <w:tcPr>
            <w:tcW w:w="10743" w:type="dxa"/>
            <w:gridSpan w:val="8"/>
            <w:shd w:val="clear" w:color="auto" w:fill="EFE8D9"/>
          </w:tcPr>
          <w:p w14:paraId="7DAF4DF7" w14:textId="77777777" w:rsidR="005D6E55" w:rsidRDefault="005D6E55" w:rsidP="005D6E55">
            <w:pPr>
              <w:pStyle w:val="Heading1"/>
              <w:framePr w:hSpace="0" w:wrap="auto" w:vAnchor="margin" w:hAnchor="text" w:xAlign="left" w:yAlign="inline"/>
              <w:suppressOverlap w:val="0"/>
              <w:outlineLvl w:val="0"/>
              <w:rPr>
                <w:b w:val="0"/>
                <w:bCs w:val="0"/>
                <w:sz w:val="22"/>
                <w:szCs w:val="22"/>
              </w:rPr>
            </w:pPr>
            <w:r>
              <w:rPr>
                <w:b w:val="0"/>
                <w:bCs w:val="0"/>
                <w:sz w:val="22"/>
                <w:szCs w:val="22"/>
              </w:rPr>
              <w:t xml:space="preserve">4.02 Has the applicant organisation completed and attached Form </w:t>
            </w:r>
            <w:r w:rsidR="006B260C">
              <w:rPr>
                <w:b w:val="0"/>
                <w:bCs w:val="0"/>
                <w:sz w:val="22"/>
                <w:szCs w:val="22"/>
              </w:rPr>
              <w:t xml:space="preserve">2 </w:t>
            </w:r>
            <w:r w:rsidR="00F74EB2">
              <w:rPr>
                <w:b w:val="0"/>
                <w:bCs w:val="0"/>
                <w:sz w:val="22"/>
                <w:szCs w:val="22"/>
              </w:rPr>
              <w:t xml:space="preserve">- </w:t>
            </w:r>
            <w:r>
              <w:rPr>
                <w:b w:val="0"/>
                <w:bCs w:val="0"/>
                <w:sz w:val="22"/>
                <w:szCs w:val="22"/>
              </w:rPr>
              <w:t>Forecast Housing Demand?</w:t>
            </w:r>
          </w:p>
          <w:p w14:paraId="494F0925" w14:textId="77777777" w:rsidR="005D6E55" w:rsidRPr="005D6E55" w:rsidRDefault="005D6E55" w:rsidP="005D6E55">
            <w:pPr>
              <w:rPr>
                <w:sz w:val="20"/>
                <w:szCs w:val="20"/>
              </w:rPr>
            </w:pPr>
            <w:r w:rsidRPr="005D6E55">
              <w:rPr>
                <w:i/>
                <w:iCs/>
                <w:sz w:val="18"/>
                <w:szCs w:val="18"/>
              </w:rPr>
              <w:t xml:space="preserve">Form </w:t>
            </w:r>
            <w:r w:rsidR="00F74EB2">
              <w:rPr>
                <w:i/>
                <w:iCs/>
                <w:sz w:val="18"/>
                <w:szCs w:val="18"/>
              </w:rPr>
              <w:t>2 -</w:t>
            </w:r>
            <w:r w:rsidRPr="005D6E55">
              <w:rPr>
                <w:i/>
                <w:iCs/>
                <w:sz w:val="18"/>
                <w:szCs w:val="18"/>
              </w:rPr>
              <w:t xml:space="preserve"> Forecast Housing Demand will be used to </w:t>
            </w:r>
            <w:r w:rsidR="00714E2E" w:rsidRPr="00714E2E">
              <w:rPr>
                <w:i/>
                <w:iCs/>
                <w:sz w:val="18"/>
                <w:szCs w:val="18"/>
              </w:rPr>
              <w:t>m</w:t>
            </w:r>
            <w:r w:rsidRPr="00714E2E">
              <w:rPr>
                <w:i/>
                <w:iCs/>
                <w:sz w:val="18"/>
                <w:szCs w:val="18"/>
              </w:rPr>
              <w:t>aintain an up-to-date forecast of all anticipated housing demand in Jabiru</w:t>
            </w:r>
          </w:p>
        </w:tc>
      </w:tr>
      <w:tr w:rsidR="005D6E55" w14:paraId="7DFC781C" w14:textId="77777777" w:rsidTr="002720B3">
        <w:tc>
          <w:tcPr>
            <w:tcW w:w="10743" w:type="dxa"/>
            <w:gridSpan w:val="8"/>
            <w:shd w:val="clear" w:color="auto" w:fill="F2F2F2" w:themeFill="background1" w:themeFillShade="F2"/>
          </w:tcPr>
          <w:p w14:paraId="4DC1C372" w14:textId="77777777" w:rsidR="005D6E55" w:rsidRPr="00E5153A" w:rsidRDefault="001C74C5" w:rsidP="005D6E55">
            <w:pPr>
              <w:pStyle w:val="Heading1"/>
              <w:framePr w:hSpace="0" w:wrap="auto" w:vAnchor="margin" w:hAnchor="text" w:xAlign="left" w:yAlign="inline"/>
              <w:suppressOverlap w:val="0"/>
              <w:outlineLvl w:val="0"/>
              <w:rPr>
                <w:rFonts w:cstheme="minorHAnsi"/>
                <w:b w:val="0"/>
                <w:bCs w:val="0"/>
                <w:sz w:val="20"/>
                <w:szCs w:val="20"/>
              </w:rPr>
            </w:pPr>
            <w:sdt>
              <w:sdtPr>
                <w:rPr>
                  <w:rFonts w:cstheme="minorHAnsi"/>
                  <w:sz w:val="20"/>
                  <w:szCs w:val="20"/>
                </w:rPr>
                <w:id w:val="1437249604"/>
                <w14:checkbox>
                  <w14:checked w14:val="0"/>
                  <w14:checkedState w14:val="2612" w14:font="MS Gothic"/>
                  <w14:uncheckedState w14:val="2610" w14:font="MS Gothic"/>
                </w14:checkbox>
              </w:sdtPr>
              <w:sdtEndPr/>
              <w:sdtContent>
                <w:r w:rsidR="005D6E55">
                  <w:rPr>
                    <w:rFonts w:ascii="MS Gothic" w:eastAsia="MS Gothic" w:hAnsi="MS Gothic" w:cstheme="minorHAnsi" w:hint="eastAsia"/>
                    <w:sz w:val="20"/>
                    <w:szCs w:val="20"/>
                  </w:rPr>
                  <w:t>☐</w:t>
                </w:r>
              </w:sdtContent>
            </w:sdt>
            <w:r w:rsidR="005D6E55" w:rsidRPr="00E5153A">
              <w:rPr>
                <w:rFonts w:cstheme="minorHAnsi"/>
                <w:b w:val="0"/>
                <w:bCs w:val="0"/>
                <w:sz w:val="20"/>
                <w:szCs w:val="20"/>
              </w:rPr>
              <w:t xml:space="preserve">  </w:t>
            </w:r>
            <w:r w:rsidR="005D6E55" w:rsidRPr="00E5153A">
              <w:rPr>
                <w:rFonts w:cstheme="minorHAnsi"/>
                <w:b w:val="0"/>
                <w:bCs w:val="0"/>
                <w:sz w:val="20"/>
                <w:szCs w:val="20"/>
              </w:rPr>
              <w:tab/>
              <w:t>No</w:t>
            </w:r>
            <w:r w:rsidR="0044410C">
              <w:rPr>
                <w:rFonts w:cstheme="minorHAnsi"/>
                <w:b w:val="0"/>
                <w:bCs w:val="0"/>
                <w:sz w:val="20"/>
                <w:szCs w:val="20"/>
              </w:rPr>
              <w:t xml:space="preserve"> </w:t>
            </w:r>
          </w:p>
          <w:p w14:paraId="1D73C941" w14:textId="77777777" w:rsidR="005D6E55" w:rsidRDefault="001C74C5" w:rsidP="005D6E55">
            <w:pPr>
              <w:pStyle w:val="Heading1"/>
              <w:framePr w:hSpace="0" w:wrap="auto" w:vAnchor="margin" w:hAnchor="text" w:xAlign="left" w:yAlign="inline"/>
              <w:suppressOverlap w:val="0"/>
              <w:outlineLvl w:val="0"/>
              <w:rPr>
                <w:rFonts w:cstheme="minorHAnsi"/>
                <w:sz w:val="20"/>
                <w:szCs w:val="20"/>
              </w:rPr>
            </w:pPr>
            <w:sdt>
              <w:sdtPr>
                <w:rPr>
                  <w:rFonts w:cstheme="minorHAnsi"/>
                  <w:sz w:val="20"/>
                  <w:szCs w:val="20"/>
                </w:rPr>
                <w:id w:val="-1929803185"/>
                <w14:checkbox>
                  <w14:checked w14:val="0"/>
                  <w14:checkedState w14:val="2612" w14:font="MS Gothic"/>
                  <w14:uncheckedState w14:val="2610" w14:font="MS Gothic"/>
                </w14:checkbox>
              </w:sdtPr>
              <w:sdtEndPr/>
              <w:sdtContent>
                <w:r w:rsidR="005D6E55">
                  <w:rPr>
                    <w:rFonts w:ascii="MS Gothic" w:eastAsia="MS Gothic" w:hAnsi="MS Gothic" w:cstheme="minorHAnsi" w:hint="eastAsia"/>
                    <w:sz w:val="20"/>
                    <w:szCs w:val="20"/>
                  </w:rPr>
                  <w:t>☐</w:t>
                </w:r>
              </w:sdtContent>
            </w:sdt>
            <w:r w:rsidR="005D6E55" w:rsidRPr="00E5153A">
              <w:rPr>
                <w:b w:val="0"/>
                <w:bCs w:val="0"/>
                <w:noProof/>
                <w:sz w:val="20"/>
                <w:szCs w:val="20"/>
              </w:rPr>
              <w:t xml:space="preserve">  </w:t>
            </w:r>
            <w:r w:rsidR="005D6E55" w:rsidRPr="00E5153A">
              <w:rPr>
                <w:b w:val="0"/>
                <w:bCs w:val="0"/>
                <w:noProof/>
                <w:sz w:val="20"/>
                <w:szCs w:val="20"/>
              </w:rPr>
              <w:tab/>
              <w:t>Yes</w:t>
            </w:r>
            <w:r w:rsidR="0044410C">
              <w:rPr>
                <w:b w:val="0"/>
                <w:bCs w:val="0"/>
                <w:noProof/>
                <w:sz w:val="20"/>
                <w:szCs w:val="20"/>
              </w:rPr>
              <w:t xml:space="preserve">  </w:t>
            </w:r>
          </w:p>
        </w:tc>
      </w:tr>
      <w:tr w:rsidR="00B0252F" w14:paraId="0A25BC0D" w14:textId="77777777" w:rsidTr="0050163E">
        <w:tc>
          <w:tcPr>
            <w:tcW w:w="10743" w:type="dxa"/>
            <w:gridSpan w:val="8"/>
            <w:shd w:val="clear" w:color="auto" w:fill="EFE8D9"/>
          </w:tcPr>
          <w:p w14:paraId="5998BE89" w14:textId="77777777" w:rsidR="00B0252F" w:rsidRDefault="00DB562A" w:rsidP="00B0252F">
            <w:r>
              <w:t>4</w:t>
            </w:r>
            <w:r w:rsidR="00B0252F">
              <w:t>.0</w:t>
            </w:r>
            <w:r w:rsidR="005D6E55">
              <w:t>3</w:t>
            </w:r>
            <w:r w:rsidR="00B0252F">
              <w:t xml:space="preserve"> Complete the following table for all staffing requirements</w:t>
            </w:r>
            <w:r w:rsidR="0050163E">
              <w:t xml:space="preserve"> as follows:</w:t>
            </w:r>
          </w:p>
          <w:p w14:paraId="53D26B0E" w14:textId="77777777" w:rsidR="00B0252F" w:rsidRPr="0050163E" w:rsidRDefault="00B0252F" w:rsidP="00B0252F">
            <w:pPr>
              <w:rPr>
                <w:sz w:val="20"/>
                <w:szCs w:val="20"/>
              </w:rPr>
            </w:pPr>
            <w:r w:rsidRPr="0050163E">
              <w:rPr>
                <w:sz w:val="20"/>
                <w:szCs w:val="20"/>
              </w:rPr>
              <w:t>1. Include any positions planned for recruitment in the next 12 months. This should be as outlined in your business plan</w:t>
            </w:r>
          </w:p>
          <w:p w14:paraId="4A61D765" w14:textId="77777777" w:rsidR="00B0252F" w:rsidRPr="0050163E" w:rsidRDefault="00B0252F" w:rsidP="00B0252F">
            <w:pPr>
              <w:rPr>
                <w:sz w:val="20"/>
                <w:szCs w:val="20"/>
              </w:rPr>
            </w:pPr>
            <w:r w:rsidRPr="0050163E">
              <w:rPr>
                <w:sz w:val="20"/>
                <w:szCs w:val="20"/>
              </w:rPr>
              <w:t>2. Include transit accommodation requirements</w:t>
            </w:r>
          </w:p>
          <w:p w14:paraId="26911955" w14:textId="77777777" w:rsidR="00B0252F" w:rsidRPr="0050163E" w:rsidRDefault="00B0252F" w:rsidP="00B0252F">
            <w:pPr>
              <w:rPr>
                <w:sz w:val="20"/>
                <w:szCs w:val="20"/>
              </w:rPr>
            </w:pPr>
            <w:r w:rsidRPr="0050163E">
              <w:rPr>
                <w:sz w:val="20"/>
                <w:szCs w:val="20"/>
              </w:rPr>
              <w:t>3. Complete each column as follows:</w:t>
            </w:r>
          </w:p>
          <w:p w14:paraId="27858AFA" w14:textId="77777777" w:rsidR="00DB562A" w:rsidRDefault="0050163E" w:rsidP="0050163E">
            <w:pPr>
              <w:ind w:left="720"/>
              <w:rPr>
                <w:sz w:val="18"/>
                <w:szCs w:val="18"/>
              </w:rPr>
            </w:pPr>
            <w:r w:rsidRPr="0050163E">
              <w:rPr>
                <w:sz w:val="18"/>
                <w:szCs w:val="18"/>
              </w:rPr>
              <w:t xml:space="preserve">- </w:t>
            </w:r>
            <w:r w:rsidR="00DB562A">
              <w:rPr>
                <w:sz w:val="18"/>
                <w:szCs w:val="18"/>
              </w:rPr>
              <w:t>Department: include the department, service category, etc the position is for</w:t>
            </w:r>
          </w:p>
          <w:p w14:paraId="49315C08" w14:textId="77777777" w:rsidR="00B0252F" w:rsidRPr="0050163E" w:rsidRDefault="00DB562A" w:rsidP="0050163E">
            <w:pPr>
              <w:ind w:left="720"/>
              <w:rPr>
                <w:sz w:val="18"/>
                <w:szCs w:val="18"/>
              </w:rPr>
            </w:pPr>
            <w:r>
              <w:rPr>
                <w:sz w:val="18"/>
                <w:szCs w:val="18"/>
              </w:rPr>
              <w:t xml:space="preserve">- </w:t>
            </w:r>
            <w:r w:rsidR="00B0252F" w:rsidRPr="0050163E">
              <w:rPr>
                <w:sz w:val="18"/>
                <w:szCs w:val="18"/>
              </w:rPr>
              <w:t>Pos</w:t>
            </w:r>
            <w:r w:rsidR="0050163E" w:rsidRPr="0050163E">
              <w:rPr>
                <w:sz w:val="18"/>
                <w:szCs w:val="18"/>
              </w:rPr>
              <w:t>i</w:t>
            </w:r>
            <w:r w:rsidR="00B0252F" w:rsidRPr="0050163E">
              <w:rPr>
                <w:sz w:val="18"/>
                <w:szCs w:val="18"/>
              </w:rPr>
              <w:t>tion: include each staff member’s position</w:t>
            </w:r>
          </w:p>
          <w:p w14:paraId="05A47620" w14:textId="77777777" w:rsidR="00B0252F" w:rsidRPr="0050163E" w:rsidRDefault="0050163E" w:rsidP="0050163E">
            <w:pPr>
              <w:ind w:left="720"/>
              <w:rPr>
                <w:sz w:val="18"/>
                <w:szCs w:val="18"/>
              </w:rPr>
            </w:pPr>
            <w:r w:rsidRPr="0050163E">
              <w:rPr>
                <w:sz w:val="18"/>
                <w:szCs w:val="18"/>
              </w:rPr>
              <w:t xml:space="preserve">- </w:t>
            </w:r>
            <w:r w:rsidR="00B0252F" w:rsidRPr="0050163E">
              <w:rPr>
                <w:sz w:val="18"/>
                <w:szCs w:val="18"/>
              </w:rPr>
              <w:t xml:space="preserve">Start Date: nominate the preferred </w:t>
            </w:r>
            <w:r w:rsidR="00FE30CB">
              <w:rPr>
                <w:sz w:val="18"/>
                <w:szCs w:val="18"/>
              </w:rPr>
              <w:t xml:space="preserve">lease </w:t>
            </w:r>
            <w:r w:rsidR="00B0252F" w:rsidRPr="0050163E">
              <w:rPr>
                <w:sz w:val="18"/>
                <w:szCs w:val="18"/>
              </w:rPr>
              <w:t>start date for.</w:t>
            </w:r>
          </w:p>
          <w:p w14:paraId="11546D97" w14:textId="77777777" w:rsidR="00B0252F" w:rsidRPr="0050163E" w:rsidRDefault="0050163E" w:rsidP="0050163E">
            <w:pPr>
              <w:ind w:left="720"/>
              <w:rPr>
                <w:sz w:val="18"/>
                <w:szCs w:val="18"/>
              </w:rPr>
            </w:pPr>
            <w:r w:rsidRPr="0050163E">
              <w:rPr>
                <w:sz w:val="18"/>
                <w:szCs w:val="18"/>
              </w:rPr>
              <w:t xml:space="preserve">- </w:t>
            </w:r>
            <w:r w:rsidR="00B0252F" w:rsidRPr="0050163E">
              <w:rPr>
                <w:sz w:val="18"/>
                <w:szCs w:val="18"/>
              </w:rPr>
              <w:t xml:space="preserve">Duration: nominate the </w:t>
            </w:r>
            <w:r w:rsidR="00E85864">
              <w:rPr>
                <w:sz w:val="18"/>
                <w:szCs w:val="18"/>
              </w:rPr>
              <w:t xml:space="preserve">preferred lease duration for </w:t>
            </w:r>
            <w:r w:rsidR="00B0252F" w:rsidRPr="0050163E">
              <w:rPr>
                <w:sz w:val="18"/>
                <w:szCs w:val="18"/>
              </w:rPr>
              <w:t>this position</w:t>
            </w:r>
          </w:p>
          <w:p w14:paraId="6EFCE3AA" w14:textId="77777777" w:rsidR="00B0252F" w:rsidRPr="0050163E" w:rsidRDefault="0050163E" w:rsidP="0050163E">
            <w:pPr>
              <w:ind w:left="720"/>
              <w:rPr>
                <w:sz w:val="18"/>
                <w:szCs w:val="18"/>
              </w:rPr>
            </w:pPr>
            <w:r w:rsidRPr="0050163E">
              <w:rPr>
                <w:sz w:val="18"/>
                <w:szCs w:val="18"/>
              </w:rPr>
              <w:t xml:space="preserve">- </w:t>
            </w:r>
            <w:r w:rsidR="00B0252F" w:rsidRPr="0050163E">
              <w:rPr>
                <w:sz w:val="18"/>
                <w:szCs w:val="18"/>
              </w:rPr>
              <w:t>Dwelling type: nominate the type of dwelling preferred for this position</w:t>
            </w:r>
          </w:p>
          <w:p w14:paraId="76B6D83B" w14:textId="77777777" w:rsidR="00B0252F" w:rsidRPr="0016058C" w:rsidRDefault="0050163E" w:rsidP="0050163E">
            <w:pPr>
              <w:ind w:left="720"/>
              <w:rPr>
                <w:b/>
                <w:bCs/>
                <w:sz w:val="18"/>
                <w:szCs w:val="18"/>
                <w:u w:val="single"/>
              </w:rPr>
            </w:pPr>
            <w:r w:rsidRPr="0016058C">
              <w:rPr>
                <w:b/>
                <w:bCs/>
                <w:sz w:val="18"/>
                <w:szCs w:val="18"/>
                <w:u w:val="single"/>
              </w:rPr>
              <w:t xml:space="preserve">- </w:t>
            </w:r>
            <w:r w:rsidR="00FE30CB" w:rsidRPr="0016058C">
              <w:rPr>
                <w:b/>
                <w:bCs/>
                <w:sz w:val="18"/>
                <w:szCs w:val="18"/>
                <w:u w:val="single"/>
              </w:rPr>
              <w:t>Direct</w:t>
            </w:r>
            <w:r w:rsidR="00B0252F" w:rsidRPr="0016058C">
              <w:rPr>
                <w:b/>
                <w:bCs/>
                <w:sz w:val="18"/>
                <w:szCs w:val="18"/>
                <w:u w:val="single"/>
              </w:rPr>
              <w:t xml:space="preserve">: </w:t>
            </w:r>
            <w:r w:rsidRPr="0016058C">
              <w:rPr>
                <w:b/>
                <w:bCs/>
                <w:sz w:val="18"/>
                <w:szCs w:val="18"/>
                <w:u w:val="single"/>
              </w:rPr>
              <w:t>nominate any positions that</w:t>
            </w:r>
            <w:r w:rsidR="00E5153A">
              <w:rPr>
                <w:b/>
                <w:bCs/>
                <w:sz w:val="18"/>
                <w:szCs w:val="18"/>
                <w:u w:val="single"/>
              </w:rPr>
              <w:t xml:space="preserve"> require a PRIVATE TENANCY Direct with employee</w:t>
            </w:r>
            <w:r w:rsidRPr="0016058C">
              <w:rPr>
                <w:b/>
                <w:bCs/>
                <w:sz w:val="18"/>
                <w:szCs w:val="18"/>
                <w:u w:val="single"/>
              </w:rPr>
              <w:t xml:space="preserve"> </w:t>
            </w:r>
            <w:r w:rsidR="00E5153A">
              <w:rPr>
                <w:b/>
                <w:bCs/>
                <w:sz w:val="18"/>
                <w:szCs w:val="18"/>
                <w:u w:val="single"/>
              </w:rPr>
              <w:t xml:space="preserve">(i.e. </w:t>
            </w:r>
            <w:r w:rsidRPr="0016058C">
              <w:rPr>
                <w:b/>
                <w:bCs/>
                <w:sz w:val="18"/>
                <w:szCs w:val="18"/>
                <w:u w:val="single"/>
              </w:rPr>
              <w:t>housing</w:t>
            </w:r>
            <w:r w:rsidR="00E5153A">
              <w:rPr>
                <w:b/>
                <w:bCs/>
                <w:sz w:val="18"/>
                <w:szCs w:val="18"/>
                <w:u w:val="single"/>
              </w:rPr>
              <w:t xml:space="preserve"> not</w:t>
            </w:r>
            <w:r w:rsidRPr="0016058C">
              <w:rPr>
                <w:b/>
                <w:bCs/>
                <w:sz w:val="18"/>
                <w:szCs w:val="18"/>
                <w:u w:val="single"/>
              </w:rPr>
              <w:t xml:space="preserve"> provided </w:t>
            </w:r>
            <w:r w:rsidR="00E5153A">
              <w:rPr>
                <w:b/>
                <w:bCs/>
                <w:sz w:val="18"/>
                <w:szCs w:val="18"/>
                <w:u w:val="single"/>
              </w:rPr>
              <w:t>with</w:t>
            </w:r>
            <w:r w:rsidRPr="0016058C">
              <w:rPr>
                <w:b/>
                <w:bCs/>
                <w:sz w:val="18"/>
                <w:szCs w:val="18"/>
                <w:u w:val="single"/>
              </w:rPr>
              <w:t xml:space="preserve"> employment</w:t>
            </w:r>
            <w:r w:rsidR="00E5153A">
              <w:rPr>
                <w:b/>
                <w:bCs/>
                <w:sz w:val="18"/>
                <w:szCs w:val="18"/>
                <w:u w:val="single"/>
              </w:rPr>
              <w:t>)</w:t>
            </w:r>
            <w:r w:rsidRPr="0016058C">
              <w:rPr>
                <w:b/>
                <w:bCs/>
                <w:sz w:val="18"/>
                <w:szCs w:val="18"/>
                <w:u w:val="single"/>
              </w:rPr>
              <w:t xml:space="preserve"> </w:t>
            </w:r>
          </w:p>
          <w:p w14:paraId="5F9249CA" w14:textId="77777777" w:rsidR="00B0252F" w:rsidRPr="0050163E" w:rsidRDefault="0050163E" w:rsidP="0050163E">
            <w:pPr>
              <w:ind w:left="720"/>
              <w:rPr>
                <w:sz w:val="18"/>
                <w:szCs w:val="18"/>
              </w:rPr>
            </w:pPr>
            <w:r w:rsidRPr="0050163E">
              <w:rPr>
                <w:sz w:val="18"/>
                <w:szCs w:val="18"/>
              </w:rPr>
              <w:t>- Lot</w:t>
            </w:r>
            <w:r w:rsidR="0016058C">
              <w:rPr>
                <w:sz w:val="18"/>
                <w:szCs w:val="18"/>
              </w:rPr>
              <w:t xml:space="preserve"> No.</w:t>
            </w:r>
            <w:r w:rsidRPr="0050163E">
              <w:rPr>
                <w:sz w:val="18"/>
                <w:szCs w:val="18"/>
              </w:rPr>
              <w:t>: if there is a preferred lot for a position please nominate the lot number.</w:t>
            </w:r>
          </w:p>
        </w:tc>
      </w:tr>
      <w:tr w:rsidR="00FE30CB" w14:paraId="5F82C594" w14:textId="77777777" w:rsidTr="00FE30CB">
        <w:tc>
          <w:tcPr>
            <w:tcW w:w="400" w:type="dxa"/>
            <w:shd w:val="clear" w:color="auto" w:fill="EFE8D9"/>
          </w:tcPr>
          <w:p w14:paraId="64AC0740" w14:textId="77777777" w:rsidR="00FE30CB" w:rsidRPr="00B0252F" w:rsidRDefault="00FE30CB" w:rsidP="00B0252F">
            <w:pPr>
              <w:rPr>
                <w:b/>
              </w:rPr>
            </w:pPr>
            <w:r>
              <w:rPr>
                <w:b/>
              </w:rPr>
              <w:t>#</w:t>
            </w:r>
          </w:p>
        </w:tc>
        <w:tc>
          <w:tcPr>
            <w:tcW w:w="1555" w:type="dxa"/>
            <w:shd w:val="clear" w:color="auto" w:fill="EFE8D9"/>
          </w:tcPr>
          <w:p w14:paraId="369F1BDC" w14:textId="77777777" w:rsidR="00FE30CB" w:rsidRPr="00B0252F" w:rsidRDefault="00FE30CB" w:rsidP="00B0252F">
            <w:pPr>
              <w:rPr>
                <w:b/>
              </w:rPr>
            </w:pPr>
            <w:r>
              <w:rPr>
                <w:b/>
              </w:rPr>
              <w:t>Department</w:t>
            </w:r>
          </w:p>
        </w:tc>
        <w:tc>
          <w:tcPr>
            <w:tcW w:w="2268" w:type="dxa"/>
            <w:shd w:val="clear" w:color="auto" w:fill="EFE8D9"/>
          </w:tcPr>
          <w:p w14:paraId="10FC9932" w14:textId="77777777" w:rsidR="00FE30CB" w:rsidRPr="00B0252F" w:rsidRDefault="00FE30CB" w:rsidP="00B0252F">
            <w:pPr>
              <w:rPr>
                <w:b/>
              </w:rPr>
            </w:pPr>
            <w:r>
              <w:rPr>
                <w:b/>
              </w:rPr>
              <w:t>Position</w:t>
            </w:r>
          </w:p>
        </w:tc>
        <w:tc>
          <w:tcPr>
            <w:tcW w:w="1134" w:type="dxa"/>
            <w:shd w:val="clear" w:color="auto" w:fill="EFE8D9"/>
          </w:tcPr>
          <w:p w14:paraId="458DD793" w14:textId="77777777" w:rsidR="00FE30CB" w:rsidRPr="00B0252F" w:rsidRDefault="00FE30CB" w:rsidP="00B0252F">
            <w:pPr>
              <w:rPr>
                <w:b/>
              </w:rPr>
            </w:pPr>
            <w:r w:rsidRPr="00B0252F">
              <w:rPr>
                <w:b/>
              </w:rPr>
              <w:t>Start Date</w:t>
            </w:r>
          </w:p>
        </w:tc>
        <w:tc>
          <w:tcPr>
            <w:tcW w:w="1618" w:type="dxa"/>
            <w:shd w:val="clear" w:color="auto" w:fill="EFE8D9"/>
          </w:tcPr>
          <w:p w14:paraId="6D93F605" w14:textId="77777777" w:rsidR="00FE30CB" w:rsidRPr="00B0252F" w:rsidRDefault="00FE30CB" w:rsidP="00B0252F">
            <w:pPr>
              <w:rPr>
                <w:b/>
              </w:rPr>
            </w:pPr>
            <w:r w:rsidRPr="00B0252F">
              <w:rPr>
                <w:b/>
              </w:rPr>
              <w:t>Duration</w:t>
            </w:r>
          </w:p>
        </w:tc>
        <w:tc>
          <w:tcPr>
            <w:tcW w:w="1807" w:type="dxa"/>
            <w:shd w:val="clear" w:color="auto" w:fill="EFE8D9"/>
          </w:tcPr>
          <w:p w14:paraId="605212ED" w14:textId="77777777" w:rsidR="00FE30CB" w:rsidRPr="00B0252F" w:rsidRDefault="00FE30CB" w:rsidP="00B0252F">
            <w:pPr>
              <w:rPr>
                <w:b/>
              </w:rPr>
            </w:pPr>
            <w:r w:rsidRPr="00B0252F">
              <w:rPr>
                <w:b/>
              </w:rPr>
              <w:t>Dwelling Type</w:t>
            </w:r>
          </w:p>
        </w:tc>
        <w:tc>
          <w:tcPr>
            <w:tcW w:w="1016" w:type="dxa"/>
            <w:shd w:val="clear" w:color="auto" w:fill="EFE8D9"/>
          </w:tcPr>
          <w:p w14:paraId="47AD0AB4" w14:textId="77777777" w:rsidR="00FE30CB" w:rsidRPr="00B0252F" w:rsidRDefault="00FE30CB" w:rsidP="00B0252F">
            <w:pPr>
              <w:rPr>
                <w:b/>
              </w:rPr>
            </w:pPr>
            <w:r>
              <w:rPr>
                <w:b/>
              </w:rPr>
              <w:t>Direct</w:t>
            </w:r>
          </w:p>
        </w:tc>
        <w:tc>
          <w:tcPr>
            <w:tcW w:w="945" w:type="dxa"/>
            <w:shd w:val="clear" w:color="auto" w:fill="EFE8D9"/>
          </w:tcPr>
          <w:p w14:paraId="548077DA" w14:textId="77777777" w:rsidR="00FE30CB" w:rsidRPr="00B0252F" w:rsidRDefault="00FE30CB" w:rsidP="00B0252F">
            <w:pPr>
              <w:rPr>
                <w:b/>
              </w:rPr>
            </w:pPr>
            <w:r w:rsidRPr="00B0252F">
              <w:rPr>
                <w:b/>
              </w:rPr>
              <w:t>Lot</w:t>
            </w:r>
            <w:r w:rsidR="000C1DE0">
              <w:rPr>
                <w:b/>
              </w:rPr>
              <w:t xml:space="preserve"> No.</w:t>
            </w:r>
          </w:p>
        </w:tc>
      </w:tr>
      <w:tr w:rsidR="00E85864" w14:paraId="148FCB7B" w14:textId="77777777" w:rsidTr="00FE30CB">
        <w:tc>
          <w:tcPr>
            <w:tcW w:w="400" w:type="dxa"/>
            <w:shd w:val="clear" w:color="auto" w:fill="F2F2F2" w:themeFill="background1" w:themeFillShade="F2"/>
          </w:tcPr>
          <w:p w14:paraId="36E2A15F" w14:textId="77777777" w:rsidR="00E85864" w:rsidRDefault="00E85864" w:rsidP="00E85864">
            <w:pPr>
              <w:rPr>
                <w:b/>
              </w:rPr>
            </w:pPr>
            <w:r w:rsidRPr="0050163E">
              <w:rPr>
                <w:sz w:val="18"/>
                <w:szCs w:val="20"/>
              </w:rPr>
              <w:t>1</w:t>
            </w:r>
          </w:p>
        </w:tc>
        <w:tc>
          <w:tcPr>
            <w:tcW w:w="1555" w:type="dxa"/>
            <w:shd w:val="clear" w:color="auto" w:fill="F2F2F2" w:themeFill="background1" w:themeFillShade="F2"/>
          </w:tcPr>
          <w:sdt>
            <w:sdtPr>
              <w:rPr>
                <w:rStyle w:val="SubtleEmphasis"/>
              </w:rPr>
              <w:alias w:val="Type here"/>
              <w:tag w:val="Type here"/>
              <w:id w:val="-492651319"/>
              <w:placeholder>
                <w:docPart w:val="EF6ADF5280064902B6A83BD00D34D63E"/>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2F5594DA" w14:textId="77777777" w:rsidR="00E85864" w:rsidRPr="0016058C" w:rsidRDefault="00E85864" w:rsidP="00E85864">
                <w:pPr>
                  <w:rPr>
                    <w:rFonts w:asciiTheme="majorHAnsi" w:hAnsiTheme="majorHAnsi" w:cstheme="majorHAnsi"/>
                    <w:b/>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703018472"/>
              <w:placeholder>
                <w:docPart w:val="25D5A53D6C074E1BA015225D43DE6183"/>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013C32C9" w14:textId="77777777" w:rsidR="00E85864" w:rsidRPr="0016058C" w:rsidRDefault="00A12F00" w:rsidP="00E85864">
                <w:pPr>
                  <w:rPr>
                    <w:rFonts w:asciiTheme="majorHAnsi" w:hAnsiTheme="majorHAnsi" w:cstheme="majorHAnsi"/>
                    <w:b/>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Style w:val="SubtleEmphasis"/>
              </w:rPr>
              <w:alias w:val="Type here"/>
              <w:tag w:val="Type here"/>
              <w:id w:val="1913348968"/>
              <w:placeholder>
                <w:docPart w:val="78A2C4ADA7A349B6BC98C229B3F5CB65"/>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7D74F659" w14:textId="77777777" w:rsidR="00E85864" w:rsidRPr="0016058C" w:rsidRDefault="00A12F00" w:rsidP="00E85864">
                <w:pPr>
                  <w:rPr>
                    <w:rFonts w:asciiTheme="majorHAnsi" w:hAnsiTheme="majorHAnsi" w:cstheme="majorHAnsi"/>
                    <w:b/>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Style w:val="SubtleEmphasis"/>
              </w:rPr>
              <w:alias w:val="Type here"/>
              <w:tag w:val="Type here"/>
              <w:id w:val="1752000276"/>
              <w:placeholder>
                <w:docPart w:val="211ACFFF980342A18D718276F45FBFC9"/>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0B1BB06B" w14:textId="77777777" w:rsidR="00E85864" w:rsidRPr="0016058C" w:rsidRDefault="00A12F00" w:rsidP="00E85864">
                <w:pPr>
                  <w:rPr>
                    <w:rFonts w:asciiTheme="majorHAnsi" w:hAnsiTheme="majorHAnsi" w:cstheme="majorHAnsi"/>
                    <w:b/>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907374369"/>
            <w:placeholder>
              <w:docPart w:val="BFBFA488ECDA49EDAC8074888A219B9F"/>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404BB018" w14:textId="77777777" w:rsidR="00E85864" w:rsidRPr="0016058C" w:rsidRDefault="00A12F00" w:rsidP="00E85864">
                <w:pPr>
                  <w:rPr>
                    <w:rFonts w:asciiTheme="majorHAnsi" w:hAnsiTheme="majorHAnsi" w:cstheme="majorHAnsi"/>
                    <w:b/>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32AF5D8A" w14:textId="77777777" w:rsidR="00E85864" w:rsidRPr="0016058C" w:rsidRDefault="001C74C5" w:rsidP="00E85864">
            <w:pPr>
              <w:jc w:val="center"/>
              <w:rPr>
                <w:rFonts w:asciiTheme="majorHAnsi" w:hAnsiTheme="majorHAnsi" w:cstheme="majorHAnsi"/>
                <w:b/>
                <w:sz w:val="18"/>
                <w:szCs w:val="18"/>
              </w:rPr>
            </w:pPr>
            <w:sdt>
              <w:sdtPr>
                <w:rPr>
                  <w:rFonts w:asciiTheme="majorHAnsi" w:hAnsiTheme="majorHAnsi" w:cstheme="majorHAnsi"/>
                  <w:noProof/>
                  <w:color w:val="3C0919"/>
                  <w:sz w:val="18"/>
                  <w:szCs w:val="18"/>
                </w:rPr>
                <w:id w:val="1738287622"/>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1751726602"/>
              <w:placeholder>
                <w:docPart w:val="DA6D5C0CA792498B801892AE7DC45DF1"/>
              </w:placeholder>
              <w:text w:multiLine="1"/>
            </w:sdtPr>
            <w:sdtEndPr>
              <w:rPr>
                <w:rStyle w:val="SubtleEmphasis"/>
              </w:rPr>
            </w:sdtEndPr>
            <w:sdtContent>
              <w:p w14:paraId="0CA4424A" w14:textId="77777777" w:rsidR="00E85864" w:rsidRPr="0016058C" w:rsidRDefault="00E85864" w:rsidP="00E85864">
                <w:pPr>
                  <w:rPr>
                    <w:rFonts w:asciiTheme="majorHAnsi" w:hAnsiTheme="majorHAnsi" w:cstheme="majorHAnsi"/>
                    <w:b/>
                    <w:i/>
                    <w:iCs/>
                    <w:sz w:val="18"/>
                    <w:szCs w:val="18"/>
                  </w:rPr>
                </w:pPr>
                <w:r w:rsidRPr="00E5153A">
                  <w:rPr>
                    <w:rStyle w:val="SubtleEmphasis"/>
                    <w:i/>
                    <w:iCs w:val="0"/>
                    <w:color w:val="808080" w:themeColor="background1" w:themeShade="80"/>
                  </w:rPr>
                  <w:t>Type</w:t>
                </w:r>
              </w:p>
            </w:sdtContent>
          </w:sdt>
        </w:tc>
      </w:tr>
      <w:tr w:rsidR="00E5153A" w14:paraId="21B1455F" w14:textId="77777777" w:rsidTr="00FE30CB">
        <w:tc>
          <w:tcPr>
            <w:tcW w:w="400" w:type="dxa"/>
            <w:shd w:val="clear" w:color="auto" w:fill="F2F2F2" w:themeFill="background1" w:themeFillShade="F2"/>
          </w:tcPr>
          <w:p w14:paraId="6B7DE2CE" w14:textId="77777777" w:rsidR="00E5153A" w:rsidRDefault="00E5153A" w:rsidP="00E5153A">
            <w:pPr>
              <w:rPr>
                <w:b/>
              </w:rPr>
            </w:pPr>
            <w:r w:rsidRPr="0050163E">
              <w:rPr>
                <w:sz w:val="18"/>
                <w:szCs w:val="20"/>
              </w:rPr>
              <w:t>2</w:t>
            </w:r>
          </w:p>
        </w:tc>
        <w:tc>
          <w:tcPr>
            <w:tcW w:w="1555" w:type="dxa"/>
            <w:shd w:val="clear" w:color="auto" w:fill="F2F2F2" w:themeFill="background1" w:themeFillShade="F2"/>
          </w:tcPr>
          <w:sdt>
            <w:sdtPr>
              <w:rPr>
                <w:rStyle w:val="SubtleEmphasis"/>
              </w:rPr>
              <w:alias w:val="Type here"/>
              <w:tag w:val="Type here"/>
              <w:id w:val="1130520059"/>
              <w:placeholder>
                <w:docPart w:val="751A0F7E99904EF7A7135DAA652F0B63"/>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5772F0B8"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1054924496"/>
              <w:placeholder>
                <w:docPart w:val="57EF113233DF421D9FF34DFB599A0DDA"/>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6F89B4A8"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2123523450"/>
              <w:placeholder>
                <w:docPart w:val="9050D8764023419C8B293E041D54E08C"/>
              </w:placeholder>
              <w:showingPlcHdr/>
              <w:text w:multiLine="1"/>
            </w:sdtPr>
            <w:sdtEndPr/>
            <w:sdtContent>
              <w:p w14:paraId="10E48DDD"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Fonts w:cs="Calibri"/>
                <w:iCs/>
                <w:color w:val="404040" w:themeColor="text1" w:themeTint="BF"/>
                <w:sz w:val="18"/>
              </w:rPr>
              <w:alias w:val="Type here"/>
              <w:tag w:val="Type here"/>
              <w:id w:val="1823313643"/>
              <w:placeholder>
                <w:docPart w:val="C9C4F38BE917486182CC01EB38DA4EE3"/>
              </w:placeholder>
              <w:showingPlcHdr/>
              <w:text w:multiLine="1"/>
            </w:sdtPr>
            <w:sdtEndPr/>
            <w:sdtContent>
              <w:p w14:paraId="2B232271"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791252021"/>
            <w:placeholder>
              <w:docPart w:val="3CF9B8624BDE4CB0B045F9AEAFE3C7B1"/>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7DED03A4"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08B1AC6F"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915361405"/>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1727180308"/>
              <w:placeholder>
                <w:docPart w:val="019E602722C74DF0AB968577015BB7C0"/>
              </w:placeholder>
              <w:text w:multiLine="1"/>
            </w:sdtPr>
            <w:sdtEndPr>
              <w:rPr>
                <w:rStyle w:val="SubtleEmphasis"/>
              </w:rPr>
            </w:sdtEndPr>
            <w:sdtContent>
              <w:p w14:paraId="2330C98F"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6776B03E" w14:textId="77777777" w:rsidTr="00FE30CB">
        <w:tc>
          <w:tcPr>
            <w:tcW w:w="400" w:type="dxa"/>
            <w:shd w:val="clear" w:color="auto" w:fill="F2F2F2" w:themeFill="background1" w:themeFillShade="F2"/>
          </w:tcPr>
          <w:p w14:paraId="28BF1FDC" w14:textId="77777777" w:rsidR="00E5153A" w:rsidRDefault="00E5153A" w:rsidP="00E5153A">
            <w:pPr>
              <w:rPr>
                <w:b/>
              </w:rPr>
            </w:pPr>
            <w:r w:rsidRPr="0050163E">
              <w:rPr>
                <w:sz w:val="18"/>
                <w:szCs w:val="20"/>
              </w:rPr>
              <w:t>3</w:t>
            </w:r>
          </w:p>
        </w:tc>
        <w:tc>
          <w:tcPr>
            <w:tcW w:w="1555" w:type="dxa"/>
            <w:shd w:val="clear" w:color="auto" w:fill="F2F2F2" w:themeFill="background1" w:themeFillShade="F2"/>
          </w:tcPr>
          <w:sdt>
            <w:sdtPr>
              <w:rPr>
                <w:rStyle w:val="SubtleEmphasis"/>
              </w:rPr>
              <w:alias w:val="Type here"/>
              <w:tag w:val="Type here"/>
              <w:id w:val="1720239143"/>
              <w:placeholder>
                <w:docPart w:val="3E4CC28A230C4B678848BE672D8C703C"/>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4736064D"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317156380"/>
              <w:placeholder>
                <w:docPart w:val="10BDECFFE0F14841A2872496F29E2F34"/>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7E9C8778"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327327738"/>
              <w:placeholder>
                <w:docPart w:val="8099E635FC9E449387A2D02FCF220B76"/>
              </w:placeholder>
              <w:showingPlcHdr/>
              <w:text w:multiLine="1"/>
            </w:sdtPr>
            <w:sdtEndPr/>
            <w:sdtContent>
              <w:p w14:paraId="5605FC15"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Fonts w:cs="Calibri"/>
                <w:iCs/>
                <w:color w:val="404040" w:themeColor="text1" w:themeTint="BF"/>
                <w:sz w:val="18"/>
              </w:rPr>
              <w:alias w:val="Type here"/>
              <w:tag w:val="Type here"/>
              <w:id w:val="2119555337"/>
              <w:placeholder>
                <w:docPart w:val="DA7DA49E54CE4DB9BDCCB24282F0C433"/>
              </w:placeholder>
              <w:showingPlcHdr/>
              <w:text w:multiLine="1"/>
            </w:sdtPr>
            <w:sdtEndPr/>
            <w:sdtContent>
              <w:p w14:paraId="3EA48446"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301269380"/>
            <w:placeholder>
              <w:docPart w:val="FEE43046E3BF448BB0E185E6974BB1FD"/>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487358AE"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0C1DF098"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322425451"/>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608862132"/>
              <w:placeholder>
                <w:docPart w:val="9063F128BB774112B552A2F35C968371"/>
              </w:placeholder>
              <w:text w:multiLine="1"/>
            </w:sdtPr>
            <w:sdtEndPr>
              <w:rPr>
                <w:rStyle w:val="SubtleEmphasis"/>
              </w:rPr>
            </w:sdtEndPr>
            <w:sdtContent>
              <w:p w14:paraId="73A3A17A"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034B4825" w14:textId="77777777" w:rsidTr="00FE30CB">
        <w:tc>
          <w:tcPr>
            <w:tcW w:w="400" w:type="dxa"/>
            <w:shd w:val="clear" w:color="auto" w:fill="F2F2F2" w:themeFill="background1" w:themeFillShade="F2"/>
          </w:tcPr>
          <w:p w14:paraId="4F541C28" w14:textId="77777777" w:rsidR="00E5153A" w:rsidRDefault="00E5153A" w:rsidP="00E5153A">
            <w:pPr>
              <w:rPr>
                <w:b/>
              </w:rPr>
            </w:pPr>
            <w:r w:rsidRPr="0050163E">
              <w:rPr>
                <w:sz w:val="18"/>
                <w:szCs w:val="20"/>
              </w:rPr>
              <w:t>4</w:t>
            </w:r>
          </w:p>
        </w:tc>
        <w:tc>
          <w:tcPr>
            <w:tcW w:w="1555" w:type="dxa"/>
            <w:shd w:val="clear" w:color="auto" w:fill="F2F2F2" w:themeFill="background1" w:themeFillShade="F2"/>
          </w:tcPr>
          <w:sdt>
            <w:sdtPr>
              <w:rPr>
                <w:rStyle w:val="SubtleEmphasis"/>
              </w:rPr>
              <w:alias w:val="Type here"/>
              <w:tag w:val="Type here"/>
              <w:id w:val="-2107954163"/>
              <w:placeholder>
                <w:docPart w:val="DEF2AE149D404CF88208E22C3391997F"/>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68C8F801"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2079737712"/>
              <w:placeholder>
                <w:docPart w:val="97A0D0177D2C4D67A1DE8155EFD9580B"/>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00DF3787"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509672018"/>
              <w:placeholder>
                <w:docPart w:val="47A907BCB67E465CAC51020D1F746E9E"/>
              </w:placeholder>
              <w:showingPlcHdr/>
              <w:text w:multiLine="1"/>
            </w:sdtPr>
            <w:sdtEndPr/>
            <w:sdtContent>
              <w:p w14:paraId="0E61DE82"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Fonts w:cs="Calibri"/>
                <w:iCs/>
                <w:color w:val="404040" w:themeColor="text1" w:themeTint="BF"/>
                <w:sz w:val="18"/>
              </w:rPr>
              <w:alias w:val="Type here"/>
              <w:tag w:val="Type here"/>
              <w:id w:val="-913472683"/>
              <w:placeholder>
                <w:docPart w:val="1D3912ACBA984A6EAA021D1712792255"/>
              </w:placeholder>
              <w:showingPlcHdr/>
              <w:text w:multiLine="1"/>
            </w:sdtPr>
            <w:sdtEndPr/>
            <w:sdtContent>
              <w:p w14:paraId="5BA1D800"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682037840"/>
            <w:placeholder>
              <w:docPart w:val="20742F9B18704E2A9E39B31E807781E9"/>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6AE854DF"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6E0CE180"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1144278312"/>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865711794"/>
              <w:placeholder>
                <w:docPart w:val="3BAF6F116FED4FDD9AA46C5F643C36F2"/>
              </w:placeholder>
              <w:text w:multiLine="1"/>
            </w:sdtPr>
            <w:sdtEndPr>
              <w:rPr>
                <w:rStyle w:val="SubtleEmphasis"/>
              </w:rPr>
            </w:sdtEndPr>
            <w:sdtContent>
              <w:p w14:paraId="7F33DA51"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3B320C16" w14:textId="77777777" w:rsidTr="00FE30CB">
        <w:tc>
          <w:tcPr>
            <w:tcW w:w="400" w:type="dxa"/>
            <w:shd w:val="clear" w:color="auto" w:fill="F2F2F2" w:themeFill="background1" w:themeFillShade="F2"/>
          </w:tcPr>
          <w:p w14:paraId="7A1B6A83" w14:textId="77777777" w:rsidR="00E5153A" w:rsidRPr="0050163E" w:rsidRDefault="00E5153A" w:rsidP="00E5153A">
            <w:pPr>
              <w:rPr>
                <w:sz w:val="18"/>
                <w:szCs w:val="20"/>
              </w:rPr>
            </w:pPr>
            <w:r>
              <w:rPr>
                <w:sz w:val="18"/>
                <w:szCs w:val="20"/>
              </w:rPr>
              <w:t>5</w:t>
            </w:r>
          </w:p>
        </w:tc>
        <w:tc>
          <w:tcPr>
            <w:tcW w:w="1555" w:type="dxa"/>
            <w:shd w:val="clear" w:color="auto" w:fill="F2F2F2" w:themeFill="background1" w:themeFillShade="F2"/>
          </w:tcPr>
          <w:sdt>
            <w:sdtPr>
              <w:rPr>
                <w:rStyle w:val="SubtleEmphasis"/>
              </w:rPr>
              <w:alias w:val="Type here"/>
              <w:tag w:val="Type here"/>
              <w:id w:val="-1103412367"/>
              <w:placeholder>
                <w:docPart w:val="FD88C2CF62A141F392E0342456DB8546"/>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08D210D7"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732197887"/>
              <w:placeholder>
                <w:docPart w:val="1D0A30E6E4884976969C3B576E9A3698"/>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7DDCCC36"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2012982625"/>
              <w:placeholder>
                <w:docPart w:val="52B458C3911A4AA29E59F9008CF4292E"/>
              </w:placeholder>
              <w:showingPlcHdr/>
              <w:text w:multiLine="1"/>
            </w:sdtPr>
            <w:sdtEndPr/>
            <w:sdtContent>
              <w:p w14:paraId="1A933818"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Fonts w:cs="Calibri"/>
                <w:iCs/>
                <w:color w:val="404040" w:themeColor="text1" w:themeTint="BF"/>
                <w:sz w:val="18"/>
              </w:rPr>
              <w:alias w:val="Type here"/>
              <w:tag w:val="Type here"/>
              <w:id w:val="1666909237"/>
              <w:placeholder>
                <w:docPart w:val="90A2613A8BEA441891E18B9DC3EB3F3F"/>
              </w:placeholder>
              <w:showingPlcHdr/>
              <w:text w:multiLine="1"/>
            </w:sdtPr>
            <w:sdtEndPr/>
            <w:sdtContent>
              <w:p w14:paraId="1CDBA998"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785329605"/>
            <w:placeholder>
              <w:docPart w:val="31CC5A5E0C9049328612054D5501FC73"/>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3205DA87"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259D2A43"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1368212689"/>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774630183"/>
              <w:placeholder>
                <w:docPart w:val="849FD4D0AB764C8D97B2AEDF87A5E4CD"/>
              </w:placeholder>
              <w:text w:multiLine="1"/>
            </w:sdtPr>
            <w:sdtEndPr>
              <w:rPr>
                <w:rStyle w:val="SubtleEmphasis"/>
              </w:rPr>
            </w:sdtEndPr>
            <w:sdtContent>
              <w:p w14:paraId="196B0F2E"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098FE0E6" w14:textId="77777777" w:rsidTr="00FE30CB">
        <w:tc>
          <w:tcPr>
            <w:tcW w:w="400" w:type="dxa"/>
            <w:shd w:val="clear" w:color="auto" w:fill="F2F2F2" w:themeFill="background1" w:themeFillShade="F2"/>
          </w:tcPr>
          <w:p w14:paraId="0A068090" w14:textId="77777777" w:rsidR="00E5153A" w:rsidRPr="0050163E" w:rsidRDefault="00E5153A" w:rsidP="00E5153A">
            <w:pPr>
              <w:rPr>
                <w:sz w:val="18"/>
                <w:szCs w:val="20"/>
              </w:rPr>
            </w:pPr>
            <w:r>
              <w:rPr>
                <w:sz w:val="18"/>
                <w:szCs w:val="20"/>
              </w:rPr>
              <w:t>6</w:t>
            </w:r>
          </w:p>
        </w:tc>
        <w:tc>
          <w:tcPr>
            <w:tcW w:w="1555" w:type="dxa"/>
            <w:shd w:val="clear" w:color="auto" w:fill="F2F2F2" w:themeFill="background1" w:themeFillShade="F2"/>
          </w:tcPr>
          <w:sdt>
            <w:sdtPr>
              <w:rPr>
                <w:rStyle w:val="SubtleEmphasis"/>
              </w:rPr>
              <w:alias w:val="Type here"/>
              <w:tag w:val="Type here"/>
              <w:id w:val="1795013016"/>
              <w:placeholder>
                <w:docPart w:val="1A9B2C4AE98A47D8A8BB94C60BE871B2"/>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367EBC40"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282961526"/>
              <w:placeholder>
                <w:docPart w:val="6CC39BBC290D47F1A5CD512A0F31FBE4"/>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3708B5F9"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512300913"/>
              <w:placeholder>
                <w:docPart w:val="9270B3F1A15E4F708C1B701F05DEDA98"/>
              </w:placeholder>
              <w:showingPlcHdr/>
              <w:text w:multiLine="1"/>
            </w:sdtPr>
            <w:sdtEndPr/>
            <w:sdtContent>
              <w:p w14:paraId="6439D950" w14:textId="77777777" w:rsidR="00E5153A" w:rsidRPr="00A12F00" w:rsidRDefault="00A12F00" w:rsidP="00A12F00">
                <w:pPr>
                  <w:rPr>
                    <w:rFonts w:cs="Calibri"/>
                    <w:iCs/>
                    <w:color w:val="404040" w:themeColor="text1" w:themeTint="BF"/>
                    <w:sz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Fonts w:cs="Calibri"/>
                <w:iCs/>
                <w:color w:val="404040" w:themeColor="text1" w:themeTint="BF"/>
                <w:sz w:val="18"/>
              </w:rPr>
              <w:alias w:val="Type here"/>
              <w:tag w:val="Type here"/>
              <w:id w:val="-2037033633"/>
              <w:placeholder>
                <w:docPart w:val="C70BBB0942DA4B60A38589091C664235"/>
              </w:placeholder>
              <w:showingPlcHdr/>
              <w:text w:multiLine="1"/>
            </w:sdtPr>
            <w:sdtEndPr/>
            <w:sdtContent>
              <w:p w14:paraId="1A52B352"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632283597"/>
            <w:placeholder>
              <w:docPart w:val="55CCFB47F39740A4A0E81CC66B036309"/>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71B621C9"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733B036B"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1187822445"/>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398412101"/>
              <w:placeholder>
                <w:docPart w:val="CC646623152C4DABBD9541B64A98EE53"/>
              </w:placeholder>
              <w:text w:multiLine="1"/>
            </w:sdtPr>
            <w:sdtEndPr>
              <w:rPr>
                <w:rStyle w:val="SubtleEmphasis"/>
              </w:rPr>
            </w:sdtEndPr>
            <w:sdtContent>
              <w:p w14:paraId="39FF1330"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1D3FB337" w14:textId="77777777" w:rsidTr="00FE30CB">
        <w:tc>
          <w:tcPr>
            <w:tcW w:w="400" w:type="dxa"/>
            <w:shd w:val="clear" w:color="auto" w:fill="F2F2F2" w:themeFill="background1" w:themeFillShade="F2"/>
          </w:tcPr>
          <w:p w14:paraId="6FB37D77" w14:textId="77777777" w:rsidR="00E5153A" w:rsidRPr="0050163E" w:rsidRDefault="00E5153A" w:rsidP="00E5153A">
            <w:pPr>
              <w:rPr>
                <w:sz w:val="18"/>
                <w:szCs w:val="20"/>
              </w:rPr>
            </w:pPr>
            <w:r>
              <w:rPr>
                <w:sz w:val="18"/>
                <w:szCs w:val="20"/>
              </w:rPr>
              <w:t>7</w:t>
            </w:r>
          </w:p>
        </w:tc>
        <w:tc>
          <w:tcPr>
            <w:tcW w:w="1555" w:type="dxa"/>
            <w:shd w:val="clear" w:color="auto" w:fill="F2F2F2" w:themeFill="background1" w:themeFillShade="F2"/>
          </w:tcPr>
          <w:sdt>
            <w:sdtPr>
              <w:rPr>
                <w:rStyle w:val="SubtleEmphasis"/>
              </w:rPr>
              <w:alias w:val="Type here"/>
              <w:tag w:val="Type here"/>
              <w:id w:val="-2052220050"/>
              <w:placeholder>
                <w:docPart w:val="1E79A524D7334404A623DF672F42B079"/>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53E13AFC"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162748480"/>
              <w:placeholder>
                <w:docPart w:val="FD1415F1C6CB465F80727E48CFD6DBA6"/>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02A0C006"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2028011220"/>
              <w:placeholder>
                <w:docPart w:val="483934A9F1944A128A8A66EB0EDADB89"/>
              </w:placeholder>
              <w:showingPlcHdr/>
              <w:text w:multiLine="1"/>
            </w:sdtPr>
            <w:sdtEndPr/>
            <w:sdtContent>
              <w:p w14:paraId="6BF35DED"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Fonts w:cs="Calibri"/>
                <w:iCs/>
                <w:color w:val="404040" w:themeColor="text1" w:themeTint="BF"/>
                <w:sz w:val="18"/>
              </w:rPr>
              <w:alias w:val="Type here"/>
              <w:tag w:val="Type here"/>
              <w:id w:val="248091212"/>
              <w:placeholder>
                <w:docPart w:val="ABB00D6D3D9840B4B87783F2557EE97F"/>
              </w:placeholder>
              <w:showingPlcHdr/>
              <w:text w:multiLine="1"/>
            </w:sdtPr>
            <w:sdtEndPr/>
            <w:sdtContent>
              <w:p w14:paraId="72672C55"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701708766"/>
            <w:placeholder>
              <w:docPart w:val="849289B918394B30B09ACA29E42EF39E"/>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7B1CA48C"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14E18FD0"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1015889291"/>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370142935"/>
              <w:placeholder>
                <w:docPart w:val="FA2A5BBA02DE49BD94DB31983D070BF9"/>
              </w:placeholder>
              <w:text w:multiLine="1"/>
            </w:sdtPr>
            <w:sdtEndPr>
              <w:rPr>
                <w:rStyle w:val="SubtleEmphasis"/>
              </w:rPr>
            </w:sdtEndPr>
            <w:sdtContent>
              <w:p w14:paraId="2C56E944"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49BCB6D7" w14:textId="77777777" w:rsidTr="00FE30CB">
        <w:tc>
          <w:tcPr>
            <w:tcW w:w="400" w:type="dxa"/>
            <w:shd w:val="clear" w:color="auto" w:fill="F2F2F2" w:themeFill="background1" w:themeFillShade="F2"/>
          </w:tcPr>
          <w:p w14:paraId="2FCB12D5" w14:textId="77777777" w:rsidR="00E5153A" w:rsidRPr="0050163E" w:rsidRDefault="00E5153A" w:rsidP="00E5153A">
            <w:pPr>
              <w:rPr>
                <w:sz w:val="18"/>
                <w:szCs w:val="20"/>
              </w:rPr>
            </w:pPr>
            <w:r>
              <w:rPr>
                <w:sz w:val="18"/>
                <w:szCs w:val="20"/>
              </w:rPr>
              <w:t>8</w:t>
            </w:r>
          </w:p>
        </w:tc>
        <w:tc>
          <w:tcPr>
            <w:tcW w:w="1555" w:type="dxa"/>
            <w:shd w:val="clear" w:color="auto" w:fill="F2F2F2" w:themeFill="background1" w:themeFillShade="F2"/>
          </w:tcPr>
          <w:sdt>
            <w:sdtPr>
              <w:rPr>
                <w:rStyle w:val="SubtleEmphasis"/>
              </w:rPr>
              <w:alias w:val="Type here"/>
              <w:tag w:val="Type here"/>
              <w:id w:val="1362624199"/>
              <w:placeholder>
                <w:docPart w:val="D81B16EABA464451AF479063667F3DFC"/>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1C9E44A8"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2022228077"/>
              <w:placeholder>
                <w:docPart w:val="9C73E39E29C64F3DB4E193F935670984"/>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7EBC9B3F"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1360701546"/>
              <w:placeholder>
                <w:docPart w:val="F14B740EDB8047CBB408A75828157445"/>
              </w:placeholder>
              <w:showingPlcHdr/>
              <w:text w:multiLine="1"/>
            </w:sdtPr>
            <w:sdtEndPr/>
            <w:sdtContent>
              <w:p w14:paraId="249CC543"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Fonts w:cs="Calibri"/>
                <w:iCs/>
                <w:color w:val="404040" w:themeColor="text1" w:themeTint="BF"/>
                <w:sz w:val="18"/>
              </w:rPr>
              <w:alias w:val="Type here"/>
              <w:tag w:val="Type here"/>
              <w:id w:val="1483195952"/>
              <w:placeholder>
                <w:docPart w:val="ECC9656E5BF549DA96AAA546C9C22589"/>
              </w:placeholder>
              <w:showingPlcHdr/>
              <w:text w:multiLine="1"/>
            </w:sdtPr>
            <w:sdtEndPr/>
            <w:sdtContent>
              <w:p w14:paraId="2D485B1B"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202683800"/>
            <w:placeholder>
              <w:docPart w:val="30A6024C2DFF45FA91238BE408DF9076"/>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4BDBE463"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4DD5920A"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2087902199"/>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1145394917"/>
              <w:placeholder>
                <w:docPart w:val="FBDFA9FB300A4B47B492E1A0FB323544"/>
              </w:placeholder>
              <w:text w:multiLine="1"/>
            </w:sdtPr>
            <w:sdtEndPr>
              <w:rPr>
                <w:rStyle w:val="SubtleEmphasis"/>
              </w:rPr>
            </w:sdtEndPr>
            <w:sdtContent>
              <w:p w14:paraId="15506EF0"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6590247A" w14:textId="77777777" w:rsidTr="00FE30CB">
        <w:tc>
          <w:tcPr>
            <w:tcW w:w="400" w:type="dxa"/>
            <w:shd w:val="clear" w:color="auto" w:fill="F2F2F2" w:themeFill="background1" w:themeFillShade="F2"/>
          </w:tcPr>
          <w:p w14:paraId="67BF4526" w14:textId="77777777" w:rsidR="00E5153A" w:rsidRDefault="00E5153A" w:rsidP="00E5153A">
            <w:pPr>
              <w:rPr>
                <w:sz w:val="18"/>
                <w:szCs w:val="20"/>
              </w:rPr>
            </w:pPr>
            <w:r>
              <w:rPr>
                <w:sz w:val="18"/>
                <w:szCs w:val="20"/>
              </w:rPr>
              <w:t>9</w:t>
            </w:r>
          </w:p>
        </w:tc>
        <w:tc>
          <w:tcPr>
            <w:tcW w:w="1555" w:type="dxa"/>
            <w:shd w:val="clear" w:color="auto" w:fill="F2F2F2" w:themeFill="background1" w:themeFillShade="F2"/>
          </w:tcPr>
          <w:sdt>
            <w:sdtPr>
              <w:rPr>
                <w:rStyle w:val="SubtleEmphasis"/>
              </w:rPr>
              <w:alias w:val="Type here"/>
              <w:tag w:val="Type here"/>
              <w:id w:val="456690246"/>
              <w:placeholder>
                <w:docPart w:val="CE57945088304432AB675B37938066B9"/>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2FCCA3FD"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1998947208"/>
              <w:placeholder>
                <w:docPart w:val="218B3584DF864417BA5E2029C3369528"/>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58BBEAF0"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1506732785"/>
              <w:placeholder>
                <w:docPart w:val="C2C6515C3E934F0BB835A624F62993A2"/>
              </w:placeholder>
              <w:showingPlcHdr/>
              <w:text w:multiLine="1"/>
            </w:sdtPr>
            <w:sdtEndPr/>
            <w:sdtContent>
              <w:p w14:paraId="3C30E4B6"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Style w:val="SubtleEmphasis"/>
              </w:rPr>
              <w:alias w:val="Type here"/>
              <w:tag w:val="Type here"/>
              <w:id w:val="-1040129465"/>
              <w:placeholder>
                <w:docPart w:val="316CC82EDF8B4A91A3B8A1D8E1AFAC14"/>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3AC2E6B2"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694159420"/>
            <w:placeholder>
              <w:docPart w:val="99F0FA77FB8E4600A6BDF7787AD54EAE"/>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62190691"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751DC296"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134528199"/>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1892263377"/>
              <w:placeholder>
                <w:docPart w:val="08A4606CC539467CBF0F86320AA861DA"/>
              </w:placeholder>
              <w:text w:multiLine="1"/>
            </w:sdtPr>
            <w:sdtEndPr>
              <w:rPr>
                <w:rStyle w:val="SubtleEmphasis"/>
              </w:rPr>
            </w:sdtEndPr>
            <w:sdtContent>
              <w:p w14:paraId="11BEF380"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1E90DA39" w14:textId="77777777" w:rsidTr="00FE30CB">
        <w:tc>
          <w:tcPr>
            <w:tcW w:w="400" w:type="dxa"/>
            <w:shd w:val="clear" w:color="auto" w:fill="F2F2F2" w:themeFill="background1" w:themeFillShade="F2"/>
          </w:tcPr>
          <w:p w14:paraId="65D45840" w14:textId="77777777" w:rsidR="00E5153A" w:rsidRDefault="00E5153A" w:rsidP="00E5153A">
            <w:pPr>
              <w:rPr>
                <w:sz w:val="18"/>
                <w:szCs w:val="20"/>
              </w:rPr>
            </w:pPr>
            <w:r>
              <w:rPr>
                <w:sz w:val="18"/>
                <w:szCs w:val="20"/>
              </w:rPr>
              <w:t>10</w:t>
            </w:r>
          </w:p>
        </w:tc>
        <w:tc>
          <w:tcPr>
            <w:tcW w:w="1555" w:type="dxa"/>
            <w:shd w:val="clear" w:color="auto" w:fill="F2F2F2" w:themeFill="background1" w:themeFillShade="F2"/>
          </w:tcPr>
          <w:sdt>
            <w:sdtPr>
              <w:rPr>
                <w:rStyle w:val="SubtleEmphasis"/>
              </w:rPr>
              <w:alias w:val="Type here"/>
              <w:tag w:val="Type here"/>
              <w:id w:val="-230777402"/>
              <w:placeholder>
                <w:docPart w:val="25806ADDB3554736AC516C99B134B4E6"/>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1E4A79BA"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437725112"/>
              <w:placeholder>
                <w:docPart w:val="8F9C09DCFAAB470CACED85584FB6A1BB"/>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2A2C8C52"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Fonts w:cs="Calibri"/>
                <w:iCs/>
                <w:color w:val="404040" w:themeColor="text1" w:themeTint="BF"/>
                <w:sz w:val="18"/>
              </w:rPr>
              <w:alias w:val="Type here"/>
              <w:tag w:val="Type here"/>
              <w:id w:val="-1649433531"/>
              <w:placeholder>
                <w:docPart w:val="283098F137D04380A94DD3CE20963670"/>
              </w:placeholder>
              <w:showingPlcHdr/>
              <w:text w:multiLine="1"/>
            </w:sdtPr>
            <w:sdtEndPr/>
            <w:sdtContent>
              <w:p w14:paraId="0A0FDEAA" w14:textId="77777777" w:rsidR="00E5153A" w:rsidRPr="0016058C" w:rsidRDefault="00A12F00"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Style w:val="SubtleEmphasis"/>
              </w:rPr>
              <w:alias w:val="Type here"/>
              <w:tag w:val="Type here"/>
              <w:id w:val="179635797"/>
              <w:placeholder>
                <w:docPart w:val="014EFBF9F2724B07AE03F495A0C0ACA5"/>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1DDDCE11"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55549661"/>
            <w:placeholder>
              <w:docPart w:val="628B70B5BC7D4A8B90C91C0C4E0FE1F8"/>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61371F64"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1ABC2888"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1919928375"/>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1647323306"/>
              <w:placeholder>
                <w:docPart w:val="C856C9DEABA94B5CBF8A3D2D020582F7"/>
              </w:placeholder>
              <w:text w:multiLine="1"/>
            </w:sdtPr>
            <w:sdtEndPr>
              <w:rPr>
                <w:rStyle w:val="SubtleEmphasis"/>
              </w:rPr>
            </w:sdtEndPr>
            <w:sdtContent>
              <w:p w14:paraId="3F6B9DC8"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104C357B" w14:textId="77777777" w:rsidTr="00FE30CB">
        <w:tc>
          <w:tcPr>
            <w:tcW w:w="400" w:type="dxa"/>
            <w:shd w:val="clear" w:color="auto" w:fill="F2F2F2" w:themeFill="background1" w:themeFillShade="F2"/>
          </w:tcPr>
          <w:p w14:paraId="36108B02" w14:textId="77777777" w:rsidR="00E5153A" w:rsidRDefault="00E5153A" w:rsidP="00E5153A">
            <w:pPr>
              <w:rPr>
                <w:sz w:val="18"/>
                <w:szCs w:val="20"/>
              </w:rPr>
            </w:pPr>
            <w:r>
              <w:rPr>
                <w:sz w:val="18"/>
                <w:szCs w:val="20"/>
              </w:rPr>
              <w:t>11</w:t>
            </w:r>
          </w:p>
        </w:tc>
        <w:tc>
          <w:tcPr>
            <w:tcW w:w="1555" w:type="dxa"/>
            <w:shd w:val="clear" w:color="auto" w:fill="F2F2F2" w:themeFill="background1" w:themeFillShade="F2"/>
          </w:tcPr>
          <w:sdt>
            <w:sdtPr>
              <w:rPr>
                <w:rStyle w:val="SubtleEmphasis"/>
              </w:rPr>
              <w:alias w:val="Type here"/>
              <w:tag w:val="Type here"/>
              <w:id w:val="1535850104"/>
              <w:placeholder>
                <w:docPart w:val="900980CBD42E4B73A253590B541E75D2"/>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33B19E73"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385235382"/>
              <w:placeholder>
                <w:docPart w:val="B515C42E41D5402FB22B9C2413AF7811"/>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401869A2"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Style w:val="SubtleEmphasis"/>
              </w:rPr>
              <w:alias w:val="Type here"/>
              <w:tag w:val="Type here"/>
              <w:id w:val="524906954"/>
              <w:placeholder>
                <w:docPart w:val="BA0E13CE2C9F4878AB301951643AC879"/>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03994D1D"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Style w:val="SubtleEmphasis"/>
              </w:rPr>
              <w:alias w:val="Type here"/>
              <w:tag w:val="Type here"/>
              <w:id w:val="-1161687852"/>
              <w:placeholder>
                <w:docPart w:val="7A430382CA874A2B85A12315763FA119"/>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2B2FFC2C"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344661813"/>
            <w:placeholder>
              <w:docPart w:val="499B63EF8D614C5F97AD073C21A659D4"/>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6AE9E505"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2A03E422"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786888918"/>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276331629"/>
              <w:placeholder>
                <w:docPart w:val="C1124BBE57924243A83A0115161ACEB0"/>
              </w:placeholder>
              <w:text w:multiLine="1"/>
            </w:sdtPr>
            <w:sdtEndPr>
              <w:rPr>
                <w:rStyle w:val="SubtleEmphasis"/>
              </w:rPr>
            </w:sdtEndPr>
            <w:sdtContent>
              <w:p w14:paraId="7253B4CE"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00F60DE4" w14:textId="77777777" w:rsidTr="00FE30CB">
        <w:tc>
          <w:tcPr>
            <w:tcW w:w="400" w:type="dxa"/>
            <w:shd w:val="clear" w:color="auto" w:fill="F2F2F2" w:themeFill="background1" w:themeFillShade="F2"/>
          </w:tcPr>
          <w:p w14:paraId="56AC5FDD" w14:textId="77777777" w:rsidR="00E5153A" w:rsidRDefault="00E5153A" w:rsidP="00E5153A">
            <w:pPr>
              <w:rPr>
                <w:sz w:val="18"/>
                <w:szCs w:val="20"/>
              </w:rPr>
            </w:pPr>
            <w:r>
              <w:rPr>
                <w:sz w:val="18"/>
                <w:szCs w:val="20"/>
              </w:rPr>
              <w:t>12</w:t>
            </w:r>
          </w:p>
        </w:tc>
        <w:tc>
          <w:tcPr>
            <w:tcW w:w="1555" w:type="dxa"/>
            <w:shd w:val="clear" w:color="auto" w:fill="F2F2F2" w:themeFill="background1" w:themeFillShade="F2"/>
          </w:tcPr>
          <w:sdt>
            <w:sdtPr>
              <w:rPr>
                <w:rStyle w:val="SubtleEmphasis"/>
              </w:rPr>
              <w:alias w:val="Type here"/>
              <w:tag w:val="Type here"/>
              <w:id w:val="-916549678"/>
              <w:placeholder>
                <w:docPart w:val="D0EC0786EBF84E4AA90D1D47A082E3C9"/>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2DE67342"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1929565527"/>
              <w:placeholder>
                <w:docPart w:val="085D758ECF694877AF416C7B9E479D3F"/>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7CE079DF"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Style w:val="SubtleEmphasis"/>
              </w:rPr>
              <w:alias w:val="Type here"/>
              <w:tag w:val="Type here"/>
              <w:id w:val="-1704788570"/>
              <w:placeholder>
                <w:docPart w:val="139D0CAD98F84EBBB8B8FBB04A4B0482"/>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4AB06A7B"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Style w:val="SubtleEmphasis"/>
              </w:rPr>
              <w:alias w:val="Type here"/>
              <w:tag w:val="Type here"/>
              <w:id w:val="411284541"/>
              <w:placeholder>
                <w:docPart w:val="7D59745453F94118858C4736F2F39B9A"/>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6CF1BDEF"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309556067"/>
            <w:placeholder>
              <w:docPart w:val="C678CF76A5F24F34B3766FD61683C3F0"/>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11105E15"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3BF6009B"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701836829"/>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1726366312"/>
              <w:placeholder>
                <w:docPart w:val="CF2560EF0C3A41CB8C5807792B6F821B"/>
              </w:placeholder>
              <w:text w:multiLine="1"/>
            </w:sdtPr>
            <w:sdtEndPr>
              <w:rPr>
                <w:rStyle w:val="SubtleEmphasis"/>
              </w:rPr>
            </w:sdtEndPr>
            <w:sdtContent>
              <w:p w14:paraId="6781FDE4"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75ABB589" w14:textId="77777777" w:rsidTr="00FE30CB">
        <w:tc>
          <w:tcPr>
            <w:tcW w:w="400" w:type="dxa"/>
            <w:shd w:val="clear" w:color="auto" w:fill="F2F2F2" w:themeFill="background1" w:themeFillShade="F2"/>
          </w:tcPr>
          <w:p w14:paraId="7A7F932E" w14:textId="77777777" w:rsidR="00E5153A" w:rsidRDefault="00E5153A" w:rsidP="00E5153A">
            <w:pPr>
              <w:rPr>
                <w:sz w:val="18"/>
                <w:szCs w:val="20"/>
              </w:rPr>
            </w:pPr>
            <w:r>
              <w:rPr>
                <w:sz w:val="18"/>
                <w:szCs w:val="20"/>
              </w:rPr>
              <w:t>13</w:t>
            </w:r>
          </w:p>
        </w:tc>
        <w:tc>
          <w:tcPr>
            <w:tcW w:w="1555" w:type="dxa"/>
            <w:shd w:val="clear" w:color="auto" w:fill="F2F2F2" w:themeFill="background1" w:themeFillShade="F2"/>
          </w:tcPr>
          <w:sdt>
            <w:sdtPr>
              <w:rPr>
                <w:rStyle w:val="SubtleEmphasis"/>
              </w:rPr>
              <w:alias w:val="Type here"/>
              <w:tag w:val="Type here"/>
              <w:id w:val="-1988082216"/>
              <w:placeholder>
                <w:docPart w:val="8529FA89F04B4728A21FA1195185F179"/>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0B3E4420"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485562039"/>
              <w:placeholder>
                <w:docPart w:val="C31713872CD54758A33537E131C9D40C"/>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6EC83ABE"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Style w:val="SubtleEmphasis"/>
              </w:rPr>
              <w:alias w:val="Type here"/>
              <w:tag w:val="Type here"/>
              <w:id w:val="1468089693"/>
              <w:placeholder>
                <w:docPart w:val="9A2F19F93B474AB9B371BEBD0F797526"/>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128270EE"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Style w:val="SubtleEmphasis"/>
              </w:rPr>
              <w:alias w:val="Type here"/>
              <w:tag w:val="Type here"/>
              <w:id w:val="-1022709887"/>
              <w:placeholder>
                <w:docPart w:val="F28201DA31CB479099CE97A729A28607"/>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31330F23"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95068678"/>
            <w:placeholder>
              <w:docPart w:val="8B07A8B09DA1421FBD52B19F18F80CAA"/>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0ED87FCB"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22AB4C90"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864644673"/>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836684005"/>
              <w:placeholder>
                <w:docPart w:val="E30EB95B12F844329CD6E732A0C82877"/>
              </w:placeholder>
              <w:text w:multiLine="1"/>
            </w:sdtPr>
            <w:sdtEndPr>
              <w:rPr>
                <w:rStyle w:val="SubtleEmphasis"/>
              </w:rPr>
            </w:sdtEndPr>
            <w:sdtContent>
              <w:p w14:paraId="20A50489"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5153A" w14:paraId="6B33C037" w14:textId="77777777" w:rsidTr="00FE30CB">
        <w:tc>
          <w:tcPr>
            <w:tcW w:w="400" w:type="dxa"/>
            <w:shd w:val="clear" w:color="auto" w:fill="F2F2F2" w:themeFill="background1" w:themeFillShade="F2"/>
          </w:tcPr>
          <w:p w14:paraId="57604AB2" w14:textId="77777777" w:rsidR="00E5153A" w:rsidRDefault="00E5153A" w:rsidP="00E5153A">
            <w:pPr>
              <w:rPr>
                <w:sz w:val="18"/>
                <w:szCs w:val="20"/>
              </w:rPr>
            </w:pPr>
            <w:r>
              <w:rPr>
                <w:sz w:val="18"/>
                <w:szCs w:val="20"/>
              </w:rPr>
              <w:t>14</w:t>
            </w:r>
          </w:p>
        </w:tc>
        <w:tc>
          <w:tcPr>
            <w:tcW w:w="1555" w:type="dxa"/>
            <w:shd w:val="clear" w:color="auto" w:fill="F2F2F2" w:themeFill="background1" w:themeFillShade="F2"/>
          </w:tcPr>
          <w:sdt>
            <w:sdtPr>
              <w:rPr>
                <w:rStyle w:val="SubtleEmphasis"/>
              </w:rPr>
              <w:alias w:val="Type here"/>
              <w:tag w:val="Type here"/>
              <w:id w:val="1672220589"/>
              <w:placeholder>
                <w:docPart w:val="663E2A3F8C81456C8724E9A092ACE852"/>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241E674E"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2268" w:type="dxa"/>
            <w:shd w:val="clear" w:color="auto" w:fill="F2F2F2" w:themeFill="background1" w:themeFillShade="F2"/>
          </w:tcPr>
          <w:sdt>
            <w:sdtPr>
              <w:rPr>
                <w:rStyle w:val="SubtleEmphasis"/>
              </w:rPr>
              <w:alias w:val="Type here"/>
              <w:tag w:val="Type here"/>
              <w:id w:val="405652603"/>
              <w:placeholder>
                <w:docPart w:val="20250465CCD546538D7CA4AE39D35D11"/>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3D6DF09B"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134" w:type="dxa"/>
            <w:shd w:val="clear" w:color="auto" w:fill="F2F2F2" w:themeFill="background1" w:themeFillShade="F2"/>
          </w:tcPr>
          <w:sdt>
            <w:sdtPr>
              <w:rPr>
                <w:rStyle w:val="SubtleEmphasis"/>
              </w:rPr>
              <w:alias w:val="Type here"/>
              <w:tag w:val="Type here"/>
              <w:id w:val="-1737463684"/>
              <w:placeholder>
                <w:docPart w:val="ACB2ABD510184C66961729063BB4B32D"/>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3DB438E9"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tc>
          <w:tcPr>
            <w:tcW w:w="1618" w:type="dxa"/>
            <w:shd w:val="clear" w:color="auto" w:fill="F2F2F2" w:themeFill="background1" w:themeFillShade="F2"/>
          </w:tcPr>
          <w:sdt>
            <w:sdtPr>
              <w:rPr>
                <w:rStyle w:val="SubtleEmphasis"/>
              </w:rPr>
              <w:alias w:val="Type here"/>
              <w:tag w:val="Type here"/>
              <w:id w:val="1376205725"/>
              <w:placeholder>
                <w:docPart w:val="B4D973A38A3E4AD784A7FB491F80BBD9"/>
              </w:placeholder>
              <w:showingPlcHdr/>
              <w:text w:multiLine="1"/>
            </w:sdtPr>
            <w:sdtEndPr>
              <w:rPr>
                <w:rStyle w:val="PlaceholderText"/>
                <w:rFonts w:asciiTheme="majorHAnsi" w:hAnsiTheme="majorHAnsi" w:cstheme="majorHAnsi"/>
                <w:i/>
                <w:iCs w:val="0"/>
                <w:color w:val="7F7F7F" w:themeColor="text1" w:themeTint="80"/>
                <w:sz w:val="22"/>
                <w:szCs w:val="18"/>
              </w:rPr>
            </w:sdtEndPr>
            <w:sdtContent>
              <w:p w14:paraId="45F80AE0"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Type here</w:t>
                </w:r>
              </w:p>
            </w:sdtContent>
          </w:sdt>
        </w:tc>
        <w:sdt>
          <w:sdtPr>
            <w:rPr>
              <w:rStyle w:val="SubtleEmphasis"/>
            </w:rPr>
            <w:id w:val="-1899583551"/>
            <w:placeholder>
              <w:docPart w:val="71222E0B7EAE4774B3D27058C97669E6"/>
            </w:placeholder>
            <w:showingPlcHdr/>
            <w:dropDownList>
              <w:listItem w:value="Choose an item."/>
              <w:listItem w:displayText="4 Bed House" w:value="4 Bed House"/>
              <w:listItem w:displayText="3 Bed House" w:value="3 Bed House"/>
              <w:listItem w:displayText="2 Bed Unit" w:value="2 Bed Unit"/>
              <w:listItem w:displayText="2 Bed Townhouse" w:value="2 Bed Townhouse"/>
              <w:listItem w:displayText="3 Bed Townhouse" w:value="3 Bed Townhouse"/>
              <w:listItem w:displayText="1 Bed Unit" w:value="1 Bed Unit"/>
              <w:listItem w:displayText="Other" w:value="Other"/>
            </w:dropDownList>
          </w:sdtPr>
          <w:sdtEndPr>
            <w:rPr>
              <w:rStyle w:val="DefaultParagraphFont"/>
              <w:rFonts w:asciiTheme="majorHAnsi" w:hAnsiTheme="majorHAnsi" w:cstheme="majorHAnsi"/>
              <w:i/>
              <w:iCs w:val="0"/>
              <w:color w:val="auto"/>
              <w:sz w:val="22"/>
              <w:szCs w:val="18"/>
            </w:rPr>
          </w:sdtEndPr>
          <w:sdtContent>
            <w:tc>
              <w:tcPr>
                <w:tcW w:w="1807" w:type="dxa"/>
                <w:shd w:val="clear" w:color="auto" w:fill="F2F2F2" w:themeFill="background1" w:themeFillShade="F2"/>
              </w:tcPr>
              <w:p w14:paraId="57C6111C" w14:textId="77777777" w:rsidR="00E5153A" w:rsidRPr="0016058C" w:rsidRDefault="00E5153A" w:rsidP="00E5153A">
                <w:pPr>
                  <w:rPr>
                    <w:rFonts w:asciiTheme="majorHAnsi" w:hAnsiTheme="majorHAnsi" w:cstheme="majorHAnsi"/>
                    <w:i/>
                    <w:iCs/>
                    <w:sz w:val="18"/>
                    <w:szCs w:val="18"/>
                  </w:rPr>
                </w:pPr>
                <w:r w:rsidRPr="0016058C">
                  <w:rPr>
                    <w:rStyle w:val="PlaceholderText"/>
                    <w:rFonts w:asciiTheme="majorHAnsi" w:hAnsiTheme="majorHAnsi" w:cstheme="majorHAnsi"/>
                    <w:i/>
                    <w:iCs/>
                    <w:sz w:val="18"/>
                    <w:szCs w:val="18"/>
                  </w:rPr>
                  <w:t>Choose an item.</w:t>
                </w:r>
              </w:p>
            </w:tc>
          </w:sdtContent>
        </w:sdt>
        <w:tc>
          <w:tcPr>
            <w:tcW w:w="1016" w:type="dxa"/>
            <w:shd w:val="clear" w:color="auto" w:fill="F2F2F2" w:themeFill="background1" w:themeFillShade="F2"/>
          </w:tcPr>
          <w:p w14:paraId="648B41ED" w14:textId="77777777" w:rsidR="00E5153A" w:rsidRPr="0016058C" w:rsidRDefault="001C74C5" w:rsidP="00E5153A">
            <w:pPr>
              <w:jc w:val="center"/>
              <w:rPr>
                <w:rFonts w:asciiTheme="majorHAnsi" w:hAnsiTheme="majorHAnsi" w:cstheme="majorHAnsi"/>
                <w:sz w:val="18"/>
                <w:szCs w:val="18"/>
              </w:rPr>
            </w:pPr>
            <w:sdt>
              <w:sdtPr>
                <w:rPr>
                  <w:rFonts w:asciiTheme="majorHAnsi" w:hAnsiTheme="majorHAnsi" w:cstheme="majorHAnsi"/>
                  <w:noProof/>
                  <w:color w:val="3C0919"/>
                  <w:sz w:val="18"/>
                  <w:szCs w:val="18"/>
                </w:rPr>
                <w:id w:val="817926379"/>
                <w14:checkbox>
                  <w14:checked w14:val="0"/>
                  <w14:checkedState w14:val="2612" w14:font="MS Gothic"/>
                  <w14:uncheckedState w14:val="2610" w14:font="MS Gothic"/>
                </w14:checkbox>
              </w:sdtPr>
              <w:sdtEndPr/>
              <w:sdtContent>
                <w:r w:rsidR="00E5153A">
                  <w:rPr>
                    <w:rFonts w:ascii="MS Gothic" w:eastAsia="MS Gothic" w:hAnsi="MS Gothic" w:cstheme="majorHAnsi" w:hint="eastAsia"/>
                    <w:noProof/>
                    <w:color w:val="3C0919"/>
                    <w:sz w:val="18"/>
                    <w:szCs w:val="18"/>
                  </w:rPr>
                  <w:t>☐</w:t>
                </w:r>
              </w:sdtContent>
            </w:sdt>
          </w:p>
        </w:tc>
        <w:tc>
          <w:tcPr>
            <w:tcW w:w="945" w:type="dxa"/>
            <w:shd w:val="clear" w:color="auto" w:fill="F2F2F2" w:themeFill="background1" w:themeFillShade="F2"/>
          </w:tcPr>
          <w:sdt>
            <w:sdtPr>
              <w:rPr>
                <w:rStyle w:val="SubtleEmphasis"/>
                <w:i/>
                <w:iCs w:val="0"/>
                <w:color w:val="808080" w:themeColor="background1" w:themeShade="80"/>
              </w:rPr>
              <w:alias w:val="Type here"/>
              <w:tag w:val="Type here"/>
              <w:id w:val="-909385298"/>
              <w:placeholder>
                <w:docPart w:val="50498512F02844DBB7B2770A3F8D27CE"/>
              </w:placeholder>
              <w:text w:multiLine="1"/>
            </w:sdtPr>
            <w:sdtEndPr>
              <w:rPr>
                <w:rStyle w:val="SubtleEmphasis"/>
              </w:rPr>
            </w:sdtEndPr>
            <w:sdtContent>
              <w:p w14:paraId="4D6D0A5F" w14:textId="77777777" w:rsidR="00E5153A" w:rsidRPr="0016058C" w:rsidRDefault="00E5153A" w:rsidP="00E5153A">
                <w:pPr>
                  <w:rPr>
                    <w:rFonts w:asciiTheme="majorHAnsi" w:hAnsiTheme="majorHAnsi" w:cstheme="majorHAnsi"/>
                    <w:i/>
                    <w:iCs/>
                    <w:sz w:val="18"/>
                    <w:szCs w:val="18"/>
                  </w:rPr>
                </w:pPr>
                <w:r w:rsidRPr="00E5153A">
                  <w:rPr>
                    <w:rStyle w:val="SubtleEmphasis"/>
                    <w:i/>
                    <w:iCs w:val="0"/>
                    <w:color w:val="808080" w:themeColor="background1" w:themeShade="80"/>
                  </w:rPr>
                  <w:t>Type</w:t>
                </w:r>
              </w:p>
            </w:sdtContent>
          </w:sdt>
        </w:tc>
      </w:tr>
      <w:tr w:rsidR="00E85864" w14:paraId="38922C22" w14:textId="77777777" w:rsidTr="0050163E">
        <w:tc>
          <w:tcPr>
            <w:tcW w:w="10743" w:type="dxa"/>
            <w:gridSpan w:val="8"/>
            <w:shd w:val="clear" w:color="auto" w:fill="EFE8D9"/>
          </w:tcPr>
          <w:p w14:paraId="3B61F8CA" w14:textId="77777777" w:rsidR="00E85864" w:rsidRPr="0069572A" w:rsidRDefault="00DB562A" w:rsidP="00E85864">
            <w:pPr>
              <w:rPr>
                <w:sz w:val="18"/>
                <w:szCs w:val="18"/>
              </w:rPr>
            </w:pPr>
            <w:r>
              <w:t>4</w:t>
            </w:r>
            <w:r w:rsidR="00E85864" w:rsidRPr="0052749B">
              <w:t>.0</w:t>
            </w:r>
            <w:r w:rsidR="005D6E55">
              <w:t>4</w:t>
            </w:r>
            <w:r w:rsidR="00E85864" w:rsidRPr="0052749B">
              <w:t xml:space="preserve"> Provide </w:t>
            </w:r>
            <w:r w:rsidR="00E85864">
              <w:t>any other information:</w:t>
            </w:r>
          </w:p>
        </w:tc>
      </w:tr>
      <w:tr w:rsidR="00E85864" w14:paraId="4338C5CF" w14:textId="77777777" w:rsidTr="0050163E">
        <w:tc>
          <w:tcPr>
            <w:tcW w:w="10743" w:type="dxa"/>
            <w:gridSpan w:val="8"/>
            <w:shd w:val="clear" w:color="auto" w:fill="F2F2F2" w:themeFill="background1" w:themeFillShade="F2"/>
          </w:tcPr>
          <w:p w14:paraId="5AB3EA85" w14:textId="77777777" w:rsidR="00405143" w:rsidRPr="00405143" w:rsidRDefault="001C74C5" w:rsidP="00967089">
            <w:pPr>
              <w:pStyle w:val="NoSpacing"/>
              <w:rPr>
                <w:i w:val="0"/>
                <w:iCs/>
                <w:sz w:val="18"/>
                <w:szCs w:val="18"/>
              </w:rPr>
            </w:pPr>
            <w:sdt>
              <w:sdtPr>
                <w:rPr>
                  <w:rStyle w:val="FormTextChar"/>
                  <w:color w:val="auto"/>
                </w:rPr>
                <w:alias w:val="Type here"/>
                <w:tag w:val="Type here"/>
                <w:id w:val="-830059570"/>
                <w:placeholder>
                  <w:docPart w:val="0C39C6FFDA2E4B2CA3D11240C0C2CC7E"/>
                </w:placeholder>
                <w:showingPlcHdr/>
                <w:text w:multiLine="1"/>
              </w:sdtPr>
              <w:sdtEndPr>
                <w:rPr>
                  <w:rStyle w:val="PlaceholderText"/>
                  <w:rFonts w:cstheme="minorBidi"/>
                  <w:i/>
                  <w:iCs w:val="0"/>
                  <w:szCs w:val="20"/>
                </w:rPr>
              </w:sdtEndPr>
              <w:sdtContent>
                <w:r w:rsidR="00967089" w:rsidRPr="000927D0">
                  <w:rPr>
                    <w:color w:val="767171" w:themeColor="background2" w:themeShade="80"/>
                    <w:szCs w:val="20"/>
                    <w:shd w:val="clear" w:color="auto" w:fill="D9D9D9" w:themeFill="background1" w:themeFillShade="D9"/>
                  </w:rPr>
                  <w:t>Type here</w:t>
                </w:r>
              </w:sdtContent>
            </w:sdt>
          </w:p>
        </w:tc>
      </w:tr>
      <w:tr w:rsidR="00E85864" w14:paraId="2A8ED0A0" w14:textId="77777777" w:rsidTr="00405143">
        <w:tc>
          <w:tcPr>
            <w:tcW w:w="10743" w:type="dxa"/>
            <w:gridSpan w:val="8"/>
            <w:shd w:val="clear" w:color="auto" w:fill="E0D0B4"/>
            <w:vAlign w:val="center"/>
          </w:tcPr>
          <w:p w14:paraId="740979B3" w14:textId="77777777" w:rsidR="00E85864" w:rsidRPr="001C00F7" w:rsidRDefault="00E85864" w:rsidP="00E85864">
            <w:pPr>
              <w:pStyle w:val="Heading3"/>
              <w:framePr w:hSpace="0" w:wrap="auto" w:vAnchor="margin" w:hAnchor="text" w:xAlign="left" w:yAlign="inline"/>
              <w:outlineLvl w:val="2"/>
            </w:pPr>
            <w:r>
              <w:lastRenderedPageBreak/>
              <w:t xml:space="preserve">END OF SECTION </w:t>
            </w:r>
            <w:r w:rsidR="00DB562A">
              <w:t>4</w:t>
            </w:r>
          </w:p>
        </w:tc>
      </w:tr>
    </w:tbl>
    <w:p w14:paraId="43E642B2" w14:textId="77777777" w:rsidR="007C725D" w:rsidRDefault="007C725D" w:rsidP="00A702DB">
      <w:pPr>
        <w:tabs>
          <w:tab w:val="left" w:pos="7845"/>
        </w:tabs>
        <w:sectPr w:rsidR="007C725D" w:rsidSect="0070543E">
          <w:headerReference w:type="default" r:id="rId21"/>
          <w:pgSz w:w="11906" w:h="16838"/>
          <w:pgMar w:top="1985" w:right="849" w:bottom="425" w:left="851" w:header="680" w:footer="340" w:gutter="0"/>
          <w:cols w:space="708"/>
          <w:docGrid w:linePitch="360"/>
        </w:sectPr>
      </w:pPr>
    </w:p>
    <w:tbl>
      <w:tblPr>
        <w:tblStyle w:val="TableGrid"/>
        <w:tblW w:w="6809" w:type="dxa"/>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556"/>
      </w:tblGrid>
      <w:tr w:rsidR="007C725D" w14:paraId="68000D78" w14:textId="77777777" w:rsidTr="005D6E55">
        <w:tc>
          <w:tcPr>
            <w:tcW w:w="4253" w:type="dxa"/>
            <w:shd w:val="clear" w:color="auto" w:fill="EFE8D9"/>
            <w:vAlign w:val="center"/>
          </w:tcPr>
          <w:p w14:paraId="739985D2" w14:textId="77777777" w:rsidR="007C725D" w:rsidRPr="004D7C01" w:rsidRDefault="007C725D" w:rsidP="005D6E55">
            <w:pPr>
              <w:jc w:val="right"/>
              <w:rPr>
                <w:b/>
                <w:bCs/>
                <w:szCs w:val="20"/>
              </w:rPr>
            </w:pPr>
            <w:r w:rsidRPr="004D7C01">
              <w:rPr>
                <w:b/>
                <w:bCs/>
                <w:szCs w:val="20"/>
              </w:rPr>
              <w:lastRenderedPageBreak/>
              <w:t>Date of Application:</w:t>
            </w:r>
          </w:p>
        </w:tc>
        <w:tc>
          <w:tcPr>
            <w:tcW w:w="2556" w:type="dxa"/>
            <w:shd w:val="clear" w:color="auto" w:fill="F2F2F2" w:themeFill="background1" w:themeFillShade="F2"/>
            <w:vAlign w:val="center"/>
          </w:tcPr>
          <w:p w14:paraId="63AFBD5A" w14:textId="77777777" w:rsidR="007C725D" w:rsidRPr="004D7C01" w:rsidRDefault="007C725D" w:rsidP="005D6E55">
            <w:pPr>
              <w:pStyle w:val="NoSpacing"/>
              <w:jc w:val="center"/>
            </w:pPr>
            <w:r>
              <w:fldChar w:fldCharType="begin"/>
            </w:r>
            <w:r>
              <w:instrText xml:space="preserve"> DATE \@ "d MMMM yyyy" </w:instrText>
            </w:r>
            <w:r>
              <w:fldChar w:fldCharType="separate"/>
            </w:r>
            <w:r w:rsidR="001C74C5">
              <w:rPr>
                <w:noProof/>
              </w:rPr>
              <w:t>2 June 2020</w:t>
            </w:r>
            <w:r>
              <w:fldChar w:fldCharType="end"/>
            </w:r>
          </w:p>
        </w:tc>
      </w:tr>
    </w:tbl>
    <w:p w14:paraId="6511A463" w14:textId="77777777" w:rsidR="007C725D" w:rsidRDefault="007C725D" w:rsidP="007C725D">
      <w:pPr>
        <w:rPr>
          <w:sz w:val="2"/>
          <w:szCs w:val="2"/>
        </w:rPr>
      </w:pPr>
    </w:p>
    <w:p w14:paraId="70DC441A" w14:textId="77777777" w:rsidR="007C725D" w:rsidRDefault="007C725D" w:rsidP="007C725D">
      <w:pPr>
        <w:rPr>
          <w:sz w:val="2"/>
          <w:szCs w:val="2"/>
        </w:rPr>
      </w:pPr>
    </w:p>
    <w:tbl>
      <w:tblPr>
        <w:tblStyle w:val="TableGrid"/>
        <w:tblpPr w:leftFromText="181" w:rightFromText="181" w:vertAnchor="text" w:horzAnchor="margin" w:tblpX="-317" w:tblpY="1"/>
        <w:tblOverlap w:val="never"/>
        <w:tblW w:w="1074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4223"/>
        <w:gridCol w:w="1701"/>
        <w:gridCol w:w="1984"/>
        <w:gridCol w:w="2835"/>
      </w:tblGrid>
      <w:tr w:rsidR="00D54864" w14:paraId="66A08754" w14:textId="77777777" w:rsidTr="005D6E55">
        <w:tc>
          <w:tcPr>
            <w:tcW w:w="10743" w:type="dxa"/>
            <w:gridSpan w:val="4"/>
            <w:shd w:val="clear" w:color="auto" w:fill="E0D0B4"/>
            <w:vAlign w:val="center"/>
          </w:tcPr>
          <w:p w14:paraId="4D2D86FD" w14:textId="77777777" w:rsidR="00D54864" w:rsidRPr="003E023E" w:rsidRDefault="00D54864" w:rsidP="005D6E55">
            <w:pPr>
              <w:pStyle w:val="Heading1"/>
              <w:framePr w:hSpace="0" w:wrap="auto" w:vAnchor="margin" w:hAnchor="text" w:xAlign="left" w:yAlign="inline"/>
              <w:suppressOverlap w:val="0"/>
              <w:outlineLvl w:val="0"/>
              <w:rPr>
                <w:noProof/>
              </w:rPr>
            </w:pPr>
            <w:r>
              <w:rPr>
                <w:noProof/>
              </w:rPr>
              <w:t>CHECKLIST OF ATTACHMENTS FOR THIS APPLICATION</w:t>
            </w:r>
          </w:p>
        </w:tc>
      </w:tr>
      <w:tr w:rsidR="00D54864" w14:paraId="0B3FBD23" w14:textId="77777777" w:rsidTr="005D6E55">
        <w:tc>
          <w:tcPr>
            <w:tcW w:w="10743" w:type="dxa"/>
            <w:gridSpan w:val="4"/>
            <w:tcBorders>
              <w:bottom w:val="single" w:sz="24" w:space="0" w:color="FFFFFF" w:themeColor="background1"/>
            </w:tcBorders>
            <w:shd w:val="clear" w:color="auto" w:fill="EFE8D9"/>
            <w:vAlign w:val="center"/>
          </w:tcPr>
          <w:p w14:paraId="37747F2D" w14:textId="77777777" w:rsidR="00D54864" w:rsidRPr="00C05338" w:rsidRDefault="00D54864" w:rsidP="005D6E55">
            <w:pPr>
              <w:rPr>
                <w:rFonts w:ascii="Daytona" w:hAnsi="Daytona"/>
                <w:noProof/>
                <w:sz w:val="18"/>
                <w:szCs w:val="18"/>
              </w:rPr>
            </w:pPr>
            <w:r w:rsidRPr="008601A9">
              <w:rPr>
                <w:noProof/>
              </w:rPr>
              <w:t xml:space="preserve">Please confirm </w:t>
            </w:r>
            <w:r>
              <w:rPr>
                <w:noProof/>
              </w:rPr>
              <w:t xml:space="preserve">all sections </w:t>
            </w:r>
            <w:r w:rsidR="00252ADA">
              <w:rPr>
                <w:noProof/>
              </w:rPr>
              <w:t xml:space="preserve">have been completed and all </w:t>
            </w:r>
            <w:r w:rsidR="00A027AA">
              <w:rPr>
                <w:noProof/>
              </w:rPr>
              <w:t xml:space="preserve">supporting documents </w:t>
            </w:r>
            <w:r w:rsidR="00252ADA">
              <w:rPr>
                <w:noProof/>
              </w:rPr>
              <w:t xml:space="preserve">are attached to </w:t>
            </w:r>
            <w:r>
              <w:rPr>
                <w:noProof/>
              </w:rPr>
              <w:t>this application:</w:t>
            </w:r>
          </w:p>
        </w:tc>
      </w:tr>
      <w:tr w:rsidR="00721E09" w14:paraId="1E02507B" w14:textId="77777777" w:rsidTr="005D6E55">
        <w:tc>
          <w:tcPr>
            <w:tcW w:w="5924" w:type="dxa"/>
            <w:gridSpan w:val="2"/>
            <w:tcBorders>
              <w:bottom w:val="nil"/>
              <w:right w:val="nil"/>
            </w:tcBorders>
            <w:shd w:val="clear" w:color="auto" w:fill="F2F2F2" w:themeFill="background1" w:themeFillShade="F2"/>
            <w:vAlign w:val="center"/>
          </w:tcPr>
          <w:p w14:paraId="2747AEC0" w14:textId="77777777" w:rsidR="00721E09" w:rsidRPr="003E023E" w:rsidRDefault="00721E09" w:rsidP="00721E09">
            <w:pPr>
              <w:rPr>
                <w:rFonts w:cstheme="minorHAnsi"/>
                <w:noProof/>
                <w:sz w:val="20"/>
                <w:szCs w:val="20"/>
              </w:rPr>
            </w:pPr>
            <w:r>
              <w:rPr>
                <w:rFonts w:cstheme="minorHAnsi"/>
                <w:noProof/>
                <w:sz w:val="20"/>
                <w:szCs w:val="20"/>
              </w:rPr>
              <w:t xml:space="preserve">ARF </w:t>
            </w:r>
            <w:r w:rsidRPr="003E023E">
              <w:rPr>
                <w:rFonts w:cstheme="minorHAnsi"/>
                <w:noProof/>
                <w:sz w:val="20"/>
                <w:szCs w:val="20"/>
              </w:rPr>
              <w:t xml:space="preserve">SECTION </w:t>
            </w:r>
            <w:r>
              <w:rPr>
                <w:rFonts w:cstheme="minorHAnsi"/>
                <w:noProof/>
                <w:sz w:val="20"/>
                <w:szCs w:val="20"/>
              </w:rPr>
              <w:t>1</w:t>
            </w:r>
            <w:r w:rsidRPr="003E023E">
              <w:rPr>
                <w:rFonts w:cstheme="minorHAnsi"/>
                <w:noProof/>
                <w:sz w:val="20"/>
                <w:szCs w:val="20"/>
              </w:rPr>
              <w:t>: Applicant</w:t>
            </w:r>
            <w:r>
              <w:rPr>
                <w:rFonts w:cstheme="minorHAnsi"/>
                <w:noProof/>
                <w:sz w:val="20"/>
                <w:szCs w:val="20"/>
              </w:rPr>
              <w:t xml:space="preserve"> Details</w:t>
            </w:r>
          </w:p>
        </w:tc>
        <w:tc>
          <w:tcPr>
            <w:tcW w:w="1984" w:type="dxa"/>
            <w:tcBorders>
              <w:left w:val="nil"/>
              <w:bottom w:val="nil"/>
              <w:right w:val="nil"/>
            </w:tcBorders>
            <w:shd w:val="clear" w:color="auto" w:fill="F2F2F2" w:themeFill="background1" w:themeFillShade="F2"/>
            <w:vAlign w:val="center"/>
          </w:tcPr>
          <w:p w14:paraId="0407B6B9" w14:textId="77777777" w:rsidR="00721E09" w:rsidRPr="003E023E" w:rsidRDefault="001C74C5" w:rsidP="00721E09">
            <w:pPr>
              <w:rPr>
                <w:rFonts w:cstheme="minorHAnsi"/>
                <w:noProof/>
                <w:sz w:val="20"/>
                <w:szCs w:val="20"/>
              </w:rPr>
            </w:pPr>
            <w:sdt>
              <w:sdtPr>
                <w:rPr>
                  <w:rFonts w:cstheme="minorHAnsi"/>
                  <w:noProof/>
                  <w:sz w:val="20"/>
                  <w:szCs w:val="20"/>
                </w:rPr>
                <w:id w:val="1715547997"/>
                <w14:checkbox>
                  <w14:checked w14:val="0"/>
                  <w14:checkedState w14:val="2612" w14:font="MS Gothic"/>
                  <w14:uncheckedState w14:val="2610" w14:font="MS Gothic"/>
                </w14:checkbox>
              </w:sdtPr>
              <w:sdtEndPr/>
              <w:sdtContent>
                <w:r w:rsidR="00A12F00">
                  <w:rPr>
                    <w:rFonts w:ascii="MS Gothic" w:eastAsia="MS Gothic" w:hAnsi="MS Gothic" w:cstheme="minorHAnsi" w:hint="eastAsia"/>
                    <w:noProof/>
                    <w:sz w:val="20"/>
                    <w:szCs w:val="20"/>
                  </w:rPr>
                  <w:t>☐</w:t>
                </w:r>
              </w:sdtContent>
            </w:sdt>
            <w:r w:rsidR="00721E09" w:rsidRPr="003E023E">
              <w:rPr>
                <w:rFonts w:cstheme="minorHAnsi"/>
                <w:noProof/>
                <w:sz w:val="20"/>
                <w:szCs w:val="20"/>
              </w:rPr>
              <w:t xml:space="preserve"> </w:t>
            </w:r>
            <w:r w:rsidR="00721E09">
              <w:rPr>
                <w:rFonts w:cstheme="minorHAnsi"/>
                <w:noProof/>
                <w:sz w:val="20"/>
                <w:szCs w:val="20"/>
              </w:rPr>
              <w:t>Completed</w:t>
            </w:r>
          </w:p>
        </w:tc>
        <w:tc>
          <w:tcPr>
            <w:tcW w:w="2835" w:type="dxa"/>
            <w:tcBorders>
              <w:left w:val="nil"/>
              <w:bottom w:val="nil"/>
            </w:tcBorders>
            <w:shd w:val="clear" w:color="auto" w:fill="F2F2F2" w:themeFill="background1" w:themeFillShade="F2"/>
            <w:vAlign w:val="center"/>
          </w:tcPr>
          <w:p w14:paraId="36F988CF" w14:textId="77777777" w:rsidR="00721E09" w:rsidRPr="003E023E" w:rsidRDefault="001C74C5" w:rsidP="00721E09">
            <w:pPr>
              <w:rPr>
                <w:rFonts w:cstheme="minorHAnsi"/>
                <w:noProof/>
                <w:sz w:val="20"/>
                <w:szCs w:val="20"/>
              </w:rPr>
            </w:pPr>
            <w:sdt>
              <w:sdtPr>
                <w:rPr>
                  <w:rFonts w:cstheme="minorHAnsi"/>
                  <w:noProof/>
                  <w:sz w:val="20"/>
                  <w:szCs w:val="20"/>
                </w:rPr>
                <w:id w:val="238134917"/>
                <w14:checkbox>
                  <w14:checked w14:val="0"/>
                  <w14:checkedState w14:val="2612" w14:font="MS Gothic"/>
                  <w14:uncheckedState w14:val="2610" w14:font="MS Gothic"/>
                </w14:checkbox>
              </w:sdtPr>
              <w:sdtEndPr/>
              <w:sdtContent>
                <w:r w:rsidR="00721E09">
                  <w:rPr>
                    <w:rFonts w:ascii="MS Gothic" w:eastAsia="MS Gothic" w:hAnsi="MS Gothic" w:cstheme="minorHAnsi" w:hint="eastAsia"/>
                    <w:noProof/>
                    <w:sz w:val="20"/>
                    <w:szCs w:val="20"/>
                  </w:rPr>
                  <w:t>☐</w:t>
                </w:r>
              </w:sdtContent>
            </w:sdt>
            <w:r w:rsidR="00721E09" w:rsidRPr="003E023E">
              <w:rPr>
                <w:rFonts w:cstheme="minorHAnsi"/>
                <w:noProof/>
                <w:sz w:val="20"/>
                <w:szCs w:val="20"/>
              </w:rPr>
              <w:t xml:space="preserve"> No, previously submitted</w:t>
            </w:r>
          </w:p>
        </w:tc>
      </w:tr>
      <w:tr w:rsidR="00721E09" w14:paraId="242F545B" w14:textId="77777777" w:rsidTr="005D6E55">
        <w:tc>
          <w:tcPr>
            <w:tcW w:w="5924" w:type="dxa"/>
            <w:gridSpan w:val="2"/>
            <w:tcBorders>
              <w:top w:val="nil"/>
              <w:bottom w:val="nil"/>
              <w:right w:val="nil"/>
            </w:tcBorders>
            <w:shd w:val="clear" w:color="auto" w:fill="F2F2F2" w:themeFill="background1" w:themeFillShade="F2"/>
            <w:vAlign w:val="center"/>
          </w:tcPr>
          <w:p w14:paraId="59D64C02" w14:textId="77777777" w:rsidR="00721E09" w:rsidRPr="003E023E" w:rsidRDefault="00721E09" w:rsidP="00721E09">
            <w:pPr>
              <w:rPr>
                <w:rFonts w:cstheme="minorHAnsi"/>
                <w:noProof/>
                <w:sz w:val="20"/>
                <w:szCs w:val="20"/>
              </w:rPr>
            </w:pPr>
            <w:r>
              <w:rPr>
                <w:rFonts w:cstheme="minorHAnsi"/>
                <w:noProof/>
                <w:sz w:val="20"/>
                <w:szCs w:val="20"/>
              </w:rPr>
              <w:t xml:space="preserve">ARF </w:t>
            </w:r>
            <w:r w:rsidRPr="003E023E">
              <w:rPr>
                <w:rFonts w:cstheme="minorHAnsi"/>
                <w:noProof/>
                <w:sz w:val="20"/>
                <w:szCs w:val="20"/>
              </w:rPr>
              <w:t>SECTION 2: Applicants Business &amp; Investment Interest</w:t>
            </w:r>
          </w:p>
        </w:tc>
        <w:tc>
          <w:tcPr>
            <w:tcW w:w="1984" w:type="dxa"/>
            <w:tcBorders>
              <w:top w:val="nil"/>
              <w:left w:val="nil"/>
              <w:bottom w:val="nil"/>
              <w:right w:val="nil"/>
            </w:tcBorders>
            <w:shd w:val="clear" w:color="auto" w:fill="F2F2F2" w:themeFill="background1" w:themeFillShade="F2"/>
            <w:vAlign w:val="center"/>
          </w:tcPr>
          <w:p w14:paraId="0D2ED3F4" w14:textId="77777777" w:rsidR="00721E09" w:rsidRDefault="001C74C5" w:rsidP="00721E09">
            <w:pPr>
              <w:rPr>
                <w:rFonts w:cstheme="minorHAnsi"/>
                <w:noProof/>
                <w:sz w:val="20"/>
                <w:szCs w:val="20"/>
              </w:rPr>
            </w:pPr>
            <w:sdt>
              <w:sdtPr>
                <w:rPr>
                  <w:rFonts w:cstheme="minorHAnsi"/>
                  <w:noProof/>
                  <w:sz w:val="20"/>
                  <w:szCs w:val="20"/>
                </w:rPr>
                <w:id w:val="-1394499059"/>
                <w14:checkbox>
                  <w14:checked w14:val="0"/>
                  <w14:checkedState w14:val="2612" w14:font="MS Gothic"/>
                  <w14:uncheckedState w14:val="2610" w14:font="MS Gothic"/>
                </w14:checkbox>
              </w:sdtPr>
              <w:sdtEndPr/>
              <w:sdtContent>
                <w:r w:rsidR="00A12F00">
                  <w:rPr>
                    <w:rFonts w:ascii="MS Gothic" w:eastAsia="MS Gothic" w:hAnsi="MS Gothic" w:cstheme="minorHAnsi" w:hint="eastAsia"/>
                    <w:noProof/>
                    <w:sz w:val="20"/>
                    <w:szCs w:val="20"/>
                  </w:rPr>
                  <w:t>☐</w:t>
                </w:r>
              </w:sdtContent>
            </w:sdt>
            <w:r w:rsidR="00721E09" w:rsidRPr="003E023E">
              <w:rPr>
                <w:rFonts w:cstheme="minorHAnsi"/>
                <w:noProof/>
                <w:sz w:val="20"/>
                <w:szCs w:val="20"/>
              </w:rPr>
              <w:t xml:space="preserve"> </w:t>
            </w:r>
            <w:r w:rsidR="00721E09">
              <w:rPr>
                <w:rFonts w:cstheme="minorHAnsi"/>
                <w:noProof/>
                <w:sz w:val="20"/>
                <w:szCs w:val="20"/>
              </w:rPr>
              <w:t>Completed</w:t>
            </w:r>
          </w:p>
        </w:tc>
        <w:tc>
          <w:tcPr>
            <w:tcW w:w="2835" w:type="dxa"/>
            <w:tcBorders>
              <w:top w:val="nil"/>
              <w:left w:val="nil"/>
              <w:bottom w:val="nil"/>
            </w:tcBorders>
            <w:shd w:val="clear" w:color="auto" w:fill="F2F2F2" w:themeFill="background1" w:themeFillShade="F2"/>
            <w:vAlign w:val="center"/>
          </w:tcPr>
          <w:p w14:paraId="5885E858" w14:textId="77777777" w:rsidR="00721E09" w:rsidRDefault="001C74C5" w:rsidP="00721E09">
            <w:pPr>
              <w:rPr>
                <w:rFonts w:cstheme="minorHAnsi"/>
                <w:noProof/>
                <w:sz w:val="20"/>
                <w:szCs w:val="20"/>
              </w:rPr>
            </w:pPr>
            <w:sdt>
              <w:sdtPr>
                <w:rPr>
                  <w:rFonts w:cstheme="minorHAnsi"/>
                  <w:noProof/>
                  <w:sz w:val="20"/>
                  <w:szCs w:val="20"/>
                </w:rPr>
                <w:id w:val="460385359"/>
                <w14:checkbox>
                  <w14:checked w14:val="0"/>
                  <w14:checkedState w14:val="2612" w14:font="MS Gothic"/>
                  <w14:uncheckedState w14:val="2610" w14:font="MS Gothic"/>
                </w14:checkbox>
              </w:sdtPr>
              <w:sdtEndPr/>
              <w:sdtContent>
                <w:r w:rsidR="00721E09">
                  <w:rPr>
                    <w:rFonts w:ascii="MS Gothic" w:eastAsia="MS Gothic" w:hAnsi="MS Gothic" w:cstheme="minorHAnsi" w:hint="eastAsia"/>
                    <w:noProof/>
                    <w:sz w:val="20"/>
                    <w:szCs w:val="20"/>
                  </w:rPr>
                  <w:t>☐</w:t>
                </w:r>
              </w:sdtContent>
            </w:sdt>
            <w:r w:rsidR="00721E09" w:rsidRPr="003E023E">
              <w:rPr>
                <w:rFonts w:cstheme="minorHAnsi"/>
                <w:noProof/>
                <w:sz w:val="20"/>
                <w:szCs w:val="20"/>
              </w:rPr>
              <w:t xml:space="preserve"> No, previously submitted</w:t>
            </w:r>
          </w:p>
        </w:tc>
      </w:tr>
      <w:tr w:rsidR="00721E09" w14:paraId="1F9CFC3E" w14:textId="77777777" w:rsidTr="005D6E55">
        <w:tc>
          <w:tcPr>
            <w:tcW w:w="5924" w:type="dxa"/>
            <w:gridSpan w:val="2"/>
            <w:tcBorders>
              <w:top w:val="nil"/>
              <w:bottom w:val="nil"/>
              <w:right w:val="nil"/>
            </w:tcBorders>
            <w:shd w:val="clear" w:color="auto" w:fill="F2F2F2" w:themeFill="background1" w:themeFillShade="F2"/>
            <w:vAlign w:val="center"/>
          </w:tcPr>
          <w:p w14:paraId="46C3FF79" w14:textId="77777777" w:rsidR="00721E09" w:rsidRDefault="00721E09" w:rsidP="00721E09">
            <w:pPr>
              <w:rPr>
                <w:rFonts w:cstheme="minorHAnsi"/>
                <w:noProof/>
                <w:sz w:val="20"/>
                <w:szCs w:val="20"/>
              </w:rPr>
            </w:pPr>
            <w:r>
              <w:rPr>
                <w:rFonts w:cstheme="minorHAnsi"/>
                <w:noProof/>
                <w:sz w:val="20"/>
                <w:szCs w:val="20"/>
              </w:rPr>
              <w:t xml:space="preserve">ARF </w:t>
            </w:r>
            <w:r w:rsidRPr="003E023E">
              <w:rPr>
                <w:rFonts w:cstheme="minorHAnsi"/>
                <w:noProof/>
                <w:sz w:val="20"/>
                <w:szCs w:val="20"/>
              </w:rPr>
              <w:t xml:space="preserve">SECTION </w:t>
            </w:r>
            <w:r>
              <w:rPr>
                <w:rFonts w:cstheme="minorHAnsi"/>
                <w:noProof/>
                <w:sz w:val="20"/>
                <w:szCs w:val="20"/>
              </w:rPr>
              <w:t>3</w:t>
            </w:r>
            <w:r w:rsidRPr="003E023E">
              <w:rPr>
                <w:rFonts w:cstheme="minorHAnsi"/>
                <w:noProof/>
                <w:sz w:val="20"/>
                <w:szCs w:val="20"/>
              </w:rPr>
              <w:t xml:space="preserve">: </w:t>
            </w:r>
            <w:r>
              <w:rPr>
                <w:rFonts w:cstheme="minorHAnsi"/>
                <w:noProof/>
                <w:sz w:val="20"/>
                <w:szCs w:val="20"/>
              </w:rPr>
              <w:t>Non-Residential</w:t>
            </w:r>
            <w:r w:rsidRPr="003E023E">
              <w:rPr>
                <w:rFonts w:cstheme="minorHAnsi"/>
                <w:noProof/>
                <w:sz w:val="20"/>
                <w:szCs w:val="20"/>
              </w:rPr>
              <w:t xml:space="preserve"> Request</w:t>
            </w:r>
            <w:r>
              <w:rPr>
                <w:rFonts w:cstheme="minorHAnsi"/>
                <w:noProof/>
                <w:sz w:val="20"/>
                <w:szCs w:val="20"/>
              </w:rPr>
              <w:t xml:space="preserve"> (indicate how many)</w:t>
            </w:r>
          </w:p>
        </w:tc>
        <w:tc>
          <w:tcPr>
            <w:tcW w:w="1984" w:type="dxa"/>
            <w:tcBorders>
              <w:top w:val="nil"/>
              <w:left w:val="nil"/>
              <w:bottom w:val="nil"/>
              <w:right w:val="nil"/>
            </w:tcBorders>
            <w:shd w:val="clear" w:color="auto" w:fill="F2F2F2" w:themeFill="background1" w:themeFillShade="F2"/>
            <w:vAlign w:val="center"/>
          </w:tcPr>
          <w:p w14:paraId="682CABAE" w14:textId="77777777" w:rsidR="00721E09" w:rsidRDefault="001C74C5" w:rsidP="00721E09">
            <w:pPr>
              <w:rPr>
                <w:rFonts w:cstheme="minorHAnsi"/>
                <w:noProof/>
                <w:sz w:val="20"/>
                <w:szCs w:val="20"/>
              </w:rPr>
            </w:pPr>
            <w:sdt>
              <w:sdtPr>
                <w:rPr>
                  <w:rFonts w:cstheme="minorHAnsi"/>
                  <w:noProof/>
                  <w:sz w:val="20"/>
                  <w:szCs w:val="20"/>
                </w:rPr>
                <w:id w:val="-53463077"/>
                <w14:checkbox>
                  <w14:checked w14:val="0"/>
                  <w14:checkedState w14:val="2612" w14:font="MS Gothic"/>
                  <w14:uncheckedState w14:val="2610" w14:font="MS Gothic"/>
                </w14:checkbox>
              </w:sdtPr>
              <w:sdtEndPr/>
              <w:sdtContent>
                <w:r w:rsidR="00A12F00">
                  <w:rPr>
                    <w:rFonts w:ascii="MS Gothic" w:eastAsia="MS Gothic" w:hAnsi="MS Gothic" w:cstheme="minorHAnsi" w:hint="eastAsia"/>
                    <w:noProof/>
                    <w:sz w:val="20"/>
                    <w:szCs w:val="20"/>
                  </w:rPr>
                  <w:t>☐</w:t>
                </w:r>
              </w:sdtContent>
            </w:sdt>
            <w:r w:rsidR="00721E09" w:rsidRPr="003E023E">
              <w:rPr>
                <w:rFonts w:cstheme="minorHAnsi"/>
                <w:noProof/>
                <w:sz w:val="20"/>
                <w:szCs w:val="20"/>
              </w:rPr>
              <w:t xml:space="preserve"> </w:t>
            </w:r>
            <w:r w:rsidR="00721E09">
              <w:rPr>
                <w:rFonts w:cstheme="minorHAnsi"/>
                <w:noProof/>
                <w:sz w:val="20"/>
                <w:szCs w:val="20"/>
              </w:rPr>
              <w:t>Completed,</w:t>
            </w:r>
            <w:r w:rsidR="00721E09">
              <w:t xml:space="preserve"> </w:t>
            </w:r>
            <w:r w:rsidR="00721E09">
              <w:rPr>
                <w:szCs w:val="20"/>
                <w:lang w:val="en-US"/>
              </w:rPr>
              <w:t xml:space="preserve"> </w:t>
            </w:r>
            <w:sdt>
              <w:sdtPr>
                <w:rPr>
                  <w:rStyle w:val="Emphasis"/>
                </w:rPr>
                <w:id w:val="534235039"/>
                <w:placeholder>
                  <w:docPart w:val="4E412998EBB0477FA83E7DAF29F5D865"/>
                </w:placeholder>
                <w:showingPlcHdr/>
                <w:comboBox>
                  <w:listItem w:value="Selec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comboBox>
              </w:sdtPr>
              <w:sdtEndPr>
                <w:rPr>
                  <w:rStyle w:val="DefaultParagraphFont"/>
                  <w:b w:val="0"/>
                  <w:i w:val="0"/>
                  <w:iCs w:val="0"/>
                  <w:sz w:val="22"/>
                  <w:szCs w:val="20"/>
                  <w:lang w:val="en-US"/>
                </w:rPr>
              </w:sdtEndPr>
              <w:sdtContent>
                <w:r w:rsidR="00A12F00" w:rsidRPr="00E00E9B">
                  <w:rPr>
                    <w:rStyle w:val="PlaceholderText"/>
                    <w:i/>
                    <w:iCs/>
                    <w:sz w:val="18"/>
                    <w:szCs w:val="18"/>
                    <w:shd w:val="clear" w:color="auto" w:fill="D9D9D9" w:themeFill="background1" w:themeFillShade="D9"/>
                  </w:rPr>
                  <w:t>Select</w:t>
                </w:r>
              </w:sdtContent>
            </w:sdt>
          </w:p>
        </w:tc>
        <w:tc>
          <w:tcPr>
            <w:tcW w:w="2835" w:type="dxa"/>
            <w:tcBorders>
              <w:top w:val="nil"/>
              <w:left w:val="nil"/>
              <w:bottom w:val="nil"/>
            </w:tcBorders>
            <w:shd w:val="clear" w:color="auto" w:fill="F2F2F2" w:themeFill="background1" w:themeFillShade="F2"/>
            <w:vAlign w:val="center"/>
          </w:tcPr>
          <w:p w14:paraId="14C3338A" w14:textId="77777777" w:rsidR="00721E09" w:rsidRDefault="001C74C5" w:rsidP="00721E09">
            <w:pPr>
              <w:rPr>
                <w:rFonts w:cstheme="minorHAnsi"/>
                <w:noProof/>
                <w:sz w:val="20"/>
                <w:szCs w:val="20"/>
              </w:rPr>
            </w:pPr>
            <w:sdt>
              <w:sdtPr>
                <w:rPr>
                  <w:rFonts w:cstheme="minorHAnsi"/>
                  <w:noProof/>
                  <w:sz w:val="20"/>
                  <w:szCs w:val="20"/>
                </w:rPr>
                <w:id w:val="-1885098959"/>
                <w14:checkbox>
                  <w14:checked w14:val="0"/>
                  <w14:checkedState w14:val="2612" w14:font="MS Gothic"/>
                  <w14:uncheckedState w14:val="2610" w14:font="MS Gothic"/>
                </w14:checkbox>
              </w:sdtPr>
              <w:sdtEndPr/>
              <w:sdtContent>
                <w:r w:rsidR="00721E09">
                  <w:rPr>
                    <w:rFonts w:ascii="MS Gothic" w:eastAsia="MS Gothic" w:hAnsi="MS Gothic" w:cstheme="minorHAnsi" w:hint="eastAsia"/>
                    <w:noProof/>
                    <w:sz w:val="20"/>
                    <w:szCs w:val="20"/>
                  </w:rPr>
                  <w:t>☐</w:t>
                </w:r>
              </w:sdtContent>
            </w:sdt>
            <w:r w:rsidR="00721E09" w:rsidRPr="003E023E">
              <w:rPr>
                <w:rFonts w:cstheme="minorHAnsi"/>
                <w:noProof/>
                <w:sz w:val="20"/>
                <w:szCs w:val="20"/>
              </w:rPr>
              <w:t xml:space="preserve"> No, previously submitted</w:t>
            </w:r>
          </w:p>
        </w:tc>
      </w:tr>
      <w:tr w:rsidR="0044410C" w14:paraId="5B2164E2" w14:textId="77777777" w:rsidTr="005D6E55">
        <w:tc>
          <w:tcPr>
            <w:tcW w:w="5924" w:type="dxa"/>
            <w:gridSpan w:val="2"/>
            <w:tcBorders>
              <w:top w:val="nil"/>
              <w:bottom w:val="nil"/>
              <w:right w:val="nil"/>
            </w:tcBorders>
            <w:shd w:val="clear" w:color="auto" w:fill="F2F2F2" w:themeFill="background1" w:themeFillShade="F2"/>
            <w:vAlign w:val="center"/>
          </w:tcPr>
          <w:p w14:paraId="64859875" w14:textId="77777777" w:rsidR="0044410C" w:rsidRPr="003E023E" w:rsidRDefault="0044410C" w:rsidP="0044410C">
            <w:pPr>
              <w:rPr>
                <w:rFonts w:cstheme="minorHAnsi"/>
                <w:noProof/>
                <w:sz w:val="20"/>
                <w:szCs w:val="20"/>
              </w:rPr>
            </w:pPr>
            <w:r>
              <w:rPr>
                <w:rFonts w:cstheme="minorHAnsi"/>
                <w:noProof/>
                <w:sz w:val="20"/>
                <w:szCs w:val="20"/>
              </w:rPr>
              <w:t>ARF</w:t>
            </w:r>
            <w:r w:rsidRPr="003E023E">
              <w:rPr>
                <w:rFonts w:cstheme="minorHAnsi"/>
                <w:noProof/>
                <w:sz w:val="20"/>
                <w:szCs w:val="20"/>
              </w:rPr>
              <w:t xml:space="preserve"> SECTION 2</w:t>
            </w:r>
            <w:r>
              <w:rPr>
                <w:rFonts w:cstheme="minorHAnsi"/>
                <w:noProof/>
                <w:sz w:val="20"/>
                <w:szCs w:val="20"/>
              </w:rPr>
              <w:t>/3</w:t>
            </w:r>
            <w:r w:rsidRPr="003E023E">
              <w:rPr>
                <w:rFonts w:cstheme="minorHAnsi"/>
                <w:noProof/>
                <w:sz w:val="20"/>
                <w:szCs w:val="20"/>
              </w:rPr>
              <w:t xml:space="preserve">: </w:t>
            </w:r>
            <w:r>
              <w:rPr>
                <w:rFonts w:cstheme="minorHAnsi"/>
                <w:noProof/>
                <w:sz w:val="20"/>
                <w:szCs w:val="20"/>
              </w:rPr>
              <w:t>Supporting documents (eg. Business Plan)</w:t>
            </w:r>
          </w:p>
        </w:tc>
        <w:tc>
          <w:tcPr>
            <w:tcW w:w="1984" w:type="dxa"/>
            <w:tcBorders>
              <w:top w:val="nil"/>
              <w:left w:val="nil"/>
              <w:bottom w:val="nil"/>
              <w:right w:val="nil"/>
            </w:tcBorders>
            <w:shd w:val="clear" w:color="auto" w:fill="F2F2F2" w:themeFill="background1" w:themeFillShade="F2"/>
            <w:vAlign w:val="center"/>
          </w:tcPr>
          <w:p w14:paraId="7436BAB6" w14:textId="77777777" w:rsidR="0044410C" w:rsidRDefault="001C74C5" w:rsidP="0044410C">
            <w:pPr>
              <w:rPr>
                <w:rFonts w:cstheme="minorHAnsi"/>
                <w:noProof/>
                <w:sz w:val="20"/>
                <w:szCs w:val="20"/>
              </w:rPr>
            </w:pPr>
            <w:sdt>
              <w:sdtPr>
                <w:rPr>
                  <w:rFonts w:cstheme="minorHAnsi"/>
                  <w:noProof/>
                  <w:sz w:val="20"/>
                  <w:szCs w:val="20"/>
                </w:rPr>
                <w:id w:val="755637005"/>
                <w14:checkbox>
                  <w14:checked w14:val="0"/>
                  <w14:checkedState w14:val="2612" w14:font="MS Gothic"/>
                  <w14:uncheckedState w14:val="2610" w14:font="MS Gothic"/>
                </w14:checkbox>
              </w:sdtPr>
              <w:sdtEndPr/>
              <w:sdtContent>
                <w:r w:rsidR="0044410C">
                  <w:rPr>
                    <w:rFonts w:ascii="MS Gothic" w:eastAsia="MS Gothic" w:hAnsi="MS Gothic" w:cstheme="minorHAnsi" w:hint="eastAsia"/>
                    <w:noProof/>
                    <w:sz w:val="20"/>
                    <w:szCs w:val="20"/>
                  </w:rPr>
                  <w:t>☐</w:t>
                </w:r>
              </w:sdtContent>
            </w:sdt>
            <w:r w:rsidR="0044410C" w:rsidRPr="003E023E">
              <w:rPr>
                <w:rFonts w:cstheme="minorHAnsi"/>
                <w:noProof/>
                <w:sz w:val="20"/>
                <w:szCs w:val="20"/>
              </w:rPr>
              <w:t xml:space="preserve"> </w:t>
            </w:r>
            <w:r w:rsidR="0044410C" w:rsidRPr="0044410C">
              <w:rPr>
                <w:rFonts w:cstheme="minorHAnsi"/>
                <w:noProof/>
                <w:sz w:val="20"/>
                <w:szCs w:val="20"/>
              </w:rPr>
              <w:t>Attached</w:t>
            </w:r>
          </w:p>
        </w:tc>
        <w:tc>
          <w:tcPr>
            <w:tcW w:w="2835" w:type="dxa"/>
            <w:tcBorders>
              <w:top w:val="nil"/>
              <w:left w:val="nil"/>
              <w:bottom w:val="nil"/>
            </w:tcBorders>
            <w:shd w:val="clear" w:color="auto" w:fill="F2F2F2" w:themeFill="background1" w:themeFillShade="F2"/>
            <w:vAlign w:val="center"/>
          </w:tcPr>
          <w:p w14:paraId="72A5BBC5" w14:textId="77777777" w:rsidR="0044410C" w:rsidRDefault="001C74C5" w:rsidP="0044410C">
            <w:pPr>
              <w:rPr>
                <w:rFonts w:cstheme="minorHAnsi"/>
                <w:noProof/>
                <w:sz w:val="20"/>
                <w:szCs w:val="20"/>
              </w:rPr>
            </w:pPr>
            <w:sdt>
              <w:sdtPr>
                <w:rPr>
                  <w:rFonts w:cstheme="minorHAnsi"/>
                  <w:noProof/>
                  <w:sz w:val="20"/>
                  <w:szCs w:val="20"/>
                </w:rPr>
                <w:id w:val="405811468"/>
                <w14:checkbox>
                  <w14:checked w14:val="0"/>
                  <w14:checkedState w14:val="2612" w14:font="MS Gothic"/>
                  <w14:uncheckedState w14:val="2610" w14:font="MS Gothic"/>
                </w14:checkbox>
              </w:sdtPr>
              <w:sdtEndPr/>
              <w:sdtContent>
                <w:r w:rsidR="0044410C">
                  <w:rPr>
                    <w:rFonts w:ascii="MS Gothic" w:eastAsia="MS Gothic" w:hAnsi="MS Gothic" w:cstheme="minorHAnsi" w:hint="eastAsia"/>
                    <w:noProof/>
                    <w:sz w:val="20"/>
                    <w:szCs w:val="20"/>
                  </w:rPr>
                  <w:t>☐</w:t>
                </w:r>
              </w:sdtContent>
            </w:sdt>
            <w:r w:rsidR="0044410C" w:rsidRPr="003E023E">
              <w:rPr>
                <w:rFonts w:cstheme="minorHAnsi"/>
                <w:noProof/>
                <w:sz w:val="20"/>
                <w:szCs w:val="20"/>
              </w:rPr>
              <w:t xml:space="preserve"> No</w:t>
            </w:r>
            <w:r w:rsidR="0044410C">
              <w:rPr>
                <w:rFonts w:cstheme="minorHAnsi"/>
                <w:noProof/>
                <w:sz w:val="20"/>
                <w:szCs w:val="20"/>
              </w:rPr>
              <w:t>t Provided</w:t>
            </w:r>
          </w:p>
        </w:tc>
      </w:tr>
      <w:tr w:rsidR="0044410C" w14:paraId="75D9DC81" w14:textId="77777777" w:rsidTr="005D6E55">
        <w:tc>
          <w:tcPr>
            <w:tcW w:w="5924" w:type="dxa"/>
            <w:gridSpan w:val="2"/>
            <w:tcBorders>
              <w:top w:val="nil"/>
              <w:bottom w:val="nil"/>
              <w:right w:val="nil"/>
            </w:tcBorders>
            <w:shd w:val="clear" w:color="auto" w:fill="F2F2F2" w:themeFill="background1" w:themeFillShade="F2"/>
            <w:vAlign w:val="center"/>
          </w:tcPr>
          <w:p w14:paraId="2B2816BB" w14:textId="77777777" w:rsidR="0044410C" w:rsidRDefault="0044410C" w:rsidP="0044410C">
            <w:pPr>
              <w:rPr>
                <w:rFonts w:cstheme="minorHAnsi"/>
                <w:noProof/>
                <w:sz w:val="20"/>
                <w:szCs w:val="20"/>
              </w:rPr>
            </w:pPr>
            <w:r>
              <w:rPr>
                <w:rFonts w:cstheme="minorHAnsi"/>
                <w:noProof/>
                <w:sz w:val="20"/>
                <w:szCs w:val="20"/>
              </w:rPr>
              <w:t xml:space="preserve">ARF </w:t>
            </w:r>
            <w:r w:rsidRPr="003E023E">
              <w:rPr>
                <w:rFonts w:cstheme="minorHAnsi"/>
                <w:noProof/>
                <w:sz w:val="20"/>
                <w:szCs w:val="20"/>
              </w:rPr>
              <w:t xml:space="preserve">SECTION </w:t>
            </w:r>
            <w:r>
              <w:rPr>
                <w:rFonts w:cstheme="minorHAnsi"/>
                <w:noProof/>
                <w:sz w:val="20"/>
                <w:szCs w:val="20"/>
              </w:rPr>
              <w:t>4</w:t>
            </w:r>
            <w:r w:rsidRPr="003E023E">
              <w:rPr>
                <w:rFonts w:cstheme="minorHAnsi"/>
                <w:noProof/>
                <w:sz w:val="20"/>
                <w:szCs w:val="20"/>
              </w:rPr>
              <w:t>: Residential Request</w:t>
            </w:r>
          </w:p>
        </w:tc>
        <w:tc>
          <w:tcPr>
            <w:tcW w:w="1984" w:type="dxa"/>
            <w:tcBorders>
              <w:top w:val="nil"/>
              <w:left w:val="nil"/>
              <w:bottom w:val="nil"/>
              <w:right w:val="nil"/>
            </w:tcBorders>
            <w:shd w:val="clear" w:color="auto" w:fill="F2F2F2" w:themeFill="background1" w:themeFillShade="F2"/>
            <w:vAlign w:val="center"/>
          </w:tcPr>
          <w:p w14:paraId="3BFCDB9A" w14:textId="77777777" w:rsidR="0044410C" w:rsidRDefault="001C74C5" w:rsidP="0044410C">
            <w:pPr>
              <w:rPr>
                <w:rFonts w:cstheme="minorHAnsi"/>
                <w:noProof/>
                <w:sz w:val="20"/>
                <w:szCs w:val="20"/>
              </w:rPr>
            </w:pPr>
            <w:sdt>
              <w:sdtPr>
                <w:rPr>
                  <w:rFonts w:cstheme="minorHAnsi"/>
                  <w:noProof/>
                  <w:sz w:val="20"/>
                  <w:szCs w:val="20"/>
                </w:rPr>
                <w:id w:val="-449623939"/>
                <w14:checkbox>
                  <w14:checked w14:val="0"/>
                  <w14:checkedState w14:val="2612" w14:font="MS Gothic"/>
                  <w14:uncheckedState w14:val="2610" w14:font="MS Gothic"/>
                </w14:checkbox>
              </w:sdtPr>
              <w:sdtEndPr/>
              <w:sdtContent>
                <w:r w:rsidR="0044410C">
                  <w:rPr>
                    <w:rFonts w:ascii="MS Gothic" w:eastAsia="MS Gothic" w:hAnsi="MS Gothic" w:cstheme="minorHAnsi" w:hint="eastAsia"/>
                    <w:noProof/>
                    <w:sz w:val="20"/>
                    <w:szCs w:val="20"/>
                  </w:rPr>
                  <w:t>☐</w:t>
                </w:r>
              </w:sdtContent>
            </w:sdt>
            <w:r w:rsidR="0044410C" w:rsidRPr="003E023E">
              <w:rPr>
                <w:rFonts w:cstheme="minorHAnsi"/>
                <w:noProof/>
                <w:sz w:val="20"/>
                <w:szCs w:val="20"/>
              </w:rPr>
              <w:t xml:space="preserve"> </w:t>
            </w:r>
            <w:r w:rsidR="0044410C">
              <w:rPr>
                <w:rFonts w:cstheme="minorHAnsi"/>
                <w:noProof/>
                <w:sz w:val="20"/>
                <w:szCs w:val="20"/>
              </w:rPr>
              <w:t xml:space="preserve"> Completed</w:t>
            </w:r>
          </w:p>
        </w:tc>
        <w:tc>
          <w:tcPr>
            <w:tcW w:w="2835" w:type="dxa"/>
            <w:tcBorders>
              <w:top w:val="nil"/>
              <w:left w:val="nil"/>
              <w:bottom w:val="nil"/>
            </w:tcBorders>
            <w:shd w:val="clear" w:color="auto" w:fill="F2F2F2" w:themeFill="background1" w:themeFillShade="F2"/>
            <w:vAlign w:val="center"/>
          </w:tcPr>
          <w:p w14:paraId="6E816A59" w14:textId="77777777" w:rsidR="0044410C" w:rsidRDefault="001C74C5" w:rsidP="0044410C">
            <w:pPr>
              <w:rPr>
                <w:rFonts w:cstheme="minorHAnsi"/>
                <w:noProof/>
                <w:sz w:val="20"/>
                <w:szCs w:val="20"/>
              </w:rPr>
            </w:pPr>
            <w:sdt>
              <w:sdtPr>
                <w:rPr>
                  <w:rFonts w:cstheme="minorHAnsi"/>
                  <w:noProof/>
                  <w:sz w:val="20"/>
                  <w:szCs w:val="20"/>
                </w:rPr>
                <w:id w:val="958073831"/>
                <w14:checkbox>
                  <w14:checked w14:val="0"/>
                  <w14:checkedState w14:val="2612" w14:font="MS Gothic"/>
                  <w14:uncheckedState w14:val="2610" w14:font="MS Gothic"/>
                </w14:checkbox>
              </w:sdtPr>
              <w:sdtEndPr/>
              <w:sdtContent>
                <w:r w:rsidR="0044410C">
                  <w:rPr>
                    <w:rFonts w:ascii="MS Gothic" w:eastAsia="MS Gothic" w:hAnsi="MS Gothic" w:cstheme="minorHAnsi" w:hint="eastAsia"/>
                    <w:noProof/>
                    <w:sz w:val="20"/>
                    <w:szCs w:val="20"/>
                  </w:rPr>
                  <w:t>☐</w:t>
                </w:r>
              </w:sdtContent>
            </w:sdt>
            <w:r w:rsidR="0044410C" w:rsidRPr="003E023E">
              <w:rPr>
                <w:rFonts w:cstheme="minorHAnsi"/>
                <w:noProof/>
                <w:sz w:val="20"/>
                <w:szCs w:val="20"/>
              </w:rPr>
              <w:t xml:space="preserve"> No, previously submitted</w:t>
            </w:r>
          </w:p>
        </w:tc>
      </w:tr>
      <w:tr w:rsidR="00341272" w14:paraId="788035FD" w14:textId="77777777" w:rsidTr="005D6E55">
        <w:tc>
          <w:tcPr>
            <w:tcW w:w="5924" w:type="dxa"/>
            <w:gridSpan w:val="2"/>
            <w:tcBorders>
              <w:top w:val="nil"/>
              <w:bottom w:val="nil"/>
              <w:right w:val="nil"/>
            </w:tcBorders>
            <w:shd w:val="clear" w:color="auto" w:fill="F2F2F2" w:themeFill="background1" w:themeFillShade="F2"/>
            <w:vAlign w:val="center"/>
          </w:tcPr>
          <w:p w14:paraId="41ED2A96" w14:textId="77777777" w:rsidR="00341272" w:rsidRDefault="00341272" w:rsidP="00341272">
            <w:pPr>
              <w:rPr>
                <w:rFonts w:cstheme="minorHAnsi"/>
                <w:noProof/>
                <w:sz w:val="20"/>
                <w:szCs w:val="20"/>
              </w:rPr>
            </w:pPr>
            <w:r>
              <w:rPr>
                <w:rFonts w:cstheme="minorHAnsi"/>
                <w:noProof/>
                <w:sz w:val="20"/>
                <w:szCs w:val="20"/>
              </w:rPr>
              <w:t xml:space="preserve">FORM  2: Forecast Housing Demand </w:t>
            </w:r>
          </w:p>
        </w:tc>
        <w:tc>
          <w:tcPr>
            <w:tcW w:w="1984" w:type="dxa"/>
            <w:tcBorders>
              <w:top w:val="nil"/>
              <w:left w:val="nil"/>
              <w:bottom w:val="nil"/>
              <w:right w:val="nil"/>
            </w:tcBorders>
            <w:shd w:val="clear" w:color="auto" w:fill="F2F2F2" w:themeFill="background1" w:themeFillShade="F2"/>
            <w:vAlign w:val="center"/>
          </w:tcPr>
          <w:p w14:paraId="4287A1B8" w14:textId="77777777" w:rsidR="00341272" w:rsidRDefault="001C74C5" w:rsidP="00341272">
            <w:pPr>
              <w:rPr>
                <w:rFonts w:cstheme="minorHAnsi"/>
                <w:noProof/>
                <w:sz w:val="20"/>
                <w:szCs w:val="20"/>
              </w:rPr>
            </w:pPr>
            <w:sdt>
              <w:sdtPr>
                <w:rPr>
                  <w:rFonts w:cstheme="minorHAnsi"/>
                  <w:noProof/>
                  <w:sz w:val="20"/>
                  <w:szCs w:val="20"/>
                </w:rPr>
                <w:id w:val="1720936880"/>
                <w14:checkbox>
                  <w14:checked w14:val="0"/>
                  <w14:checkedState w14:val="2612" w14:font="MS Gothic"/>
                  <w14:uncheckedState w14:val="2610" w14:font="MS Gothic"/>
                </w14:checkbox>
              </w:sdtPr>
              <w:sdtEndPr/>
              <w:sdtContent>
                <w:r w:rsidR="00341272">
                  <w:rPr>
                    <w:rFonts w:ascii="MS Gothic" w:eastAsia="MS Gothic" w:hAnsi="MS Gothic" w:cstheme="minorHAnsi" w:hint="eastAsia"/>
                    <w:noProof/>
                    <w:sz w:val="20"/>
                    <w:szCs w:val="20"/>
                  </w:rPr>
                  <w:t>☐</w:t>
                </w:r>
              </w:sdtContent>
            </w:sdt>
            <w:r w:rsidR="00341272" w:rsidRPr="003E023E">
              <w:rPr>
                <w:rFonts w:cstheme="minorHAnsi"/>
                <w:noProof/>
                <w:sz w:val="20"/>
                <w:szCs w:val="20"/>
              </w:rPr>
              <w:t xml:space="preserve"> </w:t>
            </w:r>
            <w:r w:rsidR="00341272" w:rsidRPr="0044410C">
              <w:rPr>
                <w:rFonts w:cstheme="minorHAnsi"/>
                <w:noProof/>
                <w:sz w:val="20"/>
                <w:szCs w:val="20"/>
              </w:rPr>
              <w:t>Attached</w:t>
            </w:r>
          </w:p>
        </w:tc>
        <w:tc>
          <w:tcPr>
            <w:tcW w:w="2835" w:type="dxa"/>
            <w:tcBorders>
              <w:top w:val="nil"/>
              <w:left w:val="nil"/>
              <w:bottom w:val="nil"/>
            </w:tcBorders>
            <w:shd w:val="clear" w:color="auto" w:fill="F2F2F2" w:themeFill="background1" w:themeFillShade="F2"/>
            <w:vAlign w:val="center"/>
          </w:tcPr>
          <w:p w14:paraId="6853F8E4" w14:textId="77777777" w:rsidR="00341272" w:rsidRDefault="001C74C5" w:rsidP="00341272">
            <w:pPr>
              <w:rPr>
                <w:rFonts w:cstheme="minorHAnsi"/>
                <w:noProof/>
                <w:sz w:val="20"/>
                <w:szCs w:val="20"/>
              </w:rPr>
            </w:pPr>
            <w:sdt>
              <w:sdtPr>
                <w:rPr>
                  <w:rFonts w:cstheme="minorHAnsi"/>
                  <w:noProof/>
                  <w:sz w:val="20"/>
                  <w:szCs w:val="20"/>
                </w:rPr>
                <w:id w:val="-1166931627"/>
                <w14:checkbox>
                  <w14:checked w14:val="0"/>
                  <w14:checkedState w14:val="2612" w14:font="MS Gothic"/>
                  <w14:uncheckedState w14:val="2610" w14:font="MS Gothic"/>
                </w14:checkbox>
              </w:sdtPr>
              <w:sdtEndPr/>
              <w:sdtContent>
                <w:r w:rsidR="00341272">
                  <w:rPr>
                    <w:rFonts w:ascii="MS Gothic" w:eastAsia="MS Gothic" w:hAnsi="MS Gothic" w:cstheme="minorHAnsi" w:hint="eastAsia"/>
                    <w:noProof/>
                    <w:sz w:val="20"/>
                    <w:szCs w:val="20"/>
                  </w:rPr>
                  <w:t>☐</w:t>
                </w:r>
              </w:sdtContent>
            </w:sdt>
            <w:r w:rsidR="00341272" w:rsidRPr="003E023E">
              <w:rPr>
                <w:rFonts w:cstheme="minorHAnsi"/>
                <w:noProof/>
                <w:sz w:val="20"/>
                <w:szCs w:val="20"/>
              </w:rPr>
              <w:t xml:space="preserve">  No, previously submitted</w:t>
            </w:r>
          </w:p>
        </w:tc>
      </w:tr>
      <w:tr w:rsidR="00341272" w14:paraId="7F4269B0" w14:textId="77777777" w:rsidTr="005D6E55">
        <w:tc>
          <w:tcPr>
            <w:tcW w:w="4223" w:type="dxa"/>
            <w:tcBorders>
              <w:top w:val="nil"/>
              <w:bottom w:val="nil"/>
              <w:right w:val="nil"/>
            </w:tcBorders>
            <w:shd w:val="clear" w:color="auto" w:fill="F2F2F2" w:themeFill="background1" w:themeFillShade="F2"/>
            <w:vAlign w:val="center"/>
          </w:tcPr>
          <w:p w14:paraId="69A43214" w14:textId="77777777" w:rsidR="00341272" w:rsidRDefault="00341272" w:rsidP="00341272">
            <w:pPr>
              <w:rPr>
                <w:rFonts w:cstheme="minorHAnsi"/>
                <w:noProof/>
                <w:sz w:val="20"/>
                <w:szCs w:val="20"/>
              </w:rPr>
            </w:pPr>
            <w:r>
              <w:rPr>
                <w:rFonts w:cstheme="minorHAnsi"/>
                <w:noProof/>
                <w:sz w:val="20"/>
                <w:szCs w:val="20"/>
              </w:rPr>
              <w:t>FORM 3: AME Request Form</w:t>
            </w:r>
          </w:p>
        </w:tc>
        <w:tc>
          <w:tcPr>
            <w:tcW w:w="1701" w:type="dxa"/>
            <w:tcBorders>
              <w:top w:val="nil"/>
              <w:left w:val="nil"/>
              <w:bottom w:val="nil"/>
              <w:right w:val="nil"/>
            </w:tcBorders>
            <w:shd w:val="clear" w:color="auto" w:fill="F2F2F2" w:themeFill="background1" w:themeFillShade="F2"/>
            <w:vAlign w:val="center"/>
          </w:tcPr>
          <w:p w14:paraId="5B221D2E" w14:textId="77777777" w:rsidR="00341272" w:rsidRDefault="001C74C5" w:rsidP="00341272">
            <w:pPr>
              <w:rPr>
                <w:rFonts w:ascii="MS Gothic" w:eastAsia="MS Gothic" w:hAnsi="MS Gothic" w:cstheme="minorHAnsi"/>
                <w:noProof/>
                <w:sz w:val="20"/>
                <w:szCs w:val="20"/>
              </w:rPr>
            </w:pPr>
            <w:sdt>
              <w:sdtPr>
                <w:rPr>
                  <w:rFonts w:cstheme="minorHAnsi"/>
                  <w:noProof/>
                  <w:sz w:val="20"/>
                  <w:szCs w:val="20"/>
                </w:rPr>
                <w:id w:val="1736738684"/>
                <w14:checkbox>
                  <w14:checked w14:val="0"/>
                  <w14:checkedState w14:val="2612" w14:font="MS Gothic"/>
                  <w14:uncheckedState w14:val="2610" w14:font="MS Gothic"/>
                </w14:checkbox>
              </w:sdtPr>
              <w:sdtEndPr/>
              <w:sdtContent>
                <w:r w:rsidR="00341272">
                  <w:rPr>
                    <w:rFonts w:ascii="MS Gothic" w:eastAsia="MS Gothic" w:hAnsi="MS Gothic" w:cstheme="minorHAnsi" w:hint="eastAsia"/>
                    <w:noProof/>
                    <w:sz w:val="20"/>
                    <w:szCs w:val="20"/>
                  </w:rPr>
                  <w:t>☐</w:t>
                </w:r>
              </w:sdtContent>
            </w:sdt>
            <w:r w:rsidR="00341272" w:rsidRPr="003E023E">
              <w:rPr>
                <w:rFonts w:cstheme="minorHAnsi"/>
                <w:noProof/>
                <w:sz w:val="20"/>
                <w:szCs w:val="20"/>
              </w:rPr>
              <w:t xml:space="preserve"> </w:t>
            </w:r>
            <w:r w:rsidR="00341272">
              <w:rPr>
                <w:rFonts w:cstheme="minorHAnsi"/>
                <w:noProof/>
                <w:sz w:val="20"/>
                <w:szCs w:val="20"/>
              </w:rPr>
              <w:t>Not Applicable</w:t>
            </w:r>
          </w:p>
        </w:tc>
        <w:tc>
          <w:tcPr>
            <w:tcW w:w="1984" w:type="dxa"/>
            <w:tcBorders>
              <w:top w:val="nil"/>
              <w:left w:val="nil"/>
              <w:bottom w:val="nil"/>
              <w:right w:val="nil"/>
            </w:tcBorders>
            <w:shd w:val="clear" w:color="auto" w:fill="F2F2F2" w:themeFill="background1" w:themeFillShade="F2"/>
            <w:vAlign w:val="center"/>
          </w:tcPr>
          <w:p w14:paraId="46C6477A" w14:textId="77777777" w:rsidR="00341272" w:rsidRDefault="001C74C5" w:rsidP="00341272">
            <w:pPr>
              <w:rPr>
                <w:rFonts w:ascii="MS Gothic" w:eastAsia="MS Gothic" w:hAnsi="MS Gothic" w:cstheme="minorHAnsi"/>
                <w:noProof/>
                <w:sz w:val="20"/>
                <w:szCs w:val="20"/>
              </w:rPr>
            </w:pPr>
            <w:sdt>
              <w:sdtPr>
                <w:rPr>
                  <w:rFonts w:cstheme="minorHAnsi"/>
                  <w:noProof/>
                  <w:sz w:val="20"/>
                  <w:szCs w:val="20"/>
                </w:rPr>
                <w:id w:val="149868481"/>
                <w14:checkbox>
                  <w14:checked w14:val="0"/>
                  <w14:checkedState w14:val="2612" w14:font="MS Gothic"/>
                  <w14:uncheckedState w14:val="2610" w14:font="MS Gothic"/>
                </w14:checkbox>
              </w:sdtPr>
              <w:sdtEndPr/>
              <w:sdtContent>
                <w:r w:rsidR="00341272">
                  <w:rPr>
                    <w:rFonts w:ascii="MS Gothic" w:eastAsia="MS Gothic" w:hAnsi="MS Gothic" w:cstheme="minorHAnsi" w:hint="eastAsia"/>
                    <w:noProof/>
                    <w:sz w:val="20"/>
                    <w:szCs w:val="20"/>
                  </w:rPr>
                  <w:t>☐</w:t>
                </w:r>
              </w:sdtContent>
            </w:sdt>
            <w:r w:rsidR="00341272" w:rsidRPr="003E023E">
              <w:rPr>
                <w:rFonts w:cstheme="minorHAnsi"/>
                <w:noProof/>
                <w:sz w:val="20"/>
                <w:szCs w:val="20"/>
              </w:rPr>
              <w:t xml:space="preserve"> </w:t>
            </w:r>
            <w:r w:rsidR="00341272" w:rsidRPr="0044410C">
              <w:rPr>
                <w:rFonts w:cstheme="minorHAnsi"/>
                <w:noProof/>
                <w:sz w:val="20"/>
                <w:szCs w:val="20"/>
              </w:rPr>
              <w:t>Attached</w:t>
            </w:r>
          </w:p>
        </w:tc>
        <w:tc>
          <w:tcPr>
            <w:tcW w:w="2835" w:type="dxa"/>
            <w:tcBorders>
              <w:top w:val="nil"/>
              <w:left w:val="nil"/>
              <w:bottom w:val="nil"/>
            </w:tcBorders>
            <w:shd w:val="clear" w:color="auto" w:fill="F2F2F2" w:themeFill="background1" w:themeFillShade="F2"/>
            <w:vAlign w:val="center"/>
          </w:tcPr>
          <w:p w14:paraId="3FB0DE06" w14:textId="77777777" w:rsidR="00341272" w:rsidRDefault="001C74C5" w:rsidP="00341272">
            <w:pPr>
              <w:rPr>
                <w:rFonts w:ascii="MS Gothic" w:eastAsia="MS Gothic" w:hAnsi="MS Gothic" w:cstheme="minorHAnsi"/>
                <w:noProof/>
                <w:sz w:val="20"/>
                <w:szCs w:val="20"/>
              </w:rPr>
            </w:pPr>
            <w:sdt>
              <w:sdtPr>
                <w:rPr>
                  <w:rFonts w:cstheme="minorHAnsi"/>
                  <w:noProof/>
                  <w:sz w:val="20"/>
                  <w:szCs w:val="20"/>
                </w:rPr>
                <w:id w:val="2049413238"/>
                <w14:checkbox>
                  <w14:checked w14:val="0"/>
                  <w14:checkedState w14:val="2612" w14:font="MS Gothic"/>
                  <w14:uncheckedState w14:val="2610" w14:font="MS Gothic"/>
                </w14:checkbox>
              </w:sdtPr>
              <w:sdtEndPr/>
              <w:sdtContent>
                <w:r w:rsidR="00341272">
                  <w:rPr>
                    <w:rFonts w:ascii="MS Gothic" w:eastAsia="MS Gothic" w:hAnsi="MS Gothic" w:cstheme="minorHAnsi" w:hint="eastAsia"/>
                    <w:noProof/>
                    <w:sz w:val="20"/>
                    <w:szCs w:val="20"/>
                  </w:rPr>
                  <w:t>☐</w:t>
                </w:r>
              </w:sdtContent>
            </w:sdt>
            <w:r w:rsidR="00341272" w:rsidRPr="003E023E">
              <w:rPr>
                <w:rFonts w:cstheme="minorHAnsi"/>
                <w:noProof/>
                <w:sz w:val="20"/>
                <w:szCs w:val="20"/>
              </w:rPr>
              <w:t xml:space="preserve"> No, previously submitted</w:t>
            </w:r>
          </w:p>
        </w:tc>
      </w:tr>
    </w:tbl>
    <w:p w14:paraId="31DD7927" w14:textId="77777777" w:rsidR="007C725D" w:rsidRPr="00B0252F" w:rsidRDefault="007C725D" w:rsidP="007C725D">
      <w:pPr>
        <w:rPr>
          <w:sz w:val="2"/>
          <w:szCs w:val="2"/>
        </w:rPr>
      </w:pPr>
    </w:p>
    <w:tbl>
      <w:tblPr>
        <w:tblStyle w:val="TableGrid"/>
        <w:tblpPr w:leftFromText="181" w:rightFromText="181" w:vertAnchor="text" w:horzAnchor="margin" w:tblpX="-317" w:tblpY="1"/>
        <w:tblOverlap w:val="never"/>
        <w:tblW w:w="10743"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10743"/>
      </w:tblGrid>
      <w:tr w:rsidR="007C725D" w14:paraId="25EA5B82" w14:textId="77777777" w:rsidTr="005D6E55">
        <w:tc>
          <w:tcPr>
            <w:tcW w:w="10743" w:type="dxa"/>
            <w:shd w:val="clear" w:color="auto" w:fill="E0D0B4"/>
          </w:tcPr>
          <w:p w14:paraId="187D9C85" w14:textId="77777777" w:rsidR="007C725D" w:rsidRDefault="007C725D" w:rsidP="005D6E55">
            <w:pPr>
              <w:pStyle w:val="Heading1"/>
              <w:framePr w:hSpace="0" w:wrap="auto" w:vAnchor="margin" w:hAnchor="text" w:xAlign="left" w:yAlign="inline"/>
              <w:suppressOverlap w:val="0"/>
              <w:outlineLvl w:val="0"/>
            </w:pPr>
            <w:r>
              <w:t>AUTHORISATION</w:t>
            </w:r>
          </w:p>
        </w:tc>
      </w:tr>
      <w:tr w:rsidR="007C725D" w14:paraId="1D3546B5" w14:textId="77777777" w:rsidTr="005D6E55">
        <w:tc>
          <w:tcPr>
            <w:tcW w:w="10743" w:type="dxa"/>
            <w:shd w:val="clear" w:color="auto" w:fill="EFE8D9"/>
          </w:tcPr>
          <w:p w14:paraId="2AC53EC1" w14:textId="77777777" w:rsidR="00D54864" w:rsidRDefault="007C725D" w:rsidP="00473034">
            <w:pPr>
              <w:spacing w:after="240"/>
            </w:pPr>
            <w:r>
              <w:t>All applicants must sign and date the application form.</w:t>
            </w:r>
            <w:r w:rsidR="00D54864">
              <w:t xml:space="preserve"> </w:t>
            </w:r>
            <w:r w:rsidR="00473034">
              <w:t xml:space="preserve"> </w:t>
            </w:r>
            <w:r>
              <w:t xml:space="preserve">Applicants </w:t>
            </w:r>
            <w:r w:rsidR="00D54864">
              <w:t>must:</w:t>
            </w:r>
          </w:p>
          <w:p w14:paraId="6C053240" w14:textId="77777777" w:rsidR="007C725D" w:rsidRPr="00C52F9B" w:rsidRDefault="00D54864" w:rsidP="00C52F9B">
            <w:pPr>
              <w:pStyle w:val="ListParagraph"/>
              <w:numPr>
                <w:ilvl w:val="0"/>
                <w:numId w:val="11"/>
              </w:numPr>
              <w:rPr>
                <w:sz w:val="22"/>
              </w:rPr>
            </w:pPr>
            <w:r w:rsidRPr="00C52F9B">
              <w:rPr>
                <w:sz w:val="22"/>
              </w:rPr>
              <w:t xml:space="preserve">Submit </w:t>
            </w:r>
            <w:r w:rsidR="007C725D" w:rsidRPr="00C52F9B">
              <w:rPr>
                <w:sz w:val="22"/>
              </w:rPr>
              <w:t>the original application in hard copy to the following address.</w:t>
            </w:r>
          </w:p>
          <w:p w14:paraId="1E65ADAC" w14:textId="77777777" w:rsidR="00D54864" w:rsidRPr="00C52F9B" w:rsidRDefault="00D54864" w:rsidP="00D54864">
            <w:pPr>
              <w:ind w:left="1440"/>
              <w:rPr>
                <w:lang w:val="en-US"/>
              </w:rPr>
            </w:pPr>
            <w:r w:rsidRPr="00C52F9B">
              <w:rPr>
                <w:lang w:val="en-US"/>
              </w:rPr>
              <w:t xml:space="preserve">Shop 3 Jabiru Town Plaza </w:t>
            </w:r>
          </w:p>
          <w:p w14:paraId="3DC47308" w14:textId="77777777" w:rsidR="007C725D" w:rsidRDefault="007C725D" w:rsidP="00721E09">
            <w:pPr>
              <w:ind w:left="1440"/>
            </w:pPr>
            <w:r w:rsidRPr="00C52F9B">
              <w:t xml:space="preserve">PO Box </w:t>
            </w:r>
            <w:r w:rsidR="00D54864" w:rsidRPr="00C52F9B">
              <w:t>8</w:t>
            </w:r>
            <w:r w:rsidRPr="00C52F9B">
              <w:t xml:space="preserve">2, </w:t>
            </w:r>
            <w:r w:rsidR="00D54864" w:rsidRPr="00C52F9B">
              <w:t>Jabiru</w:t>
            </w:r>
            <w:r w:rsidRPr="00C52F9B">
              <w:t>, NT, 08</w:t>
            </w:r>
            <w:r w:rsidR="00D54864" w:rsidRPr="00C52F9B">
              <w:t>86</w:t>
            </w:r>
            <w:r w:rsidR="00D54864" w:rsidRPr="00C52F9B">
              <w:tab/>
            </w:r>
            <w:r w:rsidR="00D54864" w:rsidRPr="00C52F9B">
              <w:tab/>
              <w:t>o</w:t>
            </w:r>
            <w:r w:rsidRPr="00C52F9B">
              <w:t>r;</w:t>
            </w:r>
          </w:p>
          <w:p w14:paraId="347DC1B0" w14:textId="77777777" w:rsidR="00C52F9B" w:rsidRPr="00C52F9B" w:rsidRDefault="00C52F9B" w:rsidP="00D54864">
            <w:pPr>
              <w:ind w:left="1440"/>
            </w:pPr>
          </w:p>
          <w:p w14:paraId="577C573A" w14:textId="77777777" w:rsidR="007C725D" w:rsidRPr="00C52F9B" w:rsidRDefault="00D54864" w:rsidP="00C52F9B">
            <w:pPr>
              <w:pStyle w:val="ListParagraph"/>
              <w:numPr>
                <w:ilvl w:val="0"/>
                <w:numId w:val="11"/>
              </w:numPr>
              <w:rPr>
                <w:sz w:val="22"/>
              </w:rPr>
            </w:pPr>
            <w:r w:rsidRPr="00C52F9B">
              <w:rPr>
                <w:sz w:val="22"/>
              </w:rPr>
              <w:t xml:space="preserve">Submit </w:t>
            </w:r>
            <w:r w:rsidR="007C725D" w:rsidRPr="00C52F9B">
              <w:rPr>
                <w:sz w:val="22"/>
              </w:rPr>
              <w:t xml:space="preserve">an electronic application to </w:t>
            </w:r>
            <w:hyperlink r:id="rId22" w:history="1">
              <w:r w:rsidRPr="00C52F9B">
                <w:rPr>
                  <w:rStyle w:val="Hyperlink"/>
                  <w:rFonts w:asciiTheme="majorHAnsi" w:hAnsiTheme="majorHAnsi" w:cstheme="majorHAnsi"/>
                  <w:b/>
                  <w:bCs/>
                  <w:color w:val="3C0919"/>
                  <w:sz w:val="22"/>
                </w:rPr>
                <w:t>operations@jabirukabolkmakmen.com.au</w:t>
              </w:r>
            </w:hyperlink>
            <w:r w:rsidR="007C725D" w:rsidRPr="00C52F9B">
              <w:rPr>
                <w:b/>
                <w:sz w:val="22"/>
              </w:rPr>
              <w:t>.</w:t>
            </w:r>
            <w:r w:rsidR="007C725D" w:rsidRPr="00C52F9B">
              <w:rPr>
                <w:sz w:val="22"/>
              </w:rPr>
              <w:t xml:space="preserve"> You will receive an electronic confirmation within 48 hours of your application being received and read.  Please contact </w:t>
            </w:r>
            <w:hyperlink r:id="rId23" w:history="1">
              <w:r w:rsidRPr="00C52F9B">
                <w:rPr>
                  <w:rStyle w:val="Hyperlink"/>
                  <w:rFonts w:asciiTheme="majorHAnsi" w:hAnsiTheme="majorHAnsi" w:cstheme="majorHAnsi"/>
                  <w:b/>
                  <w:bCs/>
                  <w:color w:val="3C0919"/>
                  <w:sz w:val="22"/>
                </w:rPr>
                <w:t>operations@jabirukabolkmakmen.com.au</w:t>
              </w:r>
            </w:hyperlink>
            <w:r w:rsidRPr="00C52F9B">
              <w:rPr>
                <w:rStyle w:val="Hyperlink"/>
                <w:rFonts w:asciiTheme="majorHAnsi" w:hAnsiTheme="majorHAnsi" w:cstheme="majorHAnsi"/>
                <w:b/>
                <w:bCs/>
                <w:color w:val="3C0919"/>
                <w:sz w:val="22"/>
              </w:rPr>
              <w:t xml:space="preserve"> </w:t>
            </w:r>
            <w:r w:rsidR="007C725D" w:rsidRPr="00C52F9B">
              <w:rPr>
                <w:sz w:val="22"/>
              </w:rPr>
              <w:t>if you do not receive an acknowledgement within 7 days.</w:t>
            </w:r>
          </w:p>
          <w:p w14:paraId="582B2130" w14:textId="77777777" w:rsidR="007C725D" w:rsidRDefault="007C725D" w:rsidP="005D6E55">
            <w:pPr>
              <w:ind w:left="720"/>
              <w:rPr>
                <w:sz w:val="18"/>
                <w:szCs w:val="18"/>
              </w:rPr>
            </w:pPr>
          </w:p>
          <w:p w14:paraId="09A51578" w14:textId="77777777" w:rsidR="004866D8" w:rsidRPr="0047002C" w:rsidRDefault="004866D8" w:rsidP="0047002C">
            <w:r>
              <w:t>Would you like to receive correspondence via</w:t>
            </w:r>
            <w:r w:rsidR="0047002C">
              <w:tab/>
            </w:r>
            <w:r w:rsidR="0047002C">
              <w:tab/>
            </w:r>
            <w:r w:rsidR="00AA7A92" w:rsidRPr="00AA7A92">
              <w:rPr>
                <w:rFonts w:cstheme="minorHAnsi"/>
                <w:sz w:val="20"/>
                <w:szCs w:val="20"/>
              </w:rPr>
              <w:t xml:space="preserve"> </w:t>
            </w:r>
            <w:sdt>
              <w:sdtPr>
                <w:rPr>
                  <w:rFonts w:cstheme="minorHAnsi"/>
                  <w:b/>
                  <w:bCs/>
                  <w:sz w:val="20"/>
                  <w:szCs w:val="20"/>
                </w:rPr>
                <w:id w:val="-1012297983"/>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2E2366">
              <w:rPr>
                <w:rFonts w:cstheme="minorHAnsi"/>
                <w:noProof/>
              </w:rPr>
              <w:t xml:space="preserve"> </w:t>
            </w:r>
            <w:r w:rsidRPr="002E2366">
              <w:rPr>
                <w:rFonts w:cstheme="minorHAnsi"/>
                <w:noProof/>
              </w:rPr>
              <w:t xml:space="preserve"> </w:t>
            </w:r>
            <w:r w:rsidR="002E2366">
              <w:rPr>
                <w:rFonts w:cstheme="minorHAnsi"/>
                <w:noProof/>
              </w:rPr>
              <w:t>Email</w:t>
            </w:r>
            <w:r w:rsidR="002E2366">
              <w:rPr>
                <w:rFonts w:cstheme="minorHAnsi"/>
                <w:noProof/>
              </w:rPr>
              <w:tab/>
            </w:r>
            <w:r w:rsidR="002E2366" w:rsidRPr="002E2366">
              <w:rPr>
                <w:rFonts w:cstheme="minorHAnsi"/>
                <w:noProof/>
              </w:rPr>
              <w:t xml:space="preserve"> </w:t>
            </w:r>
            <w:r w:rsidR="00AA7A92" w:rsidRPr="00AA7A92">
              <w:rPr>
                <w:rFonts w:cstheme="minorHAnsi"/>
                <w:sz w:val="20"/>
                <w:szCs w:val="20"/>
              </w:rPr>
              <w:t xml:space="preserve"> </w:t>
            </w:r>
            <w:sdt>
              <w:sdtPr>
                <w:rPr>
                  <w:rFonts w:cstheme="minorHAnsi"/>
                  <w:b/>
                  <w:bCs/>
                  <w:sz w:val="20"/>
                  <w:szCs w:val="20"/>
                </w:rPr>
                <w:id w:val="283624454"/>
                <w14:checkbox>
                  <w14:checked w14:val="0"/>
                  <w14:checkedState w14:val="2612" w14:font="MS Gothic"/>
                  <w14:uncheckedState w14:val="2610" w14:font="MS Gothic"/>
                </w14:checkbox>
              </w:sdtPr>
              <w:sdtEndPr/>
              <w:sdtContent>
                <w:r w:rsidR="00AA7A92">
                  <w:rPr>
                    <w:rFonts w:ascii="MS Gothic" w:eastAsia="MS Gothic" w:hAnsi="MS Gothic" w:cstheme="minorHAnsi" w:hint="eastAsia"/>
                    <w:b/>
                    <w:bCs/>
                    <w:sz w:val="20"/>
                    <w:szCs w:val="20"/>
                  </w:rPr>
                  <w:t>☐</w:t>
                </w:r>
              </w:sdtContent>
            </w:sdt>
            <w:r w:rsidR="00AA7A92" w:rsidRPr="002E2366">
              <w:rPr>
                <w:rFonts w:cstheme="minorHAnsi"/>
                <w:noProof/>
              </w:rPr>
              <w:t xml:space="preserve"> </w:t>
            </w:r>
            <w:r w:rsidR="002E2366" w:rsidRPr="002E2366">
              <w:rPr>
                <w:rFonts w:cstheme="minorHAnsi"/>
                <w:noProof/>
              </w:rPr>
              <w:t xml:space="preserve"> </w:t>
            </w:r>
            <w:r w:rsidR="002E2366">
              <w:rPr>
                <w:rFonts w:cstheme="minorHAnsi"/>
                <w:noProof/>
              </w:rPr>
              <w:t>Letter</w:t>
            </w:r>
            <w:r w:rsidR="002E2366">
              <w:rPr>
                <w:rFonts w:cstheme="minorHAnsi"/>
                <w:noProof/>
              </w:rPr>
              <w:tab/>
            </w:r>
            <w:r w:rsidR="002E2366" w:rsidRPr="002E2366">
              <w:rPr>
                <w:rFonts w:cstheme="minorHAnsi"/>
                <w:noProof/>
              </w:rPr>
              <w:t xml:space="preserve"> </w:t>
            </w:r>
            <w:r w:rsidR="00AA7A92" w:rsidRPr="00AA7A92">
              <w:rPr>
                <w:rFonts w:cstheme="minorHAnsi"/>
                <w:b/>
                <w:bCs/>
                <w:sz w:val="20"/>
                <w:szCs w:val="20"/>
              </w:rPr>
              <w:t xml:space="preserve"> </w:t>
            </w:r>
            <w:sdt>
              <w:sdtPr>
                <w:rPr>
                  <w:rFonts w:cstheme="minorHAnsi"/>
                  <w:b/>
                  <w:bCs/>
                  <w:sz w:val="20"/>
                  <w:szCs w:val="20"/>
                </w:rPr>
                <w:id w:val="-236719548"/>
                <w14:checkbox>
                  <w14:checked w14:val="1"/>
                  <w14:checkedState w14:val="2612" w14:font="MS Gothic"/>
                  <w14:uncheckedState w14:val="2610" w14:font="MS Gothic"/>
                </w14:checkbox>
              </w:sdtPr>
              <w:sdtEndPr/>
              <w:sdtContent>
                <w:r w:rsidR="00FD04FB">
                  <w:rPr>
                    <w:rFonts w:ascii="MS Gothic" w:eastAsia="MS Gothic" w:hAnsi="MS Gothic" w:cstheme="minorHAnsi" w:hint="eastAsia"/>
                    <w:b/>
                    <w:bCs/>
                    <w:sz w:val="20"/>
                    <w:szCs w:val="20"/>
                  </w:rPr>
                  <w:t>☒</w:t>
                </w:r>
              </w:sdtContent>
            </w:sdt>
            <w:r w:rsidR="00AA7A92" w:rsidRPr="002E2366">
              <w:rPr>
                <w:rFonts w:cstheme="minorHAnsi"/>
                <w:noProof/>
              </w:rPr>
              <w:t xml:space="preserve"> </w:t>
            </w:r>
            <w:r w:rsidR="002E2366" w:rsidRPr="002E2366">
              <w:rPr>
                <w:rFonts w:cstheme="minorHAnsi"/>
                <w:noProof/>
              </w:rPr>
              <w:t xml:space="preserve"> </w:t>
            </w:r>
            <w:r w:rsidR="002E2366">
              <w:rPr>
                <w:rFonts w:cstheme="minorHAnsi"/>
                <w:noProof/>
              </w:rPr>
              <w:t>Both</w:t>
            </w:r>
          </w:p>
        </w:tc>
      </w:tr>
      <w:tr w:rsidR="007C725D" w14:paraId="2F4EA6C6" w14:textId="77777777" w:rsidTr="007C725D">
        <w:tc>
          <w:tcPr>
            <w:tcW w:w="10743" w:type="dxa"/>
            <w:shd w:val="clear" w:color="auto" w:fill="F2F2F2" w:themeFill="background1" w:themeFillShade="F2"/>
          </w:tcPr>
          <w:p w14:paraId="1FE64461" w14:textId="77777777" w:rsidR="007C725D" w:rsidRDefault="007C725D" w:rsidP="007C725D"/>
          <w:p w14:paraId="5FDA00AC" w14:textId="77777777" w:rsidR="007C725D" w:rsidRPr="007C725D" w:rsidRDefault="007C725D" w:rsidP="007C725D">
            <w:pPr>
              <w:pStyle w:val="ListParagraph"/>
              <w:numPr>
                <w:ilvl w:val="0"/>
                <w:numId w:val="10"/>
              </w:numPr>
              <w:rPr>
                <w:sz w:val="22"/>
                <w:szCs w:val="28"/>
              </w:rPr>
            </w:pPr>
            <w:r w:rsidRPr="007C725D">
              <w:rPr>
                <w:sz w:val="22"/>
                <w:szCs w:val="28"/>
              </w:rPr>
              <w:t xml:space="preserve">By signing this </w:t>
            </w:r>
            <w:r w:rsidR="00C04A7A" w:rsidRPr="007C725D">
              <w:rPr>
                <w:sz w:val="22"/>
                <w:szCs w:val="28"/>
              </w:rPr>
              <w:t>form,</w:t>
            </w:r>
            <w:r w:rsidRPr="007C725D">
              <w:rPr>
                <w:sz w:val="22"/>
                <w:szCs w:val="28"/>
              </w:rPr>
              <w:t xml:space="preserve"> the </w:t>
            </w:r>
            <w:r w:rsidR="00C04A7A">
              <w:rPr>
                <w:sz w:val="22"/>
                <w:szCs w:val="28"/>
              </w:rPr>
              <w:t>applicant</w:t>
            </w:r>
            <w:r w:rsidRPr="007C725D">
              <w:rPr>
                <w:sz w:val="22"/>
                <w:szCs w:val="28"/>
              </w:rPr>
              <w:t xml:space="preserve"> declare</w:t>
            </w:r>
            <w:r w:rsidR="00C04A7A">
              <w:rPr>
                <w:sz w:val="22"/>
                <w:szCs w:val="28"/>
              </w:rPr>
              <w:t>s</w:t>
            </w:r>
            <w:r w:rsidRPr="007C725D">
              <w:rPr>
                <w:sz w:val="22"/>
                <w:szCs w:val="28"/>
              </w:rPr>
              <w:t xml:space="preserve"> that the information provided in this application is true and correct. </w:t>
            </w:r>
            <w:bookmarkStart w:id="3" w:name="OLE_LINK82"/>
            <w:bookmarkStart w:id="4" w:name="OLE_LINK81"/>
          </w:p>
          <w:p w14:paraId="4958B29B" w14:textId="77777777" w:rsidR="007C725D" w:rsidRPr="007C725D" w:rsidRDefault="007C725D" w:rsidP="007C725D">
            <w:pPr>
              <w:pStyle w:val="ListParagraph"/>
              <w:numPr>
                <w:ilvl w:val="0"/>
                <w:numId w:val="10"/>
              </w:numPr>
              <w:rPr>
                <w:sz w:val="22"/>
                <w:szCs w:val="28"/>
              </w:rPr>
            </w:pPr>
            <w:r>
              <w:rPr>
                <w:sz w:val="22"/>
                <w:szCs w:val="28"/>
              </w:rPr>
              <w:t>Jabiru Kabolkmakmen</w:t>
            </w:r>
            <w:r w:rsidRPr="007C725D">
              <w:rPr>
                <w:sz w:val="22"/>
                <w:szCs w:val="28"/>
              </w:rPr>
              <w:t xml:space="preserve"> </w:t>
            </w:r>
            <w:r w:rsidR="00C04A7A">
              <w:rPr>
                <w:sz w:val="22"/>
                <w:szCs w:val="28"/>
              </w:rPr>
              <w:t xml:space="preserve">Ltd </w:t>
            </w:r>
            <w:r w:rsidRPr="007C725D">
              <w:rPr>
                <w:sz w:val="22"/>
                <w:szCs w:val="28"/>
              </w:rPr>
              <w:t xml:space="preserve">may request the </w:t>
            </w:r>
            <w:r w:rsidR="00C04A7A">
              <w:rPr>
                <w:sz w:val="22"/>
                <w:szCs w:val="28"/>
              </w:rPr>
              <w:t>applicant</w:t>
            </w:r>
            <w:r w:rsidRPr="007C725D">
              <w:rPr>
                <w:sz w:val="22"/>
                <w:szCs w:val="28"/>
              </w:rPr>
              <w:t xml:space="preserve"> to provide additional information to assess this application; failing to provide the requested information may hold up the assessment process. </w:t>
            </w:r>
          </w:p>
          <w:p w14:paraId="6AC8C244" w14:textId="77777777" w:rsidR="007C725D" w:rsidRPr="007C725D" w:rsidRDefault="007C725D" w:rsidP="007C725D">
            <w:pPr>
              <w:pStyle w:val="ListParagraph"/>
              <w:numPr>
                <w:ilvl w:val="0"/>
                <w:numId w:val="10"/>
              </w:numPr>
              <w:rPr>
                <w:sz w:val="22"/>
                <w:szCs w:val="28"/>
              </w:rPr>
            </w:pPr>
            <w:r w:rsidRPr="007C725D">
              <w:rPr>
                <w:sz w:val="22"/>
                <w:szCs w:val="28"/>
              </w:rPr>
              <w:t xml:space="preserve">The </w:t>
            </w:r>
            <w:r w:rsidR="00F3637E">
              <w:rPr>
                <w:sz w:val="22"/>
                <w:szCs w:val="28"/>
              </w:rPr>
              <w:t>applicant</w:t>
            </w:r>
            <w:r w:rsidRPr="007C725D">
              <w:rPr>
                <w:sz w:val="22"/>
                <w:szCs w:val="28"/>
              </w:rPr>
              <w:t xml:space="preserve"> accepts that the </w:t>
            </w:r>
            <w:r w:rsidR="00D54864">
              <w:rPr>
                <w:sz w:val="22"/>
                <w:szCs w:val="28"/>
              </w:rPr>
              <w:t>ARF</w:t>
            </w:r>
            <w:r w:rsidRPr="007C725D">
              <w:rPr>
                <w:sz w:val="22"/>
                <w:szCs w:val="28"/>
              </w:rPr>
              <w:t xml:space="preserve"> application and business plan may be reviewed by a third party</w:t>
            </w:r>
            <w:r w:rsidR="00782A5F">
              <w:rPr>
                <w:sz w:val="22"/>
                <w:szCs w:val="28"/>
              </w:rPr>
              <w:t xml:space="preserve">, and that Jabiru Kabolkmakmen </w:t>
            </w:r>
            <w:r w:rsidRPr="007C725D">
              <w:rPr>
                <w:sz w:val="22"/>
                <w:szCs w:val="28"/>
              </w:rPr>
              <w:t xml:space="preserve">may need to seek independent or expert advice in the process of assessing the </w:t>
            </w:r>
            <w:bookmarkEnd w:id="3"/>
            <w:bookmarkEnd w:id="4"/>
            <w:r w:rsidRPr="007C725D">
              <w:rPr>
                <w:sz w:val="22"/>
                <w:szCs w:val="28"/>
              </w:rPr>
              <w:t>proposal.</w:t>
            </w:r>
          </w:p>
          <w:p w14:paraId="32D1A25D" w14:textId="77777777" w:rsidR="007C725D" w:rsidRPr="007C725D" w:rsidRDefault="007C725D" w:rsidP="007C725D"/>
        </w:tc>
      </w:tr>
      <w:tr w:rsidR="00D54864" w14:paraId="6646D98F" w14:textId="77777777" w:rsidTr="005D6E55">
        <w:tc>
          <w:tcPr>
            <w:tcW w:w="10743" w:type="dxa"/>
            <w:shd w:val="clear" w:color="auto" w:fill="F2F2F2" w:themeFill="background1" w:themeFillShade="F2"/>
            <w:vAlign w:val="center"/>
          </w:tcPr>
          <w:p w14:paraId="7760BD5D" w14:textId="77777777" w:rsidR="00D54864" w:rsidRDefault="00D54864" w:rsidP="00D54864">
            <w:pPr>
              <w:rPr>
                <w:noProof/>
              </w:rPr>
            </w:pPr>
            <w:r w:rsidRPr="00D54864">
              <w:rPr>
                <w:b/>
                <w:bCs/>
              </w:rPr>
              <w:t>PRIMARY CONTACT PERSON</w:t>
            </w:r>
            <w:r w:rsidRPr="00D54864">
              <w:rPr>
                <w:b/>
                <w:bCs/>
                <w:noProof/>
              </w:rPr>
              <w:t xml:space="preserve"> </w:t>
            </w:r>
            <w:r w:rsidRPr="00D54864">
              <w:rPr>
                <w:noProof/>
              </w:rPr>
              <w:t>(Person authorised to act on behalf of organisation regarding property matters)</w:t>
            </w:r>
          </w:p>
          <w:p w14:paraId="554D84E8" w14:textId="77777777" w:rsidR="00D54864" w:rsidRDefault="00D54864" w:rsidP="00D54864">
            <w:pPr>
              <w:rPr>
                <w:b/>
                <w:bCs/>
                <w:noProof/>
              </w:rPr>
            </w:pPr>
          </w:p>
          <w:p w14:paraId="19F09652" w14:textId="77777777" w:rsidR="00D54864" w:rsidRPr="00417930" w:rsidRDefault="00D54864" w:rsidP="00D54864">
            <w:pPr>
              <w:rPr>
                <w:i/>
                <w:iCs/>
              </w:rPr>
            </w:pPr>
            <w:r>
              <w:t xml:space="preserve">Name: </w:t>
            </w:r>
            <w:r w:rsidR="00CB5353">
              <w:rPr>
                <w:rStyle w:val="BalloonTextChar"/>
              </w:rPr>
              <w:t xml:space="preserve"> </w:t>
            </w:r>
            <w:sdt>
              <w:sdtPr>
                <w:rPr>
                  <w:rStyle w:val="Emphasis"/>
                  <w:i w:val="0"/>
                  <w:iCs w:val="0"/>
                </w:rPr>
                <w:alias w:val="Type here"/>
                <w:tag w:val="Type here"/>
                <w:id w:val="2106072107"/>
                <w:placeholder>
                  <w:docPart w:val="35FF05DAE32545BA82EFA542B4EC76D2"/>
                </w:placeholder>
                <w:showingPlcHdr/>
                <w:text w:multiLine="1"/>
              </w:sdtPr>
              <w:sdtEndPr>
                <w:rPr>
                  <w:rStyle w:val="PlaceholderText"/>
                  <w:b w:val="0"/>
                  <w:i/>
                  <w:iCs/>
                  <w:color w:val="7F7F7F" w:themeColor="text1" w:themeTint="80"/>
                  <w:sz w:val="22"/>
                  <w:szCs w:val="20"/>
                </w:rPr>
              </w:sdtEndPr>
              <w:sdtContent>
                <w:r w:rsidR="00417930" w:rsidRPr="000927D0">
                  <w:rPr>
                    <w:color w:val="767171" w:themeColor="background2" w:themeShade="80"/>
                    <w:szCs w:val="20"/>
                    <w:shd w:val="clear" w:color="auto" w:fill="D9D9D9" w:themeFill="background1" w:themeFillShade="D9"/>
                  </w:rPr>
                  <w:t>Type here</w:t>
                </w:r>
              </w:sdtContent>
            </w:sdt>
            <w:r w:rsidR="00CB5353" w:rsidRPr="00417930">
              <w:rPr>
                <w:i/>
                <w:iCs/>
              </w:rPr>
              <w:t xml:space="preserve"> </w:t>
            </w:r>
            <w:r w:rsidR="00966C35" w:rsidRPr="00417930">
              <w:rPr>
                <w:i/>
                <w:iCs/>
              </w:rPr>
              <w:t xml:space="preserve"> </w:t>
            </w:r>
            <w:sdt>
              <w:sdtPr>
                <w:rPr>
                  <w:i/>
                  <w:iCs/>
                </w:rPr>
                <w:id w:val="1804522372"/>
                <w:placeholder>
                  <w:docPart w:val="046F8E0F2A38430A92B9B740BA0EF2D3"/>
                </w:placeholder>
                <w:showingPlcHdr/>
                <w:text w:multiLine="1"/>
              </w:sdtPr>
              <w:sdtEndPr/>
              <w:sdtContent>
                <w:r w:rsidRPr="00417930">
                  <w:rPr>
                    <w:i/>
                    <w:iCs/>
                  </w:rPr>
                  <w:t xml:space="preserve"> </w:t>
                </w:r>
              </w:sdtContent>
            </w:sdt>
          </w:p>
          <w:p w14:paraId="3DC379B1" w14:textId="77777777" w:rsidR="00D54864" w:rsidRDefault="00D54864" w:rsidP="00D54864"/>
          <w:p w14:paraId="0F205418" w14:textId="77777777" w:rsidR="00D54864" w:rsidRPr="00D54864" w:rsidRDefault="00D54864" w:rsidP="00D54864">
            <w:r>
              <w:t>Signature: ___________________________</w:t>
            </w:r>
            <w:r>
              <w:tab/>
            </w:r>
            <w:r>
              <w:tab/>
            </w:r>
            <w:r>
              <w:tab/>
            </w:r>
            <w:r>
              <w:tab/>
            </w:r>
            <w:r>
              <w:tab/>
              <w:t>Date:</w:t>
            </w:r>
            <w:r w:rsidR="00966C35" w:rsidRPr="001C6403">
              <w:rPr>
                <w:rStyle w:val="FormTextChar"/>
              </w:rPr>
              <w:t xml:space="preserve"> </w:t>
            </w:r>
            <w:r w:rsidR="00CB5353">
              <w:rPr>
                <w:rStyle w:val="BalloonTextChar"/>
              </w:rPr>
              <w:t xml:space="preserve"> </w:t>
            </w:r>
            <w:sdt>
              <w:sdtPr>
                <w:rPr>
                  <w:rStyle w:val="Emphasis"/>
                </w:rPr>
                <w:alias w:val="Type here"/>
                <w:tag w:val="Type here"/>
                <w:id w:val="75260277"/>
                <w:placeholder>
                  <w:docPart w:val="5527135BC16846C4941DB3BB1493BA34"/>
                </w:placeholder>
                <w:showingPlcHdr/>
                <w:text w:multiLine="1"/>
              </w:sdtPr>
              <w:sdtEndPr>
                <w:rPr>
                  <w:rStyle w:val="PlaceholderText"/>
                  <w:b w:val="0"/>
                  <w:i w:val="0"/>
                  <w:iCs w:val="0"/>
                  <w:color w:val="7F7F7F" w:themeColor="text1" w:themeTint="80"/>
                  <w:sz w:val="22"/>
                  <w:szCs w:val="20"/>
                </w:rPr>
              </w:sdtEndPr>
              <w:sdtContent>
                <w:r w:rsidR="00CB5353" w:rsidRPr="00CB5353">
                  <w:rPr>
                    <w:i/>
                    <w:iCs/>
                    <w:color w:val="767171" w:themeColor="background2" w:themeShade="80"/>
                    <w:sz w:val="20"/>
                    <w:szCs w:val="18"/>
                    <w:shd w:val="clear" w:color="auto" w:fill="D9D9D9" w:themeFill="background1" w:themeFillShade="D9"/>
                  </w:rPr>
                  <w:t>Type here</w:t>
                </w:r>
              </w:sdtContent>
            </w:sdt>
            <w:r w:rsidR="00CB5353" w:rsidRPr="00D54864">
              <w:t xml:space="preserve"> </w:t>
            </w:r>
            <w:r w:rsidR="00966C35" w:rsidRPr="00D54864">
              <w:t xml:space="preserve"> </w:t>
            </w:r>
          </w:p>
        </w:tc>
      </w:tr>
      <w:tr w:rsidR="00D54864" w14:paraId="12D2A278" w14:textId="77777777" w:rsidTr="005D6E55">
        <w:tc>
          <w:tcPr>
            <w:tcW w:w="10743" w:type="dxa"/>
            <w:shd w:val="clear" w:color="auto" w:fill="E0D0B4"/>
            <w:vAlign w:val="center"/>
          </w:tcPr>
          <w:p w14:paraId="47152FAC" w14:textId="77777777" w:rsidR="00D54864" w:rsidRPr="001C00F7" w:rsidRDefault="00D54864" w:rsidP="00D54864">
            <w:pPr>
              <w:pStyle w:val="Heading3"/>
              <w:framePr w:hSpace="0" w:wrap="auto" w:vAnchor="margin" w:hAnchor="text" w:xAlign="left" w:yAlign="inline"/>
              <w:outlineLvl w:val="2"/>
            </w:pPr>
            <w:r>
              <w:t>END OF SECTION 5</w:t>
            </w:r>
          </w:p>
        </w:tc>
      </w:tr>
      <w:tr w:rsidR="00D54864" w14:paraId="29B18EA5" w14:textId="77777777" w:rsidTr="005D6E55">
        <w:tc>
          <w:tcPr>
            <w:tcW w:w="10743" w:type="dxa"/>
            <w:shd w:val="clear" w:color="auto" w:fill="3C0919"/>
            <w:vAlign w:val="center"/>
          </w:tcPr>
          <w:p w14:paraId="35AF85EC" w14:textId="77777777" w:rsidR="00D54864" w:rsidRPr="00405143" w:rsidRDefault="00D54864" w:rsidP="00D54864">
            <w:pPr>
              <w:pStyle w:val="Heading3"/>
              <w:framePr w:hSpace="0" w:wrap="auto" w:vAnchor="margin" w:hAnchor="text" w:xAlign="left" w:yAlign="inline"/>
              <w:spacing w:before="0" w:after="0"/>
              <w:jc w:val="center"/>
              <w:outlineLvl w:val="2"/>
              <w:rPr>
                <w:sz w:val="22"/>
                <w:szCs w:val="18"/>
              </w:rPr>
            </w:pPr>
            <w:r w:rsidRPr="00405143">
              <w:rPr>
                <w:sz w:val="22"/>
                <w:szCs w:val="18"/>
              </w:rPr>
              <w:t>END OF FORM</w:t>
            </w:r>
          </w:p>
        </w:tc>
      </w:tr>
    </w:tbl>
    <w:p w14:paraId="1BBA169A" w14:textId="77777777" w:rsidR="00D54864" w:rsidRDefault="00D54864" w:rsidP="00A702DB">
      <w:pPr>
        <w:tabs>
          <w:tab w:val="left" w:pos="7845"/>
        </w:tabs>
      </w:pPr>
    </w:p>
    <w:sectPr w:rsidR="00D54864" w:rsidSect="0070543E">
      <w:headerReference w:type="default" r:id="rId24"/>
      <w:pgSz w:w="11906" w:h="16838"/>
      <w:pgMar w:top="1985" w:right="849" w:bottom="425" w:left="851"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F3EF8" w14:textId="77777777" w:rsidR="001C74C5" w:rsidRDefault="001C74C5" w:rsidP="000C67B6">
      <w:pPr>
        <w:spacing w:after="0"/>
      </w:pPr>
      <w:r>
        <w:separator/>
      </w:r>
    </w:p>
  </w:endnote>
  <w:endnote w:type="continuationSeparator" w:id="0">
    <w:p w14:paraId="18248DE4" w14:textId="77777777" w:rsidR="001C74C5" w:rsidRDefault="001C74C5" w:rsidP="000C67B6">
      <w:pPr>
        <w:spacing w:after="0"/>
      </w:pPr>
      <w:r>
        <w:continuationSeparator/>
      </w:r>
    </w:p>
  </w:endnote>
  <w:endnote w:type="continuationNotice" w:id="1">
    <w:p w14:paraId="1800AD6B" w14:textId="77777777" w:rsidR="001C74C5" w:rsidRDefault="001C74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nk Free">
    <w:panose1 w:val="03080402000500000000"/>
    <w:charset w:val="00"/>
    <w:family w:val="script"/>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U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A00000AF" w:usb1="5000604B" w:usb2="00000000" w:usb3="00000000" w:csb0="00000093" w:csb1="00000000"/>
  </w:font>
  <w:font w:name="Daytona">
    <w:altName w:val="Daytona"/>
    <w:charset w:val="00"/>
    <w:family w:val="swiss"/>
    <w:pitch w:val="variable"/>
    <w:sig w:usb0="800002EF" w:usb1="0000000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2E7DA" w14:textId="77777777" w:rsidR="00341272" w:rsidRPr="00846E3D" w:rsidRDefault="00341272" w:rsidP="00341272">
    <w:pPr>
      <w:pStyle w:val="Footer"/>
      <w:jc w:val="center"/>
      <w:rPr>
        <w:rFonts w:cstheme="minorHAnsi"/>
        <w:b/>
        <w:bCs/>
        <w:color w:val="3C0919"/>
        <w:sz w:val="18"/>
        <w:szCs w:val="18"/>
        <w:lang w:val="en-US"/>
      </w:rPr>
    </w:pPr>
    <w:r w:rsidRPr="00846E3D">
      <w:rPr>
        <w:rFonts w:asciiTheme="majorHAnsi" w:hAnsiTheme="majorHAnsi" w:cstheme="majorHAnsi"/>
        <w:b/>
        <w:bCs/>
        <w:color w:val="3C0919"/>
        <w:sz w:val="18"/>
        <w:szCs w:val="18"/>
        <w:lang w:val="en-US"/>
      </w:rPr>
      <w:t>Jabiru Kabolkmakmen Ltd (ACN 633</w:t>
    </w:r>
    <w:r w:rsidRPr="00846E3D">
      <w:rPr>
        <w:rFonts w:asciiTheme="majorHAnsi" w:hAnsiTheme="majorHAnsi" w:cstheme="majorHAnsi"/>
        <w:b/>
        <w:bCs/>
        <w:color w:val="000000"/>
        <w:sz w:val="18"/>
        <w:szCs w:val="18"/>
        <w:shd w:val="clear" w:color="auto" w:fill="FFFFFF"/>
      </w:rPr>
      <w:t xml:space="preserve"> </w:t>
    </w:r>
    <w:r w:rsidRPr="00846E3D">
      <w:rPr>
        <w:rFonts w:asciiTheme="majorHAnsi" w:hAnsiTheme="majorHAnsi" w:cstheme="majorHAnsi"/>
        <w:b/>
        <w:bCs/>
        <w:color w:val="3C0919"/>
        <w:sz w:val="18"/>
        <w:szCs w:val="18"/>
        <w:lang w:val="en-US"/>
      </w:rPr>
      <w:t>120</w:t>
    </w:r>
    <w:r w:rsidRPr="00846E3D">
      <w:rPr>
        <w:rFonts w:asciiTheme="majorHAnsi" w:hAnsiTheme="majorHAnsi" w:cstheme="majorHAnsi"/>
        <w:b/>
        <w:bCs/>
        <w:color w:val="000000"/>
        <w:sz w:val="18"/>
        <w:szCs w:val="18"/>
        <w:shd w:val="clear" w:color="auto" w:fill="FFFFFF"/>
      </w:rPr>
      <w:t xml:space="preserve"> </w:t>
    </w:r>
    <w:r w:rsidRPr="00846E3D">
      <w:rPr>
        <w:rFonts w:asciiTheme="majorHAnsi" w:hAnsiTheme="majorHAnsi" w:cstheme="majorHAnsi"/>
        <w:b/>
        <w:bCs/>
        <w:color w:val="3C0919"/>
        <w:sz w:val="18"/>
        <w:szCs w:val="18"/>
        <w:lang w:val="en-US"/>
      </w:rPr>
      <w:t>000</w:t>
    </w:r>
    <w:r w:rsidRPr="00846E3D">
      <w:rPr>
        <w:rFonts w:asciiTheme="majorHAnsi" w:hAnsiTheme="majorHAnsi" w:cstheme="majorHAnsi"/>
        <w:b/>
        <w:bCs/>
        <w:color w:val="000000"/>
        <w:sz w:val="18"/>
        <w:szCs w:val="18"/>
        <w:shd w:val="clear" w:color="auto" w:fill="FFFFFF"/>
      </w:rPr>
      <w:t>)</w:t>
    </w:r>
  </w:p>
  <w:p w14:paraId="21E57C40" w14:textId="77777777" w:rsidR="00341272" w:rsidRPr="00846E3D" w:rsidRDefault="00341272" w:rsidP="00341272">
    <w:pPr>
      <w:pStyle w:val="Footer"/>
      <w:jc w:val="center"/>
      <w:rPr>
        <w:rFonts w:asciiTheme="majorHAnsi" w:hAnsiTheme="majorHAnsi" w:cstheme="majorHAnsi"/>
        <w:color w:val="3C0919"/>
        <w:sz w:val="18"/>
        <w:szCs w:val="18"/>
      </w:rPr>
    </w:pPr>
    <w:r>
      <w:rPr>
        <w:rFonts w:asciiTheme="majorHAnsi" w:hAnsiTheme="majorHAnsi" w:cstheme="majorHAnsi"/>
        <w:color w:val="3C0919"/>
        <w:sz w:val="18"/>
        <w:szCs w:val="18"/>
        <w:lang w:val="en-US"/>
      </w:rPr>
      <w:t xml:space="preserve">Form 1: </w:t>
    </w:r>
    <w:r w:rsidRPr="00846E3D">
      <w:rPr>
        <w:rFonts w:asciiTheme="majorHAnsi" w:hAnsiTheme="majorHAnsi" w:cstheme="majorHAnsi"/>
        <w:color w:val="3C0919"/>
        <w:sz w:val="18"/>
        <w:szCs w:val="18"/>
        <w:lang w:val="en-US"/>
      </w:rPr>
      <w:t>Allocation Request Form</w:t>
    </w:r>
    <w:r>
      <w:rPr>
        <w:rFonts w:asciiTheme="majorHAnsi" w:hAnsiTheme="majorHAnsi" w:cstheme="majorHAnsi"/>
        <w:color w:val="3C0919"/>
        <w:sz w:val="18"/>
        <w:szCs w:val="18"/>
        <w:lang w:val="en-US"/>
      </w:rPr>
      <w:t xml:space="preserve"> v1 </w:t>
    </w:r>
    <w:proofErr w:type="gramStart"/>
    <w:r>
      <w:rPr>
        <w:rFonts w:asciiTheme="majorHAnsi" w:hAnsiTheme="majorHAnsi" w:cstheme="majorHAnsi"/>
        <w:color w:val="3C0919"/>
        <w:sz w:val="18"/>
        <w:szCs w:val="18"/>
        <w:lang w:val="en-US"/>
      </w:rPr>
      <w:t xml:space="preserve">- </w:t>
    </w:r>
    <w:r w:rsidRPr="00846E3D">
      <w:rPr>
        <w:rFonts w:asciiTheme="majorHAnsi" w:hAnsiTheme="majorHAnsi" w:cstheme="majorHAnsi"/>
        <w:color w:val="3C0919"/>
        <w:sz w:val="18"/>
        <w:szCs w:val="18"/>
        <w:lang w:val="en-US"/>
      </w:rPr>
      <w:t xml:space="preserve"> Sub</w:t>
    </w:r>
    <w:proofErr w:type="gramEnd"/>
    <w:r w:rsidRPr="00846E3D">
      <w:rPr>
        <w:rFonts w:asciiTheme="majorHAnsi" w:hAnsiTheme="majorHAnsi" w:cstheme="majorHAnsi"/>
        <w:color w:val="3C0919"/>
        <w:sz w:val="18"/>
        <w:szCs w:val="18"/>
        <w:lang w:val="en-US"/>
      </w:rPr>
      <w:t>-lease or other interest in Aboriginal land in Jabiru</w:t>
    </w:r>
  </w:p>
  <w:p w14:paraId="7BDC65DC" w14:textId="77777777" w:rsidR="005D6E55" w:rsidRPr="00341272" w:rsidRDefault="00341272" w:rsidP="00341272">
    <w:pPr>
      <w:spacing w:after="0"/>
      <w:ind w:right="-1"/>
      <w:jc w:val="center"/>
      <w:rPr>
        <w:rFonts w:asciiTheme="majorHAnsi" w:hAnsiTheme="majorHAnsi" w:cstheme="majorHAnsi"/>
        <w:color w:val="3C0919"/>
        <w:sz w:val="18"/>
        <w:szCs w:val="18"/>
        <w:lang w:val="en-US"/>
      </w:rPr>
    </w:pPr>
    <w:r w:rsidRPr="00846E3D">
      <w:rPr>
        <w:rFonts w:asciiTheme="majorHAnsi" w:hAnsiTheme="majorHAnsi" w:cstheme="majorHAnsi"/>
        <w:color w:val="3C0919"/>
        <w:sz w:val="18"/>
        <w:szCs w:val="18"/>
        <w:lang w:val="en-US"/>
      </w:rPr>
      <w:t xml:space="preserve">For more information refer to the FAQs on our website </w:t>
    </w:r>
    <w:hyperlink r:id="rId1" w:history="1">
      <w:r w:rsidRPr="00846E3D">
        <w:rPr>
          <w:rFonts w:asciiTheme="majorHAnsi" w:hAnsiTheme="majorHAnsi" w:cstheme="majorHAnsi"/>
          <w:color w:val="3C0919"/>
          <w:sz w:val="18"/>
          <w:szCs w:val="18"/>
          <w:u w:val="single"/>
          <w:lang w:val="en-US"/>
        </w:rPr>
        <w:t>www.jabirukabolkmakmen.com.au</w:t>
      </w:r>
    </w:hyperlink>
    <w:r w:rsidRPr="00846E3D">
      <w:rPr>
        <w:rFonts w:asciiTheme="majorHAnsi" w:hAnsiTheme="majorHAnsi" w:cstheme="majorHAnsi"/>
        <w:color w:val="3C0919"/>
        <w:sz w:val="18"/>
        <w:szCs w:val="18"/>
        <w:lang w:val="en-US"/>
      </w:rPr>
      <w:t>, call us on 08 8979 3203 or drop into our office.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52321" w14:textId="77777777" w:rsidR="005D6E55" w:rsidRPr="00846E3D" w:rsidRDefault="005D6E55" w:rsidP="00966C35">
    <w:pPr>
      <w:pStyle w:val="Footer"/>
      <w:jc w:val="center"/>
      <w:rPr>
        <w:rFonts w:cstheme="minorHAnsi"/>
        <w:b/>
        <w:bCs/>
        <w:color w:val="3C0919"/>
        <w:sz w:val="18"/>
        <w:szCs w:val="18"/>
        <w:lang w:val="en-US"/>
      </w:rPr>
    </w:pPr>
    <w:r w:rsidRPr="00846E3D">
      <w:rPr>
        <w:rFonts w:asciiTheme="majorHAnsi" w:hAnsiTheme="majorHAnsi" w:cstheme="majorHAnsi"/>
        <w:b/>
        <w:bCs/>
        <w:color w:val="3C0919"/>
        <w:sz w:val="18"/>
        <w:szCs w:val="18"/>
        <w:lang w:val="en-US"/>
      </w:rPr>
      <w:t>Jabiru Kabolkmakmen Ltd (ACN 633</w:t>
    </w:r>
    <w:r w:rsidRPr="00846E3D">
      <w:rPr>
        <w:rFonts w:asciiTheme="majorHAnsi" w:hAnsiTheme="majorHAnsi" w:cstheme="majorHAnsi"/>
        <w:b/>
        <w:bCs/>
        <w:color w:val="000000"/>
        <w:sz w:val="18"/>
        <w:szCs w:val="18"/>
        <w:shd w:val="clear" w:color="auto" w:fill="FFFFFF"/>
      </w:rPr>
      <w:t xml:space="preserve"> </w:t>
    </w:r>
    <w:r w:rsidRPr="00846E3D">
      <w:rPr>
        <w:rFonts w:asciiTheme="majorHAnsi" w:hAnsiTheme="majorHAnsi" w:cstheme="majorHAnsi"/>
        <w:b/>
        <w:bCs/>
        <w:color w:val="3C0919"/>
        <w:sz w:val="18"/>
        <w:szCs w:val="18"/>
        <w:lang w:val="en-US"/>
      </w:rPr>
      <w:t>120</w:t>
    </w:r>
    <w:r w:rsidRPr="00846E3D">
      <w:rPr>
        <w:rFonts w:asciiTheme="majorHAnsi" w:hAnsiTheme="majorHAnsi" w:cstheme="majorHAnsi"/>
        <w:b/>
        <w:bCs/>
        <w:color w:val="000000"/>
        <w:sz w:val="18"/>
        <w:szCs w:val="18"/>
        <w:shd w:val="clear" w:color="auto" w:fill="FFFFFF"/>
      </w:rPr>
      <w:t xml:space="preserve"> </w:t>
    </w:r>
    <w:r w:rsidRPr="00846E3D">
      <w:rPr>
        <w:rFonts w:asciiTheme="majorHAnsi" w:hAnsiTheme="majorHAnsi" w:cstheme="majorHAnsi"/>
        <w:b/>
        <w:bCs/>
        <w:color w:val="3C0919"/>
        <w:sz w:val="18"/>
        <w:szCs w:val="18"/>
        <w:lang w:val="en-US"/>
      </w:rPr>
      <w:t>000</w:t>
    </w:r>
    <w:r w:rsidRPr="00846E3D">
      <w:rPr>
        <w:rFonts w:asciiTheme="majorHAnsi" w:hAnsiTheme="majorHAnsi" w:cstheme="majorHAnsi"/>
        <w:b/>
        <w:bCs/>
        <w:color w:val="000000"/>
        <w:sz w:val="18"/>
        <w:szCs w:val="18"/>
        <w:shd w:val="clear" w:color="auto" w:fill="FFFFFF"/>
      </w:rPr>
      <w:t>)</w:t>
    </w:r>
  </w:p>
  <w:p w14:paraId="22C19290" w14:textId="77777777" w:rsidR="005D6E55" w:rsidRPr="00846E3D" w:rsidRDefault="00341272" w:rsidP="00966C35">
    <w:pPr>
      <w:pStyle w:val="Footer"/>
      <w:jc w:val="center"/>
      <w:rPr>
        <w:rFonts w:asciiTheme="majorHAnsi" w:hAnsiTheme="majorHAnsi" w:cstheme="majorHAnsi"/>
        <w:color w:val="3C0919"/>
        <w:sz w:val="18"/>
        <w:szCs w:val="18"/>
      </w:rPr>
    </w:pPr>
    <w:r>
      <w:rPr>
        <w:rFonts w:asciiTheme="majorHAnsi" w:hAnsiTheme="majorHAnsi" w:cstheme="majorHAnsi"/>
        <w:color w:val="3C0919"/>
        <w:sz w:val="18"/>
        <w:szCs w:val="18"/>
        <w:lang w:val="en-US"/>
      </w:rPr>
      <w:t xml:space="preserve">Form 1: </w:t>
    </w:r>
    <w:r w:rsidR="005D6E55" w:rsidRPr="00846E3D">
      <w:rPr>
        <w:rFonts w:asciiTheme="majorHAnsi" w:hAnsiTheme="majorHAnsi" w:cstheme="majorHAnsi"/>
        <w:color w:val="3C0919"/>
        <w:sz w:val="18"/>
        <w:szCs w:val="18"/>
        <w:lang w:val="en-US"/>
      </w:rPr>
      <w:t>Allocation Request Form</w:t>
    </w:r>
    <w:r w:rsidR="00537FF0">
      <w:rPr>
        <w:rFonts w:asciiTheme="majorHAnsi" w:hAnsiTheme="majorHAnsi" w:cstheme="majorHAnsi"/>
        <w:color w:val="3C0919"/>
        <w:sz w:val="18"/>
        <w:szCs w:val="18"/>
        <w:lang w:val="en-US"/>
      </w:rPr>
      <w:t xml:space="preserve"> v1 </w:t>
    </w:r>
    <w:proofErr w:type="gramStart"/>
    <w:r w:rsidR="00537FF0">
      <w:rPr>
        <w:rFonts w:asciiTheme="majorHAnsi" w:hAnsiTheme="majorHAnsi" w:cstheme="majorHAnsi"/>
        <w:color w:val="3C0919"/>
        <w:sz w:val="18"/>
        <w:szCs w:val="18"/>
        <w:lang w:val="en-US"/>
      </w:rPr>
      <w:t xml:space="preserve">- </w:t>
    </w:r>
    <w:r w:rsidR="005D6E55" w:rsidRPr="00846E3D">
      <w:rPr>
        <w:rFonts w:asciiTheme="majorHAnsi" w:hAnsiTheme="majorHAnsi" w:cstheme="majorHAnsi"/>
        <w:color w:val="3C0919"/>
        <w:sz w:val="18"/>
        <w:szCs w:val="18"/>
        <w:lang w:val="en-US"/>
      </w:rPr>
      <w:t xml:space="preserve"> Sub</w:t>
    </w:r>
    <w:proofErr w:type="gramEnd"/>
    <w:r w:rsidR="005D6E55" w:rsidRPr="00846E3D">
      <w:rPr>
        <w:rFonts w:asciiTheme="majorHAnsi" w:hAnsiTheme="majorHAnsi" w:cstheme="majorHAnsi"/>
        <w:color w:val="3C0919"/>
        <w:sz w:val="18"/>
        <w:szCs w:val="18"/>
        <w:lang w:val="en-US"/>
      </w:rPr>
      <w:t>-lease or other interest in Aboriginal land in Jabiru</w:t>
    </w:r>
  </w:p>
  <w:p w14:paraId="77207587" w14:textId="77777777" w:rsidR="005D6E55" w:rsidRPr="00846E3D" w:rsidRDefault="005D6E55" w:rsidP="00966C35">
    <w:pPr>
      <w:spacing w:after="0"/>
      <w:ind w:right="-1"/>
      <w:jc w:val="center"/>
      <w:rPr>
        <w:rFonts w:asciiTheme="majorHAnsi" w:hAnsiTheme="majorHAnsi" w:cstheme="majorHAnsi"/>
        <w:color w:val="3C0919"/>
        <w:sz w:val="18"/>
        <w:szCs w:val="18"/>
        <w:lang w:val="en-US"/>
      </w:rPr>
    </w:pPr>
    <w:r w:rsidRPr="00846E3D">
      <w:rPr>
        <w:rFonts w:asciiTheme="majorHAnsi" w:hAnsiTheme="majorHAnsi" w:cstheme="majorHAnsi"/>
        <w:color w:val="3C0919"/>
        <w:sz w:val="18"/>
        <w:szCs w:val="18"/>
        <w:lang w:val="en-US"/>
      </w:rPr>
      <w:t xml:space="preserve">For more information refer to the FAQs on our website </w:t>
    </w:r>
    <w:hyperlink r:id="rId1" w:history="1">
      <w:r w:rsidRPr="00846E3D">
        <w:rPr>
          <w:rFonts w:asciiTheme="majorHAnsi" w:hAnsiTheme="majorHAnsi" w:cstheme="majorHAnsi"/>
          <w:color w:val="3C0919"/>
          <w:sz w:val="18"/>
          <w:szCs w:val="18"/>
          <w:u w:val="single"/>
          <w:lang w:val="en-US"/>
        </w:rPr>
        <w:t>www.jabirukabolkmakmen.com.au</w:t>
      </w:r>
    </w:hyperlink>
    <w:r w:rsidRPr="00846E3D">
      <w:rPr>
        <w:rFonts w:asciiTheme="majorHAnsi" w:hAnsiTheme="majorHAnsi" w:cstheme="majorHAnsi"/>
        <w:color w:val="3C0919"/>
        <w:sz w:val="18"/>
        <w:szCs w:val="18"/>
        <w:lang w:val="en-US"/>
      </w:rPr>
      <w:t>, call us on 08 8979 3203 or drop into our office.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EC528" w14:textId="77777777" w:rsidR="005D6E55" w:rsidRDefault="005D6E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0B5CE" w14:textId="77777777" w:rsidR="001C74C5" w:rsidRDefault="001C74C5" w:rsidP="000C67B6">
      <w:pPr>
        <w:spacing w:after="0"/>
      </w:pPr>
      <w:bookmarkStart w:id="0" w:name="_Hlk19880141"/>
      <w:bookmarkEnd w:id="0"/>
      <w:r>
        <w:separator/>
      </w:r>
    </w:p>
  </w:footnote>
  <w:footnote w:type="continuationSeparator" w:id="0">
    <w:p w14:paraId="403ECD71" w14:textId="77777777" w:rsidR="001C74C5" w:rsidRDefault="001C74C5" w:rsidP="000C67B6">
      <w:pPr>
        <w:spacing w:after="0"/>
      </w:pPr>
      <w:r>
        <w:continuationSeparator/>
      </w:r>
    </w:p>
  </w:footnote>
  <w:footnote w:type="continuationNotice" w:id="1">
    <w:p w14:paraId="22025D62" w14:textId="77777777" w:rsidR="001C74C5" w:rsidRDefault="001C74C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3EABE" w14:textId="77777777" w:rsidR="005D6E55" w:rsidRDefault="005D6E55" w:rsidP="00A34C03">
    <w:pPr>
      <w:pStyle w:val="Header"/>
      <w:tabs>
        <w:tab w:val="clear" w:pos="9026"/>
        <w:tab w:val="right" w:pos="8647"/>
      </w:tabs>
      <w:ind w:left="-709" w:right="-306"/>
      <w:jc w:val="right"/>
      <w:rPr>
        <w:b/>
        <w:color w:val="F95738"/>
        <w:sz w:val="32"/>
        <w:szCs w:val="32"/>
      </w:rPr>
    </w:pPr>
    <w:r w:rsidRPr="00856ACB">
      <w:rPr>
        <w:noProof/>
        <w:sz w:val="14"/>
        <w:szCs w:val="16"/>
      </w:rPr>
      <w:drawing>
        <wp:anchor distT="0" distB="0" distL="114300" distR="114300" simplePos="0" relativeHeight="251658240" behindDoc="1" locked="0" layoutInCell="1" allowOverlap="1" wp14:anchorId="186970B0" wp14:editId="2014DE64">
          <wp:simplePos x="0" y="0"/>
          <wp:positionH relativeFrom="column">
            <wp:posOffset>-552450</wp:posOffset>
          </wp:positionH>
          <wp:positionV relativeFrom="paragraph">
            <wp:posOffset>-327025</wp:posOffset>
          </wp:positionV>
          <wp:extent cx="1885950" cy="1079500"/>
          <wp:effectExtent l="0" t="0" r="0" b="6350"/>
          <wp:wrapTight wrapText="bothSides">
            <wp:wrapPolygon edited="0">
              <wp:start x="0" y="0"/>
              <wp:lineTo x="0" y="21346"/>
              <wp:lineTo x="21382" y="21346"/>
              <wp:lineTo x="2138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Jabiru_Kabolkmakmen_Logo_RGB__Full_Colour.jpg"/>
                  <pic:cNvPicPr/>
                </pic:nvPicPr>
                <pic:blipFill rotWithShape="1">
                  <a:blip r:embed="rId1">
                    <a:extLst>
                      <a:ext uri="{28A0092B-C50C-407E-A947-70E740481C1C}">
                        <a14:useLocalDpi xmlns:a14="http://schemas.microsoft.com/office/drawing/2010/main" val="0"/>
                      </a:ext>
                    </a:extLst>
                  </a:blip>
                  <a:srcRect b="13944"/>
                  <a:stretch/>
                </pic:blipFill>
                <pic:spPr bwMode="auto">
                  <a:xfrm>
                    <a:off x="0" y="0"/>
                    <a:ext cx="1885950"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56ACB">
      <w:rPr>
        <w:b/>
        <w:color w:val="F95738"/>
        <w:sz w:val="32"/>
        <w:szCs w:val="32"/>
      </w:rPr>
      <w:t>ALLOCATION REQUEST FORM</w:t>
    </w:r>
    <w:r>
      <w:rPr>
        <w:b/>
        <w:color w:val="F95738"/>
        <w:sz w:val="32"/>
        <w:szCs w:val="32"/>
      </w:rPr>
      <w:t xml:space="preserve"> – SECTION 1</w:t>
    </w:r>
  </w:p>
  <w:p w14:paraId="7C614F2A" w14:textId="77777777" w:rsidR="005D6E55" w:rsidRPr="00CB7433" w:rsidRDefault="005D6E55" w:rsidP="00A34C03">
    <w:pPr>
      <w:pStyle w:val="Header"/>
      <w:tabs>
        <w:tab w:val="clear" w:pos="9026"/>
        <w:tab w:val="right" w:pos="8647"/>
      </w:tabs>
      <w:ind w:left="-709" w:right="-306"/>
      <w:jc w:val="right"/>
      <w:rPr>
        <w:b/>
        <w:color w:val="F95738"/>
        <w:sz w:val="44"/>
        <w:szCs w:val="44"/>
      </w:rPr>
    </w:pPr>
    <w:r w:rsidRPr="00856ACB">
      <w:rPr>
        <w:b/>
        <w:color w:val="F95738"/>
        <w:sz w:val="32"/>
        <w:szCs w:val="32"/>
      </w:rPr>
      <w:t xml:space="preserve">BUSINESS / COMMERCIAL ENTITY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184D4" w14:textId="77777777" w:rsidR="005D6E55" w:rsidRDefault="005D6E55" w:rsidP="009B4EDE">
    <w:pPr>
      <w:pStyle w:val="Header"/>
      <w:tabs>
        <w:tab w:val="clear" w:pos="9026"/>
        <w:tab w:val="right" w:pos="8647"/>
      </w:tabs>
      <w:ind w:left="-709" w:right="-23"/>
      <w:jc w:val="right"/>
      <w:rPr>
        <w:b/>
        <w:color w:val="F95738"/>
        <w:sz w:val="44"/>
        <w:szCs w:val="44"/>
      </w:rPr>
    </w:pPr>
    <w:r w:rsidRPr="00053F66">
      <w:rPr>
        <w:noProof/>
      </w:rPr>
      <w:drawing>
        <wp:anchor distT="0" distB="0" distL="114300" distR="114300" simplePos="0" relativeHeight="251658241" behindDoc="1" locked="0" layoutInCell="1" allowOverlap="1" wp14:anchorId="5BA45C9F" wp14:editId="4B8225BD">
          <wp:simplePos x="0" y="0"/>
          <wp:positionH relativeFrom="column">
            <wp:posOffset>28575</wp:posOffset>
          </wp:positionH>
          <wp:positionV relativeFrom="paragraph">
            <wp:posOffset>-271780</wp:posOffset>
          </wp:positionV>
          <wp:extent cx="1885950" cy="1079500"/>
          <wp:effectExtent l="0" t="0" r="0" b="6350"/>
          <wp:wrapTight wrapText="bothSides">
            <wp:wrapPolygon edited="0">
              <wp:start x="0" y="0"/>
              <wp:lineTo x="0" y="21346"/>
              <wp:lineTo x="21382" y="21346"/>
              <wp:lineTo x="2138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Jabiru_Kabolkmakmen_Logo_RGB__Full_Colour.jpg"/>
                  <pic:cNvPicPr/>
                </pic:nvPicPr>
                <pic:blipFill rotWithShape="1">
                  <a:blip r:embed="rId1">
                    <a:extLst>
                      <a:ext uri="{28A0092B-C50C-407E-A947-70E740481C1C}">
                        <a14:useLocalDpi xmlns:a14="http://schemas.microsoft.com/office/drawing/2010/main" val="0"/>
                      </a:ext>
                    </a:extLst>
                  </a:blip>
                  <a:srcRect b="13944"/>
                  <a:stretch/>
                </pic:blipFill>
                <pic:spPr bwMode="auto">
                  <a:xfrm>
                    <a:off x="0" y="0"/>
                    <a:ext cx="1885950"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3F66">
      <w:rPr>
        <w:b/>
        <w:color w:val="F95738"/>
        <w:sz w:val="44"/>
        <w:szCs w:val="44"/>
      </w:rPr>
      <w:t>ALLOCATION REQUEST FORM</w:t>
    </w:r>
  </w:p>
  <w:tbl>
    <w:tblPr>
      <w:tblStyle w:val="TableGrid"/>
      <w:tblpPr w:leftFromText="181" w:rightFromText="181" w:vertAnchor="text" w:horzAnchor="margin" w:tblpX="3481" w:tblpY="1"/>
      <w:tblOverlap w:val="never"/>
      <w:tblW w:w="677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6774"/>
    </w:tblGrid>
    <w:tr w:rsidR="005D6E55" w14:paraId="4545E316" w14:textId="77777777" w:rsidTr="005E678F">
      <w:tc>
        <w:tcPr>
          <w:tcW w:w="6774" w:type="dxa"/>
          <w:shd w:val="clear" w:color="auto" w:fill="F95738"/>
          <w:vAlign w:val="center"/>
        </w:tcPr>
        <w:p w14:paraId="32C18631" w14:textId="77777777" w:rsidR="005D6E55" w:rsidRPr="009B4EDE" w:rsidRDefault="005D6E55" w:rsidP="005E678F">
          <w:pPr>
            <w:pStyle w:val="Heading3"/>
            <w:framePr w:hSpace="0" w:wrap="auto" w:vAnchor="margin" w:hAnchor="text" w:xAlign="left" w:yAlign="inline"/>
            <w:spacing w:before="0" w:after="0"/>
            <w:outlineLvl w:val="2"/>
          </w:pPr>
          <w:r w:rsidRPr="009B4EDE">
            <w:t>GUIDELINES</w:t>
          </w:r>
        </w:p>
      </w:tc>
    </w:tr>
  </w:tbl>
  <w:p w14:paraId="2525A24E" w14:textId="77777777" w:rsidR="005D6E55" w:rsidRPr="009B4EDE" w:rsidRDefault="005D6E55" w:rsidP="009B4EDE">
    <w:pPr>
      <w:spacing w:before="0" w:after="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03466" w14:textId="77777777" w:rsidR="005D6E55" w:rsidRDefault="005D6E55" w:rsidP="00A17BF9">
    <w:pPr>
      <w:pStyle w:val="Header"/>
      <w:tabs>
        <w:tab w:val="clear" w:pos="9026"/>
        <w:tab w:val="right" w:pos="8647"/>
      </w:tabs>
      <w:ind w:left="-709" w:right="-23"/>
      <w:jc w:val="right"/>
      <w:rPr>
        <w:b/>
        <w:color w:val="F95738"/>
        <w:sz w:val="44"/>
        <w:szCs w:val="44"/>
      </w:rPr>
    </w:pPr>
    <w:r>
      <w:tab/>
    </w:r>
    <w:r w:rsidRPr="00053F66">
      <w:rPr>
        <w:noProof/>
      </w:rPr>
      <w:drawing>
        <wp:anchor distT="0" distB="0" distL="114300" distR="114300" simplePos="0" relativeHeight="251658245" behindDoc="1" locked="0" layoutInCell="1" allowOverlap="1" wp14:anchorId="5AEEA5AA" wp14:editId="10565B14">
          <wp:simplePos x="0" y="0"/>
          <wp:positionH relativeFrom="column">
            <wp:posOffset>28575</wp:posOffset>
          </wp:positionH>
          <wp:positionV relativeFrom="paragraph">
            <wp:posOffset>-271780</wp:posOffset>
          </wp:positionV>
          <wp:extent cx="1885950" cy="1079500"/>
          <wp:effectExtent l="0" t="0" r="0" b="6350"/>
          <wp:wrapTight wrapText="bothSides">
            <wp:wrapPolygon edited="0">
              <wp:start x="0" y="0"/>
              <wp:lineTo x="0" y="21346"/>
              <wp:lineTo x="21382" y="21346"/>
              <wp:lineTo x="2138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Jabiru_Kabolkmakmen_Logo_RGB__Full_Colour.jpg"/>
                  <pic:cNvPicPr/>
                </pic:nvPicPr>
                <pic:blipFill rotWithShape="1">
                  <a:blip r:embed="rId1">
                    <a:extLst>
                      <a:ext uri="{28A0092B-C50C-407E-A947-70E740481C1C}">
                        <a14:useLocalDpi xmlns:a14="http://schemas.microsoft.com/office/drawing/2010/main" val="0"/>
                      </a:ext>
                    </a:extLst>
                  </a:blip>
                  <a:srcRect b="13944"/>
                  <a:stretch/>
                </pic:blipFill>
                <pic:spPr bwMode="auto">
                  <a:xfrm>
                    <a:off x="0" y="0"/>
                    <a:ext cx="1885950"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3F66">
      <w:rPr>
        <w:b/>
        <w:color w:val="F95738"/>
        <w:sz w:val="44"/>
        <w:szCs w:val="44"/>
      </w:rPr>
      <w:t>ALLOCATION REQUEST FORM</w:t>
    </w:r>
  </w:p>
  <w:tbl>
    <w:tblPr>
      <w:tblStyle w:val="TableGrid"/>
      <w:tblpPr w:leftFromText="181" w:rightFromText="181" w:vertAnchor="text" w:horzAnchor="margin" w:tblpX="3481" w:tblpY="1"/>
      <w:tblOverlap w:val="never"/>
      <w:tblW w:w="677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6774"/>
    </w:tblGrid>
    <w:tr w:rsidR="005D6E55" w14:paraId="38D70F84" w14:textId="77777777" w:rsidTr="00A17BF9">
      <w:tc>
        <w:tcPr>
          <w:tcW w:w="6774" w:type="dxa"/>
          <w:shd w:val="clear" w:color="auto" w:fill="F95738"/>
          <w:vAlign w:val="center"/>
        </w:tcPr>
        <w:p w14:paraId="7066F522" w14:textId="77777777" w:rsidR="005D6E55" w:rsidRPr="009B4EDE" w:rsidRDefault="005D6E55" w:rsidP="00A17BF9">
          <w:pPr>
            <w:pStyle w:val="Heading3"/>
            <w:framePr w:hSpace="0" w:wrap="auto" w:vAnchor="margin" w:hAnchor="text" w:xAlign="left" w:yAlign="inline"/>
            <w:spacing w:before="0" w:after="0"/>
            <w:outlineLvl w:val="2"/>
          </w:pPr>
          <w:r>
            <w:t>SECTION 2 – BUSINESS &amp; INVESTMENT INTEREST</w:t>
          </w:r>
        </w:p>
      </w:tc>
    </w:tr>
  </w:tbl>
  <w:tbl>
    <w:tblPr>
      <w:tblStyle w:val="TableGrid"/>
      <w:tblW w:w="6809" w:type="dxa"/>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556"/>
    </w:tblGrid>
    <w:tr w:rsidR="0044410C" w14:paraId="6AB61A17" w14:textId="77777777" w:rsidTr="00ED3EC5">
      <w:tc>
        <w:tcPr>
          <w:tcW w:w="4253" w:type="dxa"/>
          <w:shd w:val="clear" w:color="auto" w:fill="EFE8D9"/>
          <w:vAlign w:val="center"/>
        </w:tcPr>
        <w:p w14:paraId="2D7AFFAA" w14:textId="77777777" w:rsidR="0044410C" w:rsidRPr="004D7C01" w:rsidRDefault="0044410C" w:rsidP="0044410C">
          <w:pPr>
            <w:jc w:val="right"/>
            <w:rPr>
              <w:b/>
              <w:bCs/>
              <w:szCs w:val="20"/>
            </w:rPr>
          </w:pPr>
          <w:r w:rsidRPr="004D7C01">
            <w:rPr>
              <w:b/>
              <w:bCs/>
              <w:szCs w:val="20"/>
            </w:rPr>
            <w:t>Date of Application:</w:t>
          </w:r>
        </w:p>
      </w:tc>
      <w:tc>
        <w:tcPr>
          <w:tcW w:w="2556" w:type="dxa"/>
          <w:shd w:val="clear" w:color="auto" w:fill="F2F2F2" w:themeFill="background1" w:themeFillShade="F2"/>
          <w:vAlign w:val="center"/>
        </w:tcPr>
        <w:p w14:paraId="62AEE5E3" w14:textId="77777777" w:rsidR="0044410C" w:rsidRPr="004D7C01" w:rsidRDefault="0044410C" w:rsidP="0044410C">
          <w:pPr>
            <w:pStyle w:val="NoSpacing"/>
            <w:jc w:val="center"/>
          </w:pPr>
          <w:r>
            <w:fldChar w:fldCharType="begin"/>
          </w:r>
          <w:r>
            <w:instrText xml:space="preserve"> DATE \@ "d MMMM yyyy" </w:instrText>
          </w:r>
          <w:r>
            <w:fldChar w:fldCharType="separate"/>
          </w:r>
          <w:r w:rsidR="001C74C5">
            <w:rPr>
              <w:noProof/>
            </w:rPr>
            <w:t>2 June 2020</w:t>
          </w:r>
          <w:r>
            <w:fldChar w:fldCharType="end"/>
          </w:r>
        </w:p>
      </w:tc>
    </w:tr>
  </w:tbl>
  <w:p w14:paraId="6713E262" w14:textId="77777777" w:rsidR="005D6E55" w:rsidRPr="00A17BF9" w:rsidRDefault="005D6E55" w:rsidP="00A17BF9">
    <w:pPr>
      <w:pStyle w:val="Header"/>
      <w:tabs>
        <w:tab w:val="clear" w:pos="4513"/>
        <w:tab w:val="clear" w:pos="9026"/>
        <w:tab w:val="left" w:pos="2430"/>
      </w:tabs>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79552" w14:textId="77777777" w:rsidR="005D6E55" w:rsidRDefault="005D6E55" w:rsidP="005E678F">
    <w:pPr>
      <w:pStyle w:val="Header"/>
      <w:tabs>
        <w:tab w:val="clear" w:pos="9026"/>
        <w:tab w:val="right" w:pos="8647"/>
      </w:tabs>
      <w:ind w:left="-709" w:right="-23"/>
      <w:jc w:val="right"/>
      <w:rPr>
        <w:b/>
        <w:color w:val="F95738"/>
        <w:sz w:val="44"/>
        <w:szCs w:val="44"/>
      </w:rPr>
    </w:pPr>
    <w:r w:rsidRPr="00053F66">
      <w:rPr>
        <w:noProof/>
      </w:rPr>
      <w:drawing>
        <wp:anchor distT="0" distB="0" distL="114300" distR="114300" simplePos="0" relativeHeight="251658242" behindDoc="1" locked="0" layoutInCell="1" allowOverlap="1" wp14:anchorId="5BF0CC74" wp14:editId="3FE07534">
          <wp:simplePos x="0" y="0"/>
          <wp:positionH relativeFrom="column">
            <wp:posOffset>28575</wp:posOffset>
          </wp:positionH>
          <wp:positionV relativeFrom="paragraph">
            <wp:posOffset>-271780</wp:posOffset>
          </wp:positionV>
          <wp:extent cx="1885950" cy="1079500"/>
          <wp:effectExtent l="0" t="0" r="0" b="6350"/>
          <wp:wrapTight wrapText="bothSides">
            <wp:wrapPolygon edited="0">
              <wp:start x="0" y="0"/>
              <wp:lineTo x="0" y="21346"/>
              <wp:lineTo x="21382" y="21346"/>
              <wp:lineTo x="21382"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Jabiru_Kabolkmakmen_Logo_RGB__Full_Colour.jpg"/>
                  <pic:cNvPicPr/>
                </pic:nvPicPr>
                <pic:blipFill rotWithShape="1">
                  <a:blip r:embed="rId1">
                    <a:extLst>
                      <a:ext uri="{28A0092B-C50C-407E-A947-70E740481C1C}">
                        <a14:useLocalDpi xmlns:a14="http://schemas.microsoft.com/office/drawing/2010/main" val="0"/>
                      </a:ext>
                    </a:extLst>
                  </a:blip>
                  <a:srcRect b="13944"/>
                  <a:stretch/>
                </pic:blipFill>
                <pic:spPr bwMode="auto">
                  <a:xfrm>
                    <a:off x="0" y="0"/>
                    <a:ext cx="1885950"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3F66">
      <w:rPr>
        <w:b/>
        <w:color w:val="F95738"/>
        <w:sz w:val="44"/>
        <w:szCs w:val="44"/>
      </w:rPr>
      <w:t>ALLOCATION REQUEST FORM</w:t>
    </w:r>
  </w:p>
  <w:tbl>
    <w:tblPr>
      <w:tblStyle w:val="TableGrid"/>
      <w:tblpPr w:leftFromText="181" w:rightFromText="181" w:vertAnchor="text" w:horzAnchor="margin" w:tblpX="3481" w:tblpY="1"/>
      <w:tblOverlap w:val="never"/>
      <w:tblW w:w="677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6774"/>
    </w:tblGrid>
    <w:tr w:rsidR="005D6E55" w14:paraId="49AF1635" w14:textId="77777777" w:rsidTr="00365798">
      <w:tc>
        <w:tcPr>
          <w:tcW w:w="6774" w:type="dxa"/>
          <w:shd w:val="clear" w:color="auto" w:fill="F95738"/>
          <w:vAlign w:val="center"/>
        </w:tcPr>
        <w:p w14:paraId="1A585484" w14:textId="77777777" w:rsidR="005D6E55" w:rsidRPr="009B4EDE" w:rsidRDefault="005D6E55" w:rsidP="005E678F">
          <w:pPr>
            <w:pStyle w:val="Heading3"/>
            <w:framePr w:hSpace="0" w:wrap="auto" w:vAnchor="margin" w:hAnchor="text" w:xAlign="left" w:yAlign="inline"/>
            <w:spacing w:before="0" w:after="0"/>
            <w:outlineLvl w:val="2"/>
          </w:pPr>
          <w:r>
            <w:t>SECTION 1 – APPLICANT DETAILS</w:t>
          </w:r>
        </w:p>
      </w:tc>
    </w:tr>
  </w:tbl>
  <w:p w14:paraId="5CF3C951" w14:textId="77777777" w:rsidR="005D6E55" w:rsidRPr="005E678F" w:rsidRDefault="005D6E55" w:rsidP="005E678F">
    <w:pP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F6664" w14:textId="77777777" w:rsidR="005D6E55" w:rsidRDefault="005D6E55" w:rsidP="005E678F">
    <w:pPr>
      <w:pStyle w:val="Header"/>
      <w:tabs>
        <w:tab w:val="clear" w:pos="9026"/>
        <w:tab w:val="right" w:pos="8647"/>
      </w:tabs>
      <w:ind w:left="-709" w:right="-23"/>
      <w:jc w:val="right"/>
      <w:rPr>
        <w:b/>
        <w:color w:val="F95738"/>
        <w:sz w:val="44"/>
        <w:szCs w:val="44"/>
      </w:rPr>
    </w:pPr>
    <w:r w:rsidRPr="00053F66">
      <w:rPr>
        <w:noProof/>
      </w:rPr>
      <w:drawing>
        <wp:anchor distT="0" distB="0" distL="114300" distR="114300" simplePos="0" relativeHeight="251658243" behindDoc="1" locked="0" layoutInCell="1" allowOverlap="1" wp14:anchorId="20FD176C" wp14:editId="2878414F">
          <wp:simplePos x="0" y="0"/>
          <wp:positionH relativeFrom="column">
            <wp:posOffset>28575</wp:posOffset>
          </wp:positionH>
          <wp:positionV relativeFrom="paragraph">
            <wp:posOffset>-271780</wp:posOffset>
          </wp:positionV>
          <wp:extent cx="1885950" cy="1079500"/>
          <wp:effectExtent l="0" t="0" r="0" b="6350"/>
          <wp:wrapTight wrapText="bothSides">
            <wp:wrapPolygon edited="0">
              <wp:start x="0" y="0"/>
              <wp:lineTo x="0" y="21346"/>
              <wp:lineTo x="21382" y="21346"/>
              <wp:lineTo x="2138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Jabiru_Kabolkmakmen_Logo_RGB__Full_Colour.jpg"/>
                  <pic:cNvPicPr/>
                </pic:nvPicPr>
                <pic:blipFill rotWithShape="1">
                  <a:blip r:embed="rId1">
                    <a:extLst>
                      <a:ext uri="{28A0092B-C50C-407E-A947-70E740481C1C}">
                        <a14:useLocalDpi xmlns:a14="http://schemas.microsoft.com/office/drawing/2010/main" val="0"/>
                      </a:ext>
                    </a:extLst>
                  </a:blip>
                  <a:srcRect b="13944"/>
                  <a:stretch/>
                </pic:blipFill>
                <pic:spPr bwMode="auto">
                  <a:xfrm>
                    <a:off x="0" y="0"/>
                    <a:ext cx="1885950"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3F66">
      <w:rPr>
        <w:b/>
        <w:color w:val="F95738"/>
        <w:sz w:val="44"/>
        <w:szCs w:val="44"/>
      </w:rPr>
      <w:t>ALLOCATION REQUEST FORM</w:t>
    </w:r>
  </w:p>
  <w:tbl>
    <w:tblPr>
      <w:tblStyle w:val="TableGrid"/>
      <w:tblpPr w:leftFromText="181" w:rightFromText="181" w:vertAnchor="text" w:horzAnchor="margin" w:tblpX="3481" w:tblpY="1"/>
      <w:tblOverlap w:val="never"/>
      <w:tblW w:w="677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6774"/>
    </w:tblGrid>
    <w:tr w:rsidR="005D6E55" w14:paraId="1C26A967" w14:textId="77777777" w:rsidTr="00365798">
      <w:tc>
        <w:tcPr>
          <w:tcW w:w="6774" w:type="dxa"/>
          <w:shd w:val="clear" w:color="auto" w:fill="F95738"/>
          <w:vAlign w:val="center"/>
        </w:tcPr>
        <w:p w14:paraId="04B7D9AE" w14:textId="77777777" w:rsidR="005D6E55" w:rsidRPr="009B4EDE" w:rsidRDefault="005D6E55" w:rsidP="005E678F">
          <w:pPr>
            <w:pStyle w:val="Heading3"/>
            <w:framePr w:hSpace="0" w:wrap="auto" w:vAnchor="margin" w:hAnchor="text" w:xAlign="left" w:yAlign="inline"/>
            <w:spacing w:before="0" w:after="0"/>
            <w:outlineLvl w:val="2"/>
          </w:pPr>
          <w:r>
            <w:t>SECTION 2 – BUSINESS &amp; INVESTMENT INTEREST</w:t>
          </w:r>
        </w:p>
      </w:tc>
    </w:tr>
  </w:tbl>
  <w:p w14:paraId="123D88F2" w14:textId="77777777" w:rsidR="005D6E55" w:rsidRPr="005E678F" w:rsidRDefault="005D6E55" w:rsidP="005E678F">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D1B24" w14:textId="77777777" w:rsidR="005D6E55" w:rsidRDefault="005D6E55" w:rsidP="00A17BF9">
    <w:pPr>
      <w:pStyle w:val="Header"/>
      <w:tabs>
        <w:tab w:val="clear" w:pos="9026"/>
        <w:tab w:val="right" w:pos="8647"/>
      </w:tabs>
      <w:ind w:left="-709" w:right="-23"/>
      <w:jc w:val="right"/>
      <w:rPr>
        <w:b/>
        <w:color w:val="F95738"/>
        <w:sz w:val="44"/>
        <w:szCs w:val="44"/>
      </w:rPr>
    </w:pPr>
    <w:r>
      <w:tab/>
    </w:r>
    <w:r w:rsidRPr="00053F66">
      <w:rPr>
        <w:noProof/>
      </w:rPr>
      <w:drawing>
        <wp:anchor distT="0" distB="0" distL="114300" distR="114300" simplePos="0" relativeHeight="251658246" behindDoc="1" locked="0" layoutInCell="1" allowOverlap="1" wp14:anchorId="286E3A95" wp14:editId="27CA3987">
          <wp:simplePos x="0" y="0"/>
          <wp:positionH relativeFrom="column">
            <wp:posOffset>28575</wp:posOffset>
          </wp:positionH>
          <wp:positionV relativeFrom="paragraph">
            <wp:posOffset>-271780</wp:posOffset>
          </wp:positionV>
          <wp:extent cx="1885950" cy="1079500"/>
          <wp:effectExtent l="0" t="0" r="0" b="6350"/>
          <wp:wrapTight wrapText="bothSides">
            <wp:wrapPolygon edited="0">
              <wp:start x="0" y="0"/>
              <wp:lineTo x="0" y="21346"/>
              <wp:lineTo x="21382" y="21346"/>
              <wp:lineTo x="2138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Jabiru_Kabolkmakmen_Logo_RGB__Full_Colour.jpg"/>
                  <pic:cNvPicPr/>
                </pic:nvPicPr>
                <pic:blipFill rotWithShape="1">
                  <a:blip r:embed="rId1">
                    <a:extLst>
                      <a:ext uri="{28A0092B-C50C-407E-A947-70E740481C1C}">
                        <a14:useLocalDpi xmlns:a14="http://schemas.microsoft.com/office/drawing/2010/main" val="0"/>
                      </a:ext>
                    </a:extLst>
                  </a:blip>
                  <a:srcRect b="13944"/>
                  <a:stretch/>
                </pic:blipFill>
                <pic:spPr bwMode="auto">
                  <a:xfrm>
                    <a:off x="0" y="0"/>
                    <a:ext cx="1885950"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3F66">
      <w:rPr>
        <w:b/>
        <w:color w:val="F95738"/>
        <w:sz w:val="44"/>
        <w:szCs w:val="44"/>
      </w:rPr>
      <w:t>ALLOCATION REQUEST FORM</w:t>
    </w:r>
  </w:p>
  <w:tbl>
    <w:tblPr>
      <w:tblStyle w:val="TableGrid"/>
      <w:tblpPr w:leftFromText="181" w:rightFromText="181" w:vertAnchor="text" w:horzAnchor="margin" w:tblpX="3481" w:tblpY="1"/>
      <w:tblOverlap w:val="never"/>
      <w:tblW w:w="677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6774"/>
    </w:tblGrid>
    <w:tr w:rsidR="005D6E55" w14:paraId="0A292AF9" w14:textId="77777777" w:rsidTr="00A17BF9">
      <w:tc>
        <w:tcPr>
          <w:tcW w:w="6774" w:type="dxa"/>
          <w:shd w:val="clear" w:color="auto" w:fill="F95738"/>
          <w:vAlign w:val="center"/>
        </w:tcPr>
        <w:p w14:paraId="2F772DEA" w14:textId="77777777" w:rsidR="0044410C" w:rsidRPr="0044410C" w:rsidRDefault="005D6E55" w:rsidP="0044410C">
          <w:pPr>
            <w:pStyle w:val="Heading3"/>
            <w:framePr w:hSpace="0" w:wrap="auto" w:vAnchor="margin" w:hAnchor="text" w:xAlign="left" w:yAlign="inline"/>
            <w:spacing w:before="0" w:after="0"/>
            <w:outlineLvl w:val="2"/>
          </w:pPr>
          <w:r>
            <w:t>SECTION 3 – NON-RESIDENTIAL REQUEST</w:t>
          </w:r>
        </w:p>
      </w:tc>
    </w:tr>
  </w:tbl>
  <w:tbl>
    <w:tblPr>
      <w:tblStyle w:val="TableGrid"/>
      <w:tblW w:w="6809" w:type="dxa"/>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556"/>
    </w:tblGrid>
    <w:tr w:rsidR="0044410C" w14:paraId="16E01386" w14:textId="77777777" w:rsidTr="00ED3EC5">
      <w:tc>
        <w:tcPr>
          <w:tcW w:w="4253" w:type="dxa"/>
          <w:shd w:val="clear" w:color="auto" w:fill="EFE8D9"/>
          <w:vAlign w:val="center"/>
        </w:tcPr>
        <w:p w14:paraId="68625870" w14:textId="77777777" w:rsidR="0044410C" w:rsidRPr="004D7C01" w:rsidRDefault="0044410C" w:rsidP="0044410C">
          <w:pPr>
            <w:jc w:val="right"/>
            <w:rPr>
              <w:b/>
              <w:bCs/>
              <w:szCs w:val="20"/>
            </w:rPr>
          </w:pPr>
          <w:r w:rsidRPr="004D7C01">
            <w:rPr>
              <w:b/>
              <w:bCs/>
              <w:szCs w:val="20"/>
            </w:rPr>
            <w:t>Date of Application:</w:t>
          </w:r>
        </w:p>
      </w:tc>
      <w:tc>
        <w:tcPr>
          <w:tcW w:w="2556" w:type="dxa"/>
          <w:shd w:val="clear" w:color="auto" w:fill="F2F2F2" w:themeFill="background1" w:themeFillShade="F2"/>
          <w:vAlign w:val="center"/>
        </w:tcPr>
        <w:p w14:paraId="1FE7B38E" w14:textId="77777777" w:rsidR="0044410C" w:rsidRPr="004D7C01" w:rsidRDefault="0044410C" w:rsidP="0044410C">
          <w:pPr>
            <w:pStyle w:val="NoSpacing"/>
            <w:jc w:val="center"/>
          </w:pPr>
          <w:r>
            <w:fldChar w:fldCharType="begin"/>
          </w:r>
          <w:r>
            <w:instrText xml:space="preserve"> DATE \@ "d MMMM yyyy" </w:instrText>
          </w:r>
          <w:r>
            <w:fldChar w:fldCharType="separate"/>
          </w:r>
          <w:r w:rsidR="001C74C5">
            <w:rPr>
              <w:noProof/>
            </w:rPr>
            <w:t>2 June 2020</w:t>
          </w:r>
          <w:r>
            <w:fldChar w:fldCharType="end"/>
          </w:r>
        </w:p>
      </w:tc>
    </w:tr>
  </w:tbl>
  <w:p w14:paraId="2D59B35A" w14:textId="77777777" w:rsidR="005D6E55" w:rsidRPr="00A17BF9" w:rsidRDefault="005D6E55" w:rsidP="00A17BF9">
    <w:pPr>
      <w:pStyle w:val="Header"/>
      <w:tabs>
        <w:tab w:val="clear" w:pos="4513"/>
        <w:tab w:val="clear" w:pos="9026"/>
        <w:tab w:val="left" w:pos="2430"/>
      </w:tabs>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8304" w14:textId="77777777" w:rsidR="005D6E55" w:rsidRDefault="005D6E55" w:rsidP="00A17BF9">
    <w:pPr>
      <w:pStyle w:val="Header"/>
      <w:tabs>
        <w:tab w:val="clear" w:pos="9026"/>
        <w:tab w:val="right" w:pos="8647"/>
      </w:tabs>
      <w:ind w:left="-709" w:right="-23"/>
      <w:jc w:val="right"/>
      <w:rPr>
        <w:b/>
        <w:color w:val="F95738"/>
        <w:sz w:val="44"/>
        <w:szCs w:val="44"/>
      </w:rPr>
    </w:pPr>
    <w:r>
      <w:tab/>
    </w:r>
    <w:r w:rsidRPr="00053F66">
      <w:rPr>
        <w:noProof/>
      </w:rPr>
      <w:drawing>
        <wp:anchor distT="0" distB="0" distL="114300" distR="114300" simplePos="0" relativeHeight="251658248" behindDoc="1" locked="0" layoutInCell="1" allowOverlap="1" wp14:anchorId="140DA9E4" wp14:editId="6B3B4BFE">
          <wp:simplePos x="0" y="0"/>
          <wp:positionH relativeFrom="column">
            <wp:posOffset>28575</wp:posOffset>
          </wp:positionH>
          <wp:positionV relativeFrom="paragraph">
            <wp:posOffset>-271780</wp:posOffset>
          </wp:positionV>
          <wp:extent cx="1885950" cy="1079500"/>
          <wp:effectExtent l="0" t="0" r="0" b="6350"/>
          <wp:wrapTight wrapText="bothSides">
            <wp:wrapPolygon edited="0">
              <wp:start x="0" y="0"/>
              <wp:lineTo x="0" y="21346"/>
              <wp:lineTo x="21382" y="21346"/>
              <wp:lineTo x="2138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Jabiru_Kabolkmakmen_Logo_RGB__Full_Colour.jpg"/>
                  <pic:cNvPicPr/>
                </pic:nvPicPr>
                <pic:blipFill rotWithShape="1">
                  <a:blip r:embed="rId1">
                    <a:extLst>
                      <a:ext uri="{28A0092B-C50C-407E-A947-70E740481C1C}">
                        <a14:useLocalDpi xmlns:a14="http://schemas.microsoft.com/office/drawing/2010/main" val="0"/>
                      </a:ext>
                    </a:extLst>
                  </a:blip>
                  <a:srcRect b="13944"/>
                  <a:stretch/>
                </pic:blipFill>
                <pic:spPr bwMode="auto">
                  <a:xfrm>
                    <a:off x="0" y="0"/>
                    <a:ext cx="1885950"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3F66">
      <w:rPr>
        <w:b/>
        <w:color w:val="F95738"/>
        <w:sz w:val="44"/>
        <w:szCs w:val="44"/>
      </w:rPr>
      <w:t>ALLOCATION REQUEST FORM</w:t>
    </w:r>
  </w:p>
  <w:tbl>
    <w:tblPr>
      <w:tblStyle w:val="TableGrid"/>
      <w:tblpPr w:leftFromText="181" w:rightFromText="181" w:vertAnchor="text" w:horzAnchor="margin" w:tblpX="3481" w:tblpY="1"/>
      <w:tblOverlap w:val="never"/>
      <w:tblW w:w="677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6774"/>
    </w:tblGrid>
    <w:tr w:rsidR="005D6E55" w14:paraId="4437ABCD" w14:textId="77777777" w:rsidTr="00A17BF9">
      <w:tc>
        <w:tcPr>
          <w:tcW w:w="6774" w:type="dxa"/>
          <w:shd w:val="clear" w:color="auto" w:fill="F95738"/>
          <w:vAlign w:val="center"/>
        </w:tcPr>
        <w:p w14:paraId="41931FCC" w14:textId="77777777" w:rsidR="005D6E55" w:rsidRPr="0050163E" w:rsidRDefault="005D6E55" w:rsidP="00DB562A">
          <w:pPr>
            <w:pStyle w:val="Heading3"/>
            <w:framePr w:hSpace="0" w:wrap="auto" w:vAnchor="margin" w:hAnchor="text" w:xAlign="left" w:yAlign="inline"/>
            <w:spacing w:before="0" w:after="0"/>
            <w:outlineLvl w:val="2"/>
          </w:pPr>
          <w:r>
            <w:t>SECTION 4 – RESIDENTIAL REQUEST</w:t>
          </w:r>
        </w:p>
      </w:tc>
    </w:tr>
  </w:tbl>
  <w:tbl>
    <w:tblPr>
      <w:tblStyle w:val="TableGrid"/>
      <w:tblW w:w="6809" w:type="dxa"/>
      <w:tblInd w:w="3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556"/>
    </w:tblGrid>
    <w:tr w:rsidR="00A01AD7" w14:paraId="37B555D5" w14:textId="77777777" w:rsidTr="00ED3EC5">
      <w:tc>
        <w:tcPr>
          <w:tcW w:w="4253" w:type="dxa"/>
          <w:shd w:val="clear" w:color="auto" w:fill="EFE8D9"/>
          <w:vAlign w:val="center"/>
        </w:tcPr>
        <w:p w14:paraId="26C6B762" w14:textId="77777777" w:rsidR="00A01AD7" w:rsidRPr="004D7C01" w:rsidRDefault="00A01AD7" w:rsidP="00A01AD7">
          <w:pPr>
            <w:jc w:val="right"/>
            <w:rPr>
              <w:b/>
              <w:bCs/>
              <w:szCs w:val="20"/>
            </w:rPr>
          </w:pPr>
          <w:r w:rsidRPr="004D7C01">
            <w:rPr>
              <w:b/>
              <w:bCs/>
              <w:szCs w:val="20"/>
            </w:rPr>
            <w:t>Date of Application:</w:t>
          </w:r>
        </w:p>
      </w:tc>
      <w:tc>
        <w:tcPr>
          <w:tcW w:w="2556" w:type="dxa"/>
          <w:shd w:val="clear" w:color="auto" w:fill="F2F2F2" w:themeFill="background1" w:themeFillShade="F2"/>
          <w:vAlign w:val="center"/>
        </w:tcPr>
        <w:p w14:paraId="3075F143" w14:textId="77777777" w:rsidR="00A01AD7" w:rsidRPr="004D7C01" w:rsidRDefault="00A01AD7" w:rsidP="00A01AD7">
          <w:pPr>
            <w:pStyle w:val="NoSpacing"/>
            <w:jc w:val="center"/>
          </w:pPr>
          <w:r>
            <w:fldChar w:fldCharType="begin"/>
          </w:r>
          <w:r>
            <w:instrText xml:space="preserve"> DATE \@ "d MMMM yyyy" </w:instrText>
          </w:r>
          <w:r>
            <w:fldChar w:fldCharType="separate"/>
          </w:r>
          <w:r w:rsidR="001C74C5">
            <w:rPr>
              <w:noProof/>
            </w:rPr>
            <w:t>2 June 2020</w:t>
          </w:r>
          <w:r>
            <w:fldChar w:fldCharType="end"/>
          </w:r>
        </w:p>
      </w:tc>
    </w:tr>
  </w:tbl>
  <w:p w14:paraId="42AA9296" w14:textId="77777777" w:rsidR="005D6E55" w:rsidRPr="00A17BF9" w:rsidRDefault="005D6E55" w:rsidP="00A17BF9">
    <w:pPr>
      <w:pStyle w:val="Header"/>
      <w:tabs>
        <w:tab w:val="clear" w:pos="4513"/>
        <w:tab w:val="clear" w:pos="9026"/>
        <w:tab w:val="left" w:pos="2430"/>
      </w:tabs>
      <w:rPr>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0077D" w14:textId="77777777" w:rsidR="005D6E55" w:rsidRDefault="005D6E55" w:rsidP="00A17BF9">
    <w:pPr>
      <w:pStyle w:val="Header"/>
      <w:tabs>
        <w:tab w:val="clear" w:pos="9026"/>
        <w:tab w:val="right" w:pos="8647"/>
      </w:tabs>
      <w:ind w:left="-709" w:right="-23"/>
      <w:jc w:val="right"/>
      <w:rPr>
        <w:b/>
        <w:color w:val="F95738"/>
        <w:sz w:val="44"/>
        <w:szCs w:val="44"/>
      </w:rPr>
    </w:pPr>
    <w:r>
      <w:tab/>
    </w:r>
    <w:r w:rsidRPr="00053F66">
      <w:rPr>
        <w:noProof/>
      </w:rPr>
      <w:drawing>
        <wp:anchor distT="0" distB="0" distL="114300" distR="114300" simplePos="0" relativeHeight="251660296" behindDoc="1" locked="0" layoutInCell="1" allowOverlap="1" wp14:anchorId="5164F665" wp14:editId="294D5117">
          <wp:simplePos x="0" y="0"/>
          <wp:positionH relativeFrom="column">
            <wp:posOffset>28575</wp:posOffset>
          </wp:positionH>
          <wp:positionV relativeFrom="paragraph">
            <wp:posOffset>-271780</wp:posOffset>
          </wp:positionV>
          <wp:extent cx="1885950" cy="1079500"/>
          <wp:effectExtent l="0" t="0" r="0" b="6350"/>
          <wp:wrapTight wrapText="bothSides">
            <wp:wrapPolygon edited="0">
              <wp:start x="0" y="0"/>
              <wp:lineTo x="0" y="21346"/>
              <wp:lineTo x="21382" y="21346"/>
              <wp:lineTo x="2138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Jabiru_Kabolkmakmen_Logo_RGB__Full_Colour.jpg"/>
                  <pic:cNvPicPr/>
                </pic:nvPicPr>
                <pic:blipFill rotWithShape="1">
                  <a:blip r:embed="rId1">
                    <a:extLst>
                      <a:ext uri="{28A0092B-C50C-407E-A947-70E740481C1C}">
                        <a14:useLocalDpi xmlns:a14="http://schemas.microsoft.com/office/drawing/2010/main" val="0"/>
                      </a:ext>
                    </a:extLst>
                  </a:blip>
                  <a:srcRect b="13944"/>
                  <a:stretch/>
                </pic:blipFill>
                <pic:spPr bwMode="auto">
                  <a:xfrm>
                    <a:off x="0" y="0"/>
                    <a:ext cx="1885950" cy="107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53F66">
      <w:rPr>
        <w:b/>
        <w:color w:val="F95738"/>
        <w:sz w:val="44"/>
        <w:szCs w:val="44"/>
      </w:rPr>
      <w:t>ALLOCATION REQUEST FORM</w:t>
    </w:r>
  </w:p>
  <w:tbl>
    <w:tblPr>
      <w:tblStyle w:val="TableGrid"/>
      <w:tblpPr w:leftFromText="181" w:rightFromText="181" w:vertAnchor="text" w:horzAnchor="margin" w:tblpX="3481" w:tblpY="1"/>
      <w:tblOverlap w:val="never"/>
      <w:tblW w:w="6774"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6774"/>
    </w:tblGrid>
    <w:tr w:rsidR="005D6E55" w14:paraId="10EA1FBE" w14:textId="77777777" w:rsidTr="00A17BF9">
      <w:tc>
        <w:tcPr>
          <w:tcW w:w="6774" w:type="dxa"/>
          <w:shd w:val="clear" w:color="auto" w:fill="F95738"/>
          <w:vAlign w:val="center"/>
        </w:tcPr>
        <w:p w14:paraId="356C2592" w14:textId="77777777" w:rsidR="005D6E55" w:rsidRPr="0050163E" w:rsidRDefault="005D6E55" w:rsidP="00DB562A">
          <w:pPr>
            <w:pStyle w:val="Heading3"/>
            <w:framePr w:hSpace="0" w:wrap="auto" w:vAnchor="margin" w:hAnchor="text" w:xAlign="left" w:yAlign="inline"/>
            <w:spacing w:before="0" w:after="0"/>
            <w:outlineLvl w:val="2"/>
          </w:pPr>
          <w:r>
            <w:t>SECTION 5 – AUTHORISATION</w:t>
          </w:r>
        </w:p>
      </w:tc>
    </w:tr>
  </w:tbl>
  <w:p w14:paraId="00D07D5D" w14:textId="77777777" w:rsidR="005D6E55" w:rsidRPr="00A17BF9" w:rsidRDefault="005D6E55" w:rsidP="00A17BF9">
    <w:pPr>
      <w:pStyle w:val="Header"/>
      <w:tabs>
        <w:tab w:val="clear" w:pos="4513"/>
        <w:tab w:val="clear" w:pos="9026"/>
        <w:tab w:val="left" w:pos="2430"/>
      </w:tabs>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A1766"/>
    <w:multiLevelType w:val="hybridMultilevel"/>
    <w:tmpl w:val="85F208F8"/>
    <w:lvl w:ilvl="0" w:tplc="6024C6BA">
      <w:start w:val="3"/>
      <w:numFmt w:val="bullet"/>
      <w:lvlText w:val="-"/>
      <w:lvlJc w:val="left"/>
      <w:pPr>
        <w:ind w:left="720" w:hanging="360"/>
      </w:pPr>
      <w:rPr>
        <w:rFonts w:ascii="Ink Free" w:eastAsiaTheme="minorHAnsi" w:hAnsi="Ink Free"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A6B413E"/>
    <w:multiLevelType w:val="hybridMultilevel"/>
    <w:tmpl w:val="9C3C4D92"/>
    <w:lvl w:ilvl="0" w:tplc="3000E922">
      <w:start w:val="1"/>
      <w:numFmt w:val="bullet"/>
      <w:pStyle w:val="ListParagraph"/>
      <w:lvlText w:val=""/>
      <w:lvlJc w:val="left"/>
      <w:pPr>
        <w:ind w:left="720" w:hanging="360"/>
      </w:pPr>
      <w:rPr>
        <w:rFonts w:ascii="Wingdings" w:hAnsi="Wingdings" w:hint="default"/>
      </w:rPr>
    </w:lvl>
    <w:lvl w:ilvl="1" w:tplc="96E20306">
      <w:numFmt w:val="bullet"/>
      <w:lvlText w:val="•"/>
      <w:lvlJc w:val="left"/>
      <w:pPr>
        <w:ind w:left="1440" w:hanging="360"/>
      </w:pPr>
      <w:rPr>
        <w:rFonts w:ascii="Calibri" w:eastAsiaTheme="minorHAnsi" w:hAnsi="Calibri" w:cs="Calibri"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EA48D8"/>
    <w:multiLevelType w:val="hybridMultilevel"/>
    <w:tmpl w:val="59DCAC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8DB6C11"/>
    <w:multiLevelType w:val="hybridMultilevel"/>
    <w:tmpl w:val="4D8A10A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B532674"/>
    <w:multiLevelType w:val="hybridMultilevel"/>
    <w:tmpl w:val="133A116C"/>
    <w:lvl w:ilvl="0" w:tplc="939A07B6">
      <w:start w:val="2"/>
      <w:numFmt w:val="bullet"/>
      <w:lvlText w:val="-"/>
      <w:lvlJc w:val="left"/>
      <w:pPr>
        <w:ind w:left="720" w:hanging="360"/>
      </w:pPr>
      <w:rPr>
        <w:rFonts w:ascii="Microsoft YaHei UI" w:eastAsia="Microsoft YaHei UI" w:hAnsi="Microsoft YaHei UI" w:cstheme="minorBidi" w:hint="eastAsi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95D0DCD"/>
    <w:multiLevelType w:val="hybridMultilevel"/>
    <w:tmpl w:val="64080ACE"/>
    <w:lvl w:ilvl="0" w:tplc="0C090005">
      <w:start w:val="1"/>
      <w:numFmt w:val="bullet"/>
      <w:lvlText w:val=""/>
      <w:lvlJc w:val="left"/>
      <w:pPr>
        <w:ind w:left="153" w:hanging="360"/>
      </w:pPr>
      <w:rPr>
        <w:rFonts w:ascii="Wingdings" w:hAnsi="Wingdings"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6" w15:restartNumberingAfterBreak="0">
    <w:nsid w:val="5C4D4772"/>
    <w:multiLevelType w:val="hybridMultilevel"/>
    <w:tmpl w:val="232EFC0C"/>
    <w:lvl w:ilvl="0" w:tplc="96E2030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E8023D0"/>
    <w:multiLevelType w:val="hybridMultilevel"/>
    <w:tmpl w:val="47BAF7BA"/>
    <w:lvl w:ilvl="0" w:tplc="0C090005">
      <w:start w:val="1"/>
      <w:numFmt w:val="bullet"/>
      <w:lvlText w:val=""/>
      <w:lvlJc w:val="left"/>
      <w:pPr>
        <w:ind w:left="1998" w:hanging="360"/>
      </w:pPr>
      <w:rPr>
        <w:rFonts w:ascii="Wingdings" w:hAnsi="Wingdings" w:hint="default"/>
      </w:rPr>
    </w:lvl>
    <w:lvl w:ilvl="1" w:tplc="0C090003" w:tentative="1">
      <w:start w:val="1"/>
      <w:numFmt w:val="bullet"/>
      <w:lvlText w:val="o"/>
      <w:lvlJc w:val="left"/>
      <w:pPr>
        <w:ind w:left="2718" w:hanging="360"/>
      </w:pPr>
      <w:rPr>
        <w:rFonts w:ascii="Courier New" w:hAnsi="Courier New" w:cs="Courier New" w:hint="default"/>
      </w:rPr>
    </w:lvl>
    <w:lvl w:ilvl="2" w:tplc="0C090005" w:tentative="1">
      <w:start w:val="1"/>
      <w:numFmt w:val="bullet"/>
      <w:lvlText w:val=""/>
      <w:lvlJc w:val="left"/>
      <w:pPr>
        <w:ind w:left="3438" w:hanging="360"/>
      </w:pPr>
      <w:rPr>
        <w:rFonts w:ascii="Wingdings" w:hAnsi="Wingdings" w:hint="default"/>
      </w:rPr>
    </w:lvl>
    <w:lvl w:ilvl="3" w:tplc="0C090001" w:tentative="1">
      <w:start w:val="1"/>
      <w:numFmt w:val="bullet"/>
      <w:lvlText w:val=""/>
      <w:lvlJc w:val="left"/>
      <w:pPr>
        <w:ind w:left="4158" w:hanging="360"/>
      </w:pPr>
      <w:rPr>
        <w:rFonts w:ascii="Symbol" w:hAnsi="Symbol" w:hint="default"/>
      </w:rPr>
    </w:lvl>
    <w:lvl w:ilvl="4" w:tplc="0C090003" w:tentative="1">
      <w:start w:val="1"/>
      <w:numFmt w:val="bullet"/>
      <w:lvlText w:val="o"/>
      <w:lvlJc w:val="left"/>
      <w:pPr>
        <w:ind w:left="4878" w:hanging="360"/>
      </w:pPr>
      <w:rPr>
        <w:rFonts w:ascii="Courier New" w:hAnsi="Courier New" w:cs="Courier New" w:hint="default"/>
      </w:rPr>
    </w:lvl>
    <w:lvl w:ilvl="5" w:tplc="0C090005" w:tentative="1">
      <w:start w:val="1"/>
      <w:numFmt w:val="bullet"/>
      <w:lvlText w:val=""/>
      <w:lvlJc w:val="left"/>
      <w:pPr>
        <w:ind w:left="5598" w:hanging="360"/>
      </w:pPr>
      <w:rPr>
        <w:rFonts w:ascii="Wingdings" w:hAnsi="Wingdings" w:hint="default"/>
      </w:rPr>
    </w:lvl>
    <w:lvl w:ilvl="6" w:tplc="0C090001" w:tentative="1">
      <w:start w:val="1"/>
      <w:numFmt w:val="bullet"/>
      <w:lvlText w:val=""/>
      <w:lvlJc w:val="left"/>
      <w:pPr>
        <w:ind w:left="6318" w:hanging="360"/>
      </w:pPr>
      <w:rPr>
        <w:rFonts w:ascii="Symbol" w:hAnsi="Symbol" w:hint="default"/>
      </w:rPr>
    </w:lvl>
    <w:lvl w:ilvl="7" w:tplc="0C090003" w:tentative="1">
      <w:start w:val="1"/>
      <w:numFmt w:val="bullet"/>
      <w:lvlText w:val="o"/>
      <w:lvlJc w:val="left"/>
      <w:pPr>
        <w:ind w:left="7038" w:hanging="360"/>
      </w:pPr>
      <w:rPr>
        <w:rFonts w:ascii="Courier New" w:hAnsi="Courier New" w:cs="Courier New" w:hint="default"/>
      </w:rPr>
    </w:lvl>
    <w:lvl w:ilvl="8" w:tplc="0C090005" w:tentative="1">
      <w:start w:val="1"/>
      <w:numFmt w:val="bullet"/>
      <w:lvlText w:val=""/>
      <w:lvlJc w:val="left"/>
      <w:pPr>
        <w:ind w:left="7758" w:hanging="360"/>
      </w:pPr>
      <w:rPr>
        <w:rFonts w:ascii="Wingdings" w:hAnsi="Wingdings" w:hint="default"/>
      </w:rPr>
    </w:lvl>
  </w:abstractNum>
  <w:abstractNum w:abstractNumId="8" w15:restartNumberingAfterBreak="0">
    <w:nsid w:val="65A35BE5"/>
    <w:multiLevelType w:val="hybridMultilevel"/>
    <w:tmpl w:val="63066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211460F"/>
    <w:multiLevelType w:val="hybridMultilevel"/>
    <w:tmpl w:val="BDB426CE"/>
    <w:lvl w:ilvl="0" w:tplc="0C090005">
      <w:start w:val="1"/>
      <w:numFmt w:val="bullet"/>
      <w:lvlText w:val=""/>
      <w:lvlJc w:val="left"/>
      <w:pPr>
        <w:ind w:left="862" w:hanging="360"/>
      </w:pPr>
      <w:rPr>
        <w:rFonts w:ascii="Wingdings" w:hAnsi="Wingdings"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0" w15:restartNumberingAfterBreak="0">
    <w:nsid w:val="7BE54858"/>
    <w:multiLevelType w:val="hybridMultilevel"/>
    <w:tmpl w:val="E88CFEA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2"/>
  </w:num>
  <w:num w:numId="5">
    <w:abstractNumId w:val="4"/>
  </w:num>
  <w:num w:numId="6">
    <w:abstractNumId w:val="0"/>
  </w:num>
  <w:num w:numId="7">
    <w:abstractNumId w:val="5"/>
  </w:num>
  <w:num w:numId="8">
    <w:abstractNumId w:val="9"/>
  </w:num>
  <w:num w:numId="9">
    <w:abstractNumId w:val="8"/>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1" w:cryptProviderType="rsaAES" w:cryptAlgorithmClass="hash" w:cryptAlgorithmType="typeAny" w:cryptAlgorithmSid="14" w:cryptSpinCount="100000" w:hash="CGa2QjPSVmI/Iou5FHkFyLMKY0JkBIPJ3BU6G3G2oascdq6yUzrAKJlYXGFHUva75yoId30hYhCjg7OiN+7Y7g==" w:salt="j2OSSzIOiv6YED/wSLNQY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4C5"/>
    <w:rsid w:val="00001197"/>
    <w:rsid w:val="00002177"/>
    <w:rsid w:val="00002759"/>
    <w:rsid w:val="000039FB"/>
    <w:rsid w:val="00004F2F"/>
    <w:rsid w:val="00007040"/>
    <w:rsid w:val="00010673"/>
    <w:rsid w:val="000113D6"/>
    <w:rsid w:val="00012A77"/>
    <w:rsid w:val="00012C9D"/>
    <w:rsid w:val="0001369A"/>
    <w:rsid w:val="00015473"/>
    <w:rsid w:val="000170FD"/>
    <w:rsid w:val="000221DC"/>
    <w:rsid w:val="00026CA0"/>
    <w:rsid w:val="00032A79"/>
    <w:rsid w:val="00032D78"/>
    <w:rsid w:val="00034768"/>
    <w:rsid w:val="0003749A"/>
    <w:rsid w:val="00040238"/>
    <w:rsid w:val="00040787"/>
    <w:rsid w:val="00046BA5"/>
    <w:rsid w:val="00046C3D"/>
    <w:rsid w:val="00046DB4"/>
    <w:rsid w:val="00047B1D"/>
    <w:rsid w:val="00047F3C"/>
    <w:rsid w:val="00051A81"/>
    <w:rsid w:val="0005224F"/>
    <w:rsid w:val="000537E0"/>
    <w:rsid w:val="00053F66"/>
    <w:rsid w:val="000542C0"/>
    <w:rsid w:val="00056A9C"/>
    <w:rsid w:val="00061EA4"/>
    <w:rsid w:val="00063207"/>
    <w:rsid w:val="000635AD"/>
    <w:rsid w:val="00063FB4"/>
    <w:rsid w:val="00064E2B"/>
    <w:rsid w:val="00065CD0"/>
    <w:rsid w:val="00066CA0"/>
    <w:rsid w:val="0006756D"/>
    <w:rsid w:val="00067CD8"/>
    <w:rsid w:val="0007208F"/>
    <w:rsid w:val="00074199"/>
    <w:rsid w:val="00074327"/>
    <w:rsid w:val="0007470D"/>
    <w:rsid w:val="000764F2"/>
    <w:rsid w:val="0007768E"/>
    <w:rsid w:val="0008062B"/>
    <w:rsid w:val="0008183E"/>
    <w:rsid w:val="000831C8"/>
    <w:rsid w:val="00083F8B"/>
    <w:rsid w:val="00086035"/>
    <w:rsid w:val="00090765"/>
    <w:rsid w:val="000907D8"/>
    <w:rsid w:val="00090F98"/>
    <w:rsid w:val="00091155"/>
    <w:rsid w:val="000927D0"/>
    <w:rsid w:val="0009392F"/>
    <w:rsid w:val="00093AA7"/>
    <w:rsid w:val="000A0EBB"/>
    <w:rsid w:val="000A1EFB"/>
    <w:rsid w:val="000A7B32"/>
    <w:rsid w:val="000A7D25"/>
    <w:rsid w:val="000B1B63"/>
    <w:rsid w:val="000B2E29"/>
    <w:rsid w:val="000B50E6"/>
    <w:rsid w:val="000B5F8E"/>
    <w:rsid w:val="000C0306"/>
    <w:rsid w:val="000C1DE0"/>
    <w:rsid w:val="000C5E85"/>
    <w:rsid w:val="000C67B6"/>
    <w:rsid w:val="000C6D44"/>
    <w:rsid w:val="000D0584"/>
    <w:rsid w:val="000D0844"/>
    <w:rsid w:val="000D290C"/>
    <w:rsid w:val="000D542D"/>
    <w:rsid w:val="000D5D6C"/>
    <w:rsid w:val="000E1194"/>
    <w:rsid w:val="000E30EB"/>
    <w:rsid w:val="000E4021"/>
    <w:rsid w:val="000E5F2E"/>
    <w:rsid w:val="000E60D1"/>
    <w:rsid w:val="000F061D"/>
    <w:rsid w:val="000F2E8A"/>
    <w:rsid w:val="000F31D3"/>
    <w:rsid w:val="000F60B1"/>
    <w:rsid w:val="000F7F23"/>
    <w:rsid w:val="00102C6F"/>
    <w:rsid w:val="00105FD5"/>
    <w:rsid w:val="00106068"/>
    <w:rsid w:val="0010762A"/>
    <w:rsid w:val="00114725"/>
    <w:rsid w:val="00116785"/>
    <w:rsid w:val="00116912"/>
    <w:rsid w:val="00131D84"/>
    <w:rsid w:val="0013277A"/>
    <w:rsid w:val="00132B81"/>
    <w:rsid w:val="00132BCA"/>
    <w:rsid w:val="0014100F"/>
    <w:rsid w:val="00143023"/>
    <w:rsid w:val="00143C30"/>
    <w:rsid w:val="001440A3"/>
    <w:rsid w:val="0014431B"/>
    <w:rsid w:val="00147854"/>
    <w:rsid w:val="00150D8C"/>
    <w:rsid w:val="00151B08"/>
    <w:rsid w:val="00153057"/>
    <w:rsid w:val="00153EE6"/>
    <w:rsid w:val="0016058C"/>
    <w:rsid w:val="001624F0"/>
    <w:rsid w:val="001633AA"/>
    <w:rsid w:val="001656A5"/>
    <w:rsid w:val="001676DB"/>
    <w:rsid w:val="00170801"/>
    <w:rsid w:val="00171F1D"/>
    <w:rsid w:val="00172A49"/>
    <w:rsid w:val="00173264"/>
    <w:rsid w:val="00173C83"/>
    <w:rsid w:val="00174497"/>
    <w:rsid w:val="00175B50"/>
    <w:rsid w:val="00175F66"/>
    <w:rsid w:val="00177243"/>
    <w:rsid w:val="00180196"/>
    <w:rsid w:val="00184C3A"/>
    <w:rsid w:val="0018791E"/>
    <w:rsid w:val="00187E6C"/>
    <w:rsid w:val="00191C81"/>
    <w:rsid w:val="00192486"/>
    <w:rsid w:val="00192FED"/>
    <w:rsid w:val="00194F38"/>
    <w:rsid w:val="00194FF7"/>
    <w:rsid w:val="00195EDE"/>
    <w:rsid w:val="001962BC"/>
    <w:rsid w:val="00196DE2"/>
    <w:rsid w:val="00197A4D"/>
    <w:rsid w:val="001A023D"/>
    <w:rsid w:val="001A14CC"/>
    <w:rsid w:val="001A1501"/>
    <w:rsid w:val="001A7FE6"/>
    <w:rsid w:val="001B1D4B"/>
    <w:rsid w:val="001B1E44"/>
    <w:rsid w:val="001B29F5"/>
    <w:rsid w:val="001B2DE3"/>
    <w:rsid w:val="001B411C"/>
    <w:rsid w:val="001B41C3"/>
    <w:rsid w:val="001B48FD"/>
    <w:rsid w:val="001C00F7"/>
    <w:rsid w:val="001C09B8"/>
    <w:rsid w:val="001C1E29"/>
    <w:rsid w:val="001C3442"/>
    <w:rsid w:val="001C4987"/>
    <w:rsid w:val="001C5C12"/>
    <w:rsid w:val="001C6403"/>
    <w:rsid w:val="001C6B95"/>
    <w:rsid w:val="001C74C5"/>
    <w:rsid w:val="001D066D"/>
    <w:rsid w:val="001D0BB1"/>
    <w:rsid w:val="001D1FF6"/>
    <w:rsid w:val="001D2997"/>
    <w:rsid w:val="001D2F7D"/>
    <w:rsid w:val="001D3030"/>
    <w:rsid w:val="001D4925"/>
    <w:rsid w:val="001E35CA"/>
    <w:rsid w:val="001E5908"/>
    <w:rsid w:val="001E6A35"/>
    <w:rsid w:val="001E6E43"/>
    <w:rsid w:val="001E77C3"/>
    <w:rsid w:val="001E7B2B"/>
    <w:rsid w:val="001F088B"/>
    <w:rsid w:val="001F2646"/>
    <w:rsid w:val="001F2A3E"/>
    <w:rsid w:val="001F3BBC"/>
    <w:rsid w:val="001F6AB9"/>
    <w:rsid w:val="001F7BFE"/>
    <w:rsid w:val="002004BE"/>
    <w:rsid w:val="00202B06"/>
    <w:rsid w:val="00203D6F"/>
    <w:rsid w:val="002041C7"/>
    <w:rsid w:val="002113E5"/>
    <w:rsid w:val="00220C06"/>
    <w:rsid w:val="00221652"/>
    <w:rsid w:val="00222835"/>
    <w:rsid w:val="002239E9"/>
    <w:rsid w:val="00227902"/>
    <w:rsid w:val="00231445"/>
    <w:rsid w:val="0023350D"/>
    <w:rsid w:val="00234E61"/>
    <w:rsid w:val="00237E15"/>
    <w:rsid w:val="00240A90"/>
    <w:rsid w:val="0024461E"/>
    <w:rsid w:val="00245385"/>
    <w:rsid w:val="00251C59"/>
    <w:rsid w:val="00252ADA"/>
    <w:rsid w:val="002534B6"/>
    <w:rsid w:val="002537E1"/>
    <w:rsid w:val="00257E95"/>
    <w:rsid w:val="00260680"/>
    <w:rsid w:val="00266727"/>
    <w:rsid w:val="00266A54"/>
    <w:rsid w:val="00267BDF"/>
    <w:rsid w:val="00267DFA"/>
    <w:rsid w:val="002720B3"/>
    <w:rsid w:val="00272D51"/>
    <w:rsid w:val="00276153"/>
    <w:rsid w:val="00281718"/>
    <w:rsid w:val="0028359D"/>
    <w:rsid w:val="00285B17"/>
    <w:rsid w:val="00286093"/>
    <w:rsid w:val="0028667A"/>
    <w:rsid w:val="00291C9E"/>
    <w:rsid w:val="00295ABE"/>
    <w:rsid w:val="002A0079"/>
    <w:rsid w:val="002A1415"/>
    <w:rsid w:val="002A24BE"/>
    <w:rsid w:val="002A3E85"/>
    <w:rsid w:val="002A49F8"/>
    <w:rsid w:val="002A4AAE"/>
    <w:rsid w:val="002A5F1C"/>
    <w:rsid w:val="002A63D6"/>
    <w:rsid w:val="002B52AE"/>
    <w:rsid w:val="002B5FA1"/>
    <w:rsid w:val="002B66FB"/>
    <w:rsid w:val="002B7A24"/>
    <w:rsid w:val="002C0242"/>
    <w:rsid w:val="002C2A74"/>
    <w:rsid w:val="002C3493"/>
    <w:rsid w:val="002C49EF"/>
    <w:rsid w:val="002C4E21"/>
    <w:rsid w:val="002C7493"/>
    <w:rsid w:val="002D0730"/>
    <w:rsid w:val="002D0D1B"/>
    <w:rsid w:val="002D32F9"/>
    <w:rsid w:val="002D4B5A"/>
    <w:rsid w:val="002D7013"/>
    <w:rsid w:val="002D7B54"/>
    <w:rsid w:val="002E06E0"/>
    <w:rsid w:val="002E08E7"/>
    <w:rsid w:val="002E2366"/>
    <w:rsid w:val="002E4A13"/>
    <w:rsid w:val="002E736A"/>
    <w:rsid w:val="002F0B74"/>
    <w:rsid w:val="002F1D16"/>
    <w:rsid w:val="002F1E3E"/>
    <w:rsid w:val="002F1FAB"/>
    <w:rsid w:val="002F4BD5"/>
    <w:rsid w:val="002F543F"/>
    <w:rsid w:val="002F7FA0"/>
    <w:rsid w:val="00300ABD"/>
    <w:rsid w:val="00302170"/>
    <w:rsid w:val="00302A3D"/>
    <w:rsid w:val="00305818"/>
    <w:rsid w:val="00306176"/>
    <w:rsid w:val="003061A4"/>
    <w:rsid w:val="003079C9"/>
    <w:rsid w:val="0031038D"/>
    <w:rsid w:val="0031331C"/>
    <w:rsid w:val="00313913"/>
    <w:rsid w:val="00314FE8"/>
    <w:rsid w:val="00317EE0"/>
    <w:rsid w:val="0032166E"/>
    <w:rsid w:val="00323544"/>
    <w:rsid w:val="0032379D"/>
    <w:rsid w:val="00324579"/>
    <w:rsid w:val="00324EC1"/>
    <w:rsid w:val="00326B3D"/>
    <w:rsid w:val="003304E8"/>
    <w:rsid w:val="00330C6F"/>
    <w:rsid w:val="003325C9"/>
    <w:rsid w:val="00332BF0"/>
    <w:rsid w:val="00332D86"/>
    <w:rsid w:val="003377D3"/>
    <w:rsid w:val="0034043D"/>
    <w:rsid w:val="00340B6F"/>
    <w:rsid w:val="00341272"/>
    <w:rsid w:val="003419CD"/>
    <w:rsid w:val="00341FD4"/>
    <w:rsid w:val="0034602F"/>
    <w:rsid w:val="0034720F"/>
    <w:rsid w:val="00347D66"/>
    <w:rsid w:val="00352014"/>
    <w:rsid w:val="00353D8E"/>
    <w:rsid w:val="0035413F"/>
    <w:rsid w:val="0035414D"/>
    <w:rsid w:val="0035516E"/>
    <w:rsid w:val="00356067"/>
    <w:rsid w:val="00360320"/>
    <w:rsid w:val="00361E4C"/>
    <w:rsid w:val="003653A4"/>
    <w:rsid w:val="00365798"/>
    <w:rsid w:val="00370C0D"/>
    <w:rsid w:val="003729DB"/>
    <w:rsid w:val="003729FF"/>
    <w:rsid w:val="00372FFF"/>
    <w:rsid w:val="003733D2"/>
    <w:rsid w:val="0037543B"/>
    <w:rsid w:val="003768AA"/>
    <w:rsid w:val="00377084"/>
    <w:rsid w:val="0038232A"/>
    <w:rsid w:val="00382D22"/>
    <w:rsid w:val="00385228"/>
    <w:rsid w:val="0038544E"/>
    <w:rsid w:val="00385B31"/>
    <w:rsid w:val="00386D1B"/>
    <w:rsid w:val="0038703D"/>
    <w:rsid w:val="003907F8"/>
    <w:rsid w:val="00390B78"/>
    <w:rsid w:val="00390F20"/>
    <w:rsid w:val="00393271"/>
    <w:rsid w:val="00393D60"/>
    <w:rsid w:val="00395C93"/>
    <w:rsid w:val="003967A4"/>
    <w:rsid w:val="00397A89"/>
    <w:rsid w:val="003A0794"/>
    <w:rsid w:val="003A38A3"/>
    <w:rsid w:val="003B0706"/>
    <w:rsid w:val="003B1643"/>
    <w:rsid w:val="003B62A7"/>
    <w:rsid w:val="003C059A"/>
    <w:rsid w:val="003C0B14"/>
    <w:rsid w:val="003C0FE5"/>
    <w:rsid w:val="003C5BBB"/>
    <w:rsid w:val="003C63FA"/>
    <w:rsid w:val="003C68D6"/>
    <w:rsid w:val="003D443D"/>
    <w:rsid w:val="003D4950"/>
    <w:rsid w:val="003D4A51"/>
    <w:rsid w:val="003D58E8"/>
    <w:rsid w:val="003E023E"/>
    <w:rsid w:val="003E2E86"/>
    <w:rsid w:val="003E56C3"/>
    <w:rsid w:val="003E6BB1"/>
    <w:rsid w:val="003E7CB4"/>
    <w:rsid w:val="003E7E66"/>
    <w:rsid w:val="003F2A35"/>
    <w:rsid w:val="003F3801"/>
    <w:rsid w:val="003F4945"/>
    <w:rsid w:val="003F497B"/>
    <w:rsid w:val="003F6B62"/>
    <w:rsid w:val="003F7B1A"/>
    <w:rsid w:val="00400360"/>
    <w:rsid w:val="00401474"/>
    <w:rsid w:val="00401AFB"/>
    <w:rsid w:val="00402B7B"/>
    <w:rsid w:val="00404169"/>
    <w:rsid w:val="00405143"/>
    <w:rsid w:val="0040645A"/>
    <w:rsid w:val="00407BBD"/>
    <w:rsid w:val="00407DE5"/>
    <w:rsid w:val="00411E0F"/>
    <w:rsid w:val="00412531"/>
    <w:rsid w:val="00417930"/>
    <w:rsid w:val="00421B6D"/>
    <w:rsid w:val="00423250"/>
    <w:rsid w:val="00423D35"/>
    <w:rsid w:val="0042665D"/>
    <w:rsid w:val="00427235"/>
    <w:rsid w:val="00435DB5"/>
    <w:rsid w:val="0043639A"/>
    <w:rsid w:val="00440FB5"/>
    <w:rsid w:val="0044134A"/>
    <w:rsid w:val="00441D47"/>
    <w:rsid w:val="00442467"/>
    <w:rsid w:val="00442CED"/>
    <w:rsid w:val="00443F7F"/>
    <w:rsid w:val="0044410C"/>
    <w:rsid w:val="00446A3D"/>
    <w:rsid w:val="0044719D"/>
    <w:rsid w:val="00447A7B"/>
    <w:rsid w:val="00447C80"/>
    <w:rsid w:val="0045023A"/>
    <w:rsid w:val="00454BDF"/>
    <w:rsid w:val="0046037E"/>
    <w:rsid w:val="00460563"/>
    <w:rsid w:val="0046373D"/>
    <w:rsid w:val="004649BA"/>
    <w:rsid w:val="00467CE9"/>
    <w:rsid w:val="0047002C"/>
    <w:rsid w:val="00473034"/>
    <w:rsid w:val="00473046"/>
    <w:rsid w:val="004745F7"/>
    <w:rsid w:val="00476537"/>
    <w:rsid w:val="004765F9"/>
    <w:rsid w:val="004801B5"/>
    <w:rsid w:val="004812DE"/>
    <w:rsid w:val="004824ED"/>
    <w:rsid w:val="004866D8"/>
    <w:rsid w:val="00486732"/>
    <w:rsid w:val="004878C4"/>
    <w:rsid w:val="00490FCB"/>
    <w:rsid w:val="004918F6"/>
    <w:rsid w:val="00494F83"/>
    <w:rsid w:val="004955EA"/>
    <w:rsid w:val="00495A9A"/>
    <w:rsid w:val="00496D25"/>
    <w:rsid w:val="00497CCA"/>
    <w:rsid w:val="004A043C"/>
    <w:rsid w:val="004A1F87"/>
    <w:rsid w:val="004A4489"/>
    <w:rsid w:val="004A6143"/>
    <w:rsid w:val="004A61EF"/>
    <w:rsid w:val="004B1C0E"/>
    <w:rsid w:val="004B23CA"/>
    <w:rsid w:val="004B38FC"/>
    <w:rsid w:val="004B3925"/>
    <w:rsid w:val="004B3D13"/>
    <w:rsid w:val="004B48FB"/>
    <w:rsid w:val="004B773B"/>
    <w:rsid w:val="004C7D46"/>
    <w:rsid w:val="004D2FE7"/>
    <w:rsid w:val="004D3266"/>
    <w:rsid w:val="004D5950"/>
    <w:rsid w:val="004D6F01"/>
    <w:rsid w:val="004D7C01"/>
    <w:rsid w:val="004E1B73"/>
    <w:rsid w:val="004E3D2E"/>
    <w:rsid w:val="004E3DE5"/>
    <w:rsid w:val="004E4704"/>
    <w:rsid w:val="004E51EC"/>
    <w:rsid w:val="004E5DC1"/>
    <w:rsid w:val="004F01F5"/>
    <w:rsid w:val="004F0794"/>
    <w:rsid w:val="004F108D"/>
    <w:rsid w:val="004F27CB"/>
    <w:rsid w:val="004F2A75"/>
    <w:rsid w:val="004F53EF"/>
    <w:rsid w:val="005011F3"/>
    <w:rsid w:val="0050163E"/>
    <w:rsid w:val="00501719"/>
    <w:rsid w:val="005020C6"/>
    <w:rsid w:val="005029EE"/>
    <w:rsid w:val="00503751"/>
    <w:rsid w:val="00506EFF"/>
    <w:rsid w:val="00507BB7"/>
    <w:rsid w:val="00514A61"/>
    <w:rsid w:val="0051682C"/>
    <w:rsid w:val="00516E30"/>
    <w:rsid w:val="005170FB"/>
    <w:rsid w:val="005204D4"/>
    <w:rsid w:val="00522DA3"/>
    <w:rsid w:val="00526B3D"/>
    <w:rsid w:val="0052714A"/>
    <w:rsid w:val="0052749B"/>
    <w:rsid w:val="005310B4"/>
    <w:rsid w:val="0053255D"/>
    <w:rsid w:val="0053353B"/>
    <w:rsid w:val="00537FF0"/>
    <w:rsid w:val="00543E33"/>
    <w:rsid w:val="00544792"/>
    <w:rsid w:val="005527B6"/>
    <w:rsid w:val="00552E4C"/>
    <w:rsid w:val="0055319C"/>
    <w:rsid w:val="005541F9"/>
    <w:rsid w:val="00556037"/>
    <w:rsid w:val="0055729A"/>
    <w:rsid w:val="005609D8"/>
    <w:rsid w:val="005610AD"/>
    <w:rsid w:val="00563005"/>
    <w:rsid w:val="0056547E"/>
    <w:rsid w:val="00565DA6"/>
    <w:rsid w:val="00567EFC"/>
    <w:rsid w:val="00570535"/>
    <w:rsid w:val="005720DF"/>
    <w:rsid w:val="00573FE0"/>
    <w:rsid w:val="00575061"/>
    <w:rsid w:val="00575185"/>
    <w:rsid w:val="005754C8"/>
    <w:rsid w:val="00586A42"/>
    <w:rsid w:val="00594AE3"/>
    <w:rsid w:val="00595D1A"/>
    <w:rsid w:val="00597413"/>
    <w:rsid w:val="005A0428"/>
    <w:rsid w:val="005A100A"/>
    <w:rsid w:val="005A4CE0"/>
    <w:rsid w:val="005A505F"/>
    <w:rsid w:val="005A559B"/>
    <w:rsid w:val="005A68F0"/>
    <w:rsid w:val="005A77C9"/>
    <w:rsid w:val="005B138F"/>
    <w:rsid w:val="005B1F5B"/>
    <w:rsid w:val="005B4B6C"/>
    <w:rsid w:val="005C04B2"/>
    <w:rsid w:val="005C088E"/>
    <w:rsid w:val="005C4315"/>
    <w:rsid w:val="005C7DA2"/>
    <w:rsid w:val="005D1785"/>
    <w:rsid w:val="005D201B"/>
    <w:rsid w:val="005D3226"/>
    <w:rsid w:val="005D33FD"/>
    <w:rsid w:val="005D6E55"/>
    <w:rsid w:val="005D7116"/>
    <w:rsid w:val="005D7CEF"/>
    <w:rsid w:val="005E05A3"/>
    <w:rsid w:val="005E09FC"/>
    <w:rsid w:val="005E4448"/>
    <w:rsid w:val="005E635E"/>
    <w:rsid w:val="005E678F"/>
    <w:rsid w:val="005F0D6E"/>
    <w:rsid w:val="005F1B75"/>
    <w:rsid w:val="005F5232"/>
    <w:rsid w:val="005F5DBE"/>
    <w:rsid w:val="005F7A9A"/>
    <w:rsid w:val="0060399E"/>
    <w:rsid w:val="00606332"/>
    <w:rsid w:val="00607FAD"/>
    <w:rsid w:val="00610D39"/>
    <w:rsid w:val="00612B61"/>
    <w:rsid w:val="00614AEC"/>
    <w:rsid w:val="0061742A"/>
    <w:rsid w:val="006222CE"/>
    <w:rsid w:val="00622DDF"/>
    <w:rsid w:val="0062338E"/>
    <w:rsid w:val="006244C6"/>
    <w:rsid w:val="006247CA"/>
    <w:rsid w:val="0062504B"/>
    <w:rsid w:val="00625137"/>
    <w:rsid w:val="006266C6"/>
    <w:rsid w:val="00626F81"/>
    <w:rsid w:val="006305A4"/>
    <w:rsid w:val="00630FC1"/>
    <w:rsid w:val="006311EE"/>
    <w:rsid w:val="00631D7F"/>
    <w:rsid w:val="00633A87"/>
    <w:rsid w:val="00634BEC"/>
    <w:rsid w:val="00640055"/>
    <w:rsid w:val="006403AD"/>
    <w:rsid w:val="00640774"/>
    <w:rsid w:val="006430FD"/>
    <w:rsid w:val="00644B18"/>
    <w:rsid w:val="00644D60"/>
    <w:rsid w:val="00647B44"/>
    <w:rsid w:val="0065039B"/>
    <w:rsid w:val="00651233"/>
    <w:rsid w:val="00651876"/>
    <w:rsid w:val="00651CBF"/>
    <w:rsid w:val="00652C5F"/>
    <w:rsid w:val="00653372"/>
    <w:rsid w:val="00653907"/>
    <w:rsid w:val="00653945"/>
    <w:rsid w:val="00653BA1"/>
    <w:rsid w:val="00653CE9"/>
    <w:rsid w:val="00655477"/>
    <w:rsid w:val="00656315"/>
    <w:rsid w:val="00657632"/>
    <w:rsid w:val="00664B45"/>
    <w:rsid w:val="0066627D"/>
    <w:rsid w:val="00666480"/>
    <w:rsid w:val="0066680F"/>
    <w:rsid w:val="00666990"/>
    <w:rsid w:val="0066790F"/>
    <w:rsid w:val="00670481"/>
    <w:rsid w:val="0067125B"/>
    <w:rsid w:val="0067271B"/>
    <w:rsid w:val="00672939"/>
    <w:rsid w:val="00672BCE"/>
    <w:rsid w:val="0067348C"/>
    <w:rsid w:val="00680204"/>
    <w:rsid w:val="00681B05"/>
    <w:rsid w:val="00682CE1"/>
    <w:rsid w:val="00682F5B"/>
    <w:rsid w:val="00684B8D"/>
    <w:rsid w:val="00684E53"/>
    <w:rsid w:val="0068559E"/>
    <w:rsid w:val="006868D6"/>
    <w:rsid w:val="0068788D"/>
    <w:rsid w:val="00687A39"/>
    <w:rsid w:val="00687E47"/>
    <w:rsid w:val="006969CB"/>
    <w:rsid w:val="006973C5"/>
    <w:rsid w:val="006A04F6"/>
    <w:rsid w:val="006A2789"/>
    <w:rsid w:val="006A2AC4"/>
    <w:rsid w:val="006A57E3"/>
    <w:rsid w:val="006A5A1F"/>
    <w:rsid w:val="006A5D24"/>
    <w:rsid w:val="006A7B70"/>
    <w:rsid w:val="006A7C04"/>
    <w:rsid w:val="006A7EEF"/>
    <w:rsid w:val="006B260C"/>
    <w:rsid w:val="006B2D30"/>
    <w:rsid w:val="006B2ECB"/>
    <w:rsid w:val="006B50D3"/>
    <w:rsid w:val="006B5248"/>
    <w:rsid w:val="006C0309"/>
    <w:rsid w:val="006C06B9"/>
    <w:rsid w:val="006C10E6"/>
    <w:rsid w:val="006C142E"/>
    <w:rsid w:val="006C1CD9"/>
    <w:rsid w:val="006C2DFF"/>
    <w:rsid w:val="006C346C"/>
    <w:rsid w:val="006C3B1C"/>
    <w:rsid w:val="006C3CDD"/>
    <w:rsid w:val="006C62B6"/>
    <w:rsid w:val="006C6531"/>
    <w:rsid w:val="006D114A"/>
    <w:rsid w:val="006D2159"/>
    <w:rsid w:val="006D347C"/>
    <w:rsid w:val="006D5A2F"/>
    <w:rsid w:val="006E0E6C"/>
    <w:rsid w:val="006E1ACC"/>
    <w:rsid w:val="006E4FC2"/>
    <w:rsid w:val="006E75E5"/>
    <w:rsid w:val="006E7EA2"/>
    <w:rsid w:val="006F0698"/>
    <w:rsid w:val="006F0B78"/>
    <w:rsid w:val="006F3215"/>
    <w:rsid w:val="006F41BE"/>
    <w:rsid w:val="006F552F"/>
    <w:rsid w:val="006F7C73"/>
    <w:rsid w:val="0070543E"/>
    <w:rsid w:val="0070698E"/>
    <w:rsid w:val="00707653"/>
    <w:rsid w:val="0071364C"/>
    <w:rsid w:val="00714E2E"/>
    <w:rsid w:val="007159A6"/>
    <w:rsid w:val="00720A50"/>
    <w:rsid w:val="00720F27"/>
    <w:rsid w:val="00721E09"/>
    <w:rsid w:val="007232C9"/>
    <w:rsid w:val="0073232C"/>
    <w:rsid w:val="00734084"/>
    <w:rsid w:val="007346AA"/>
    <w:rsid w:val="0073575F"/>
    <w:rsid w:val="007369D4"/>
    <w:rsid w:val="007377F2"/>
    <w:rsid w:val="00740DA5"/>
    <w:rsid w:val="00743B53"/>
    <w:rsid w:val="00743B7A"/>
    <w:rsid w:val="0074527E"/>
    <w:rsid w:val="00745F58"/>
    <w:rsid w:val="00746BC5"/>
    <w:rsid w:val="007476C4"/>
    <w:rsid w:val="00751E76"/>
    <w:rsid w:val="007524F8"/>
    <w:rsid w:val="007529AC"/>
    <w:rsid w:val="00752E69"/>
    <w:rsid w:val="0075374E"/>
    <w:rsid w:val="00756AE2"/>
    <w:rsid w:val="00762AB3"/>
    <w:rsid w:val="0076386B"/>
    <w:rsid w:val="0076387E"/>
    <w:rsid w:val="00767859"/>
    <w:rsid w:val="0077469F"/>
    <w:rsid w:val="007751DB"/>
    <w:rsid w:val="0077658F"/>
    <w:rsid w:val="00777485"/>
    <w:rsid w:val="007779A0"/>
    <w:rsid w:val="0078040C"/>
    <w:rsid w:val="00782A5F"/>
    <w:rsid w:val="0078410A"/>
    <w:rsid w:val="00786016"/>
    <w:rsid w:val="00786800"/>
    <w:rsid w:val="0079038C"/>
    <w:rsid w:val="007919AD"/>
    <w:rsid w:val="00792D4B"/>
    <w:rsid w:val="007948C1"/>
    <w:rsid w:val="00795953"/>
    <w:rsid w:val="00797FC5"/>
    <w:rsid w:val="007A3675"/>
    <w:rsid w:val="007A4AC2"/>
    <w:rsid w:val="007A501B"/>
    <w:rsid w:val="007A5E24"/>
    <w:rsid w:val="007B018A"/>
    <w:rsid w:val="007B6B95"/>
    <w:rsid w:val="007B7809"/>
    <w:rsid w:val="007C1919"/>
    <w:rsid w:val="007C1CF6"/>
    <w:rsid w:val="007C2432"/>
    <w:rsid w:val="007C35A0"/>
    <w:rsid w:val="007C3C1D"/>
    <w:rsid w:val="007C3CB6"/>
    <w:rsid w:val="007C5A94"/>
    <w:rsid w:val="007C6B84"/>
    <w:rsid w:val="007C725D"/>
    <w:rsid w:val="007C7933"/>
    <w:rsid w:val="007D1715"/>
    <w:rsid w:val="007D1D08"/>
    <w:rsid w:val="007D1D6D"/>
    <w:rsid w:val="007D39DB"/>
    <w:rsid w:val="007D42CF"/>
    <w:rsid w:val="007D6CD2"/>
    <w:rsid w:val="007D6ED4"/>
    <w:rsid w:val="007D700C"/>
    <w:rsid w:val="007E00F5"/>
    <w:rsid w:val="007E098F"/>
    <w:rsid w:val="007E1258"/>
    <w:rsid w:val="007E1751"/>
    <w:rsid w:val="007E2FE0"/>
    <w:rsid w:val="007E416D"/>
    <w:rsid w:val="007E5D87"/>
    <w:rsid w:val="007E75A8"/>
    <w:rsid w:val="007F2145"/>
    <w:rsid w:val="007F3895"/>
    <w:rsid w:val="007F4CF6"/>
    <w:rsid w:val="007F6A41"/>
    <w:rsid w:val="007F7ADA"/>
    <w:rsid w:val="00801C03"/>
    <w:rsid w:val="00804E12"/>
    <w:rsid w:val="00806B65"/>
    <w:rsid w:val="00806C6B"/>
    <w:rsid w:val="00816177"/>
    <w:rsid w:val="00816FA0"/>
    <w:rsid w:val="00816FCB"/>
    <w:rsid w:val="00817017"/>
    <w:rsid w:val="0081799D"/>
    <w:rsid w:val="008217B8"/>
    <w:rsid w:val="0082449A"/>
    <w:rsid w:val="0082748A"/>
    <w:rsid w:val="0083443D"/>
    <w:rsid w:val="00835BB8"/>
    <w:rsid w:val="0083640F"/>
    <w:rsid w:val="00836FD8"/>
    <w:rsid w:val="0083703C"/>
    <w:rsid w:val="00841B94"/>
    <w:rsid w:val="0084291C"/>
    <w:rsid w:val="00843573"/>
    <w:rsid w:val="00843DFD"/>
    <w:rsid w:val="008453AA"/>
    <w:rsid w:val="0084592E"/>
    <w:rsid w:val="00845FE1"/>
    <w:rsid w:val="00846E3D"/>
    <w:rsid w:val="00847217"/>
    <w:rsid w:val="00856ACB"/>
    <w:rsid w:val="008601A9"/>
    <w:rsid w:val="00861C16"/>
    <w:rsid w:val="00863C15"/>
    <w:rsid w:val="00865EFC"/>
    <w:rsid w:val="00867BD0"/>
    <w:rsid w:val="0087013B"/>
    <w:rsid w:val="00870760"/>
    <w:rsid w:val="008718C5"/>
    <w:rsid w:val="00874EFA"/>
    <w:rsid w:val="00876EB9"/>
    <w:rsid w:val="00880905"/>
    <w:rsid w:val="00881DEC"/>
    <w:rsid w:val="008825F8"/>
    <w:rsid w:val="008878CC"/>
    <w:rsid w:val="00891DD1"/>
    <w:rsid w:val="008927D2"/>
    <w:rsid w:val="008967E3"/>
    <w:rsid w:val="008A05AE"/>
    <w:rsid w:val="008A1A8D"/>
    <w:rsid w:val="008A2FEE"/>
    <w:rsid w:val="008A56EE"/>
    <w:rsid w:val="008A618D"/>
    <w:rsid w:val="008A7303"/>
    <w:rsid w:val="008B3174"/>
    <w:rsid w:val="008B3256"/>
    <w:rsid w:val="008B4126"/>
    <w:rsid w:val="008C1DD1"/>
    <w:rsid w:val="008C44F3"/>
    <w:rsid w:val="008C550C"/>
    <w:rsid w:val="008C7450"/>
    <w:rsid w:val="008C7E36"/>
    <w:rsid w:val="008D2058"/>
    <w:rsid w:val="008D26A7"/>
    <w:rsid w:val="008D4938"/>
    <w:rsid w:val="008D4B48"/>
    <w:rsid w:val="008D5A0C"/>
    <w:rsid w:val="008E6398"/>
    <w:rsid w:val="008E6E60"/>
    <w:rsid w:val="008F0828"/>
    <w:rsid w:val="008F087F"/>
    <w:rsid w:val="008F1118"/>
    <w:rsid w:val="008F1119"/>
    <w:rsid w:val="008F17FF"/>
    <w:rsid w:val="008F3C21"/>
    <w:rsid w:val="008F647E"/>
    <w:rsid w:val="008F79B3"/>
    <w:rsid w:val="0090233F"/>
    <w:rsid w:val="00905114"/>
    <w:rsid w:val="00906444"/>
    <w:rsid w:val="00906902"/>
    <w:rsid w:val="00906EFD"/>
    <w:rsid w:val="00912929"/>
    <w:rsid w:val="00913A8F"/>
    <w:rsid w:val="0091420C"/>
    <w:rsid w:val="009151A3"/>
    <w:rsid w:val="00916B5F"/>
    <w:rsid w:val="00917E03"/>
    <w:rsid w:val="00922952"/>
    <w:rsid w:val="00924101"/>
    <w:rsid w:val="00924A71"/>
    <w:rsid w:val="009260A0"/>
    <w:rsid w:val="00927C7A"/>
    <w:rsid w:val="00932BE3"/>
    <w:rsid w:val="00933BDF"/>
    <w:rsid w:val="00935F46"/>
    <w:rsid w:val="009415AB"/>
    <w:rsid w:val="009426E3"/>
    <w:rsid w:val="00943EE3"/>
    <w:rsid w:val="00944359"/>
    <w:rsid w:val="00945C6C"/>
    <w:rsid w:val="00945FE1"/>
    <w:rsid w:val="009521D1"/>
    <w:rsid w:val="009535CD"/>
    <w:rsid w:val="00954730"/>
    <w:rsid w:val="00955AD4"/>
    <w:rsid w:val="00961306"/>
    <w:rsid w:val="00961578"/>
    <w:rsid w:val="00962FE9"/>
    <w:rsid w:val="0096515C"/>
    <w:rsid w:val="00966354"/>
    <w:rsid w:val="00966540"/>
    <w:rsid w:val="00966C35"/>
    <w:rsid w:val="00966F4C"/>
    <w:rsid w:val="00967089"/>
    <w:rsid w:val="00970B09"/>
    <w:rsid w:val="009734AE"/>
    <w:rsid w:val="00973E12"/>
    <w:rsid w:val="00977DDF"/>
    <w:rsid w:val="00977EA3"/>
    <w:rsid w:val="0098081F"/>
    <w:rsid w:val="00982FDD"/>
    <w:rsid w:val="0098334B"/>
    <w:rsid w:val="009837E9"/>
    <w:rsid w:val="00984D07"/>
    <w:rsid w:val="00985419"/>
    <w:rsid w:val="00986C26"/>
    <w:rsid w:val="00986FC3"/>
    <w:rsid w:val="00991840"/>
    <w:rsid w:val="00991F00"/>
    <w:rsid w:val="00993319"/>
    <w:rsid w:val="0099395E"/>
    <w:rsid w:val="009964EB"/>
    <w:rsid w:val="00996F64"/>
    <w:rsid w:val="009A0DEF"/>
    <w:rsid w:val="009A3CC5"/>
    <w:rsid w:val="009A3EAE"/>
    <w:rsid w:val="009A4267"/>
    <w:rsid w:val="009B32DF"/>
    <w:rsid w:val="009B42DA"/>
    <w:rsid w:val="009B4EDE"/>
    <w:rsid w:val="009B5354"/>
    <w:rsid w:val="009B72F1"/>
    <w:rsid w:val="009B7662"/>
    <w:rsid w:val="009C0379"/>
    <w:rsid w:val="009C332A"/>
    <w:rsid w:val="009C35FC"/>
    <w:rsid w:val="009C3BEF"/>
    <w:rsid w:val="009C3F86"/>
    <w:rsid w:val="009C617F"/>
    <w:rsid w:val="009D029E"/>
    <w:rsid w:val="009D1861"/>
    <w:rsid w:val="009D2B82"/>
    <w:rsid w:val="009D2C47"/>
    <w:rsid w:val="009D3283"/>
    <w:rsid w:val="009D3B99"/>
    <w:rsid w:val="009D7A80"/>
    <w:rsid w:val="009E27BB"/>
    <w:rsid w:val="009E462D"/>
    <w:rsid w:val="009E48CC"/>
    <w:rsid w:val="009E5854"/>
    <w:rsid w:val="009F17D7"/>
    <w:rsid w:val="00A01AD7"/>
    <w:rsid w:val="00A027AA"/>
    <w:rsid w:val="00A05E98"/>
    <w:rsid w:val="00A06382"/>
    <w:rsid w:val="00A06859"/>
    <w:rsid w:val="00A10404"/>
    <w:rsid w:val="00A106B4"/>
    <w:rsid w:val="00A11011"/>
    <w:rsid w:val="00A11823"/>
    <w:rsid w:val="00A11FB5"/>
    <w:rsid w:val="00A11FC9"/>
    <w:rsid w:val="00A12CF9"/>
    <w:rsid w:val="00A12F00"/>
    <w:rsid w:val="00A14301"/>
    <w:rsid w:val="00A15C98"/>
    <w:rsid w:val="00A17BF9"/>
    <w:rsid w:val="00A20BEB"/>
    <w:rsid w:val="00A21179"/>
    <w:rsid w:val="00A21429"/>
    <w:rsid w:val="00A2225D"/>
    <w:rsid w:val="00A23189"/>
    <w:rsid w:val="00A23F7B"/>
    <w:rsid w:val="00A25D94"/>
    <w:rsid w:val="00A260BC"/>
    <w:rsid w:val="00A26F9F"/>
    <w:rsid w:val="00A27E15"/>
    <w:rsid w:val="00A305B7"/>
    <w:rsid w:val="00A30F96"/>
    <w:rsid w:val="00A31B36"/>
    <w:rsid w:val="00A3379E"/>
    <w:rsid w:val="00A33EB6"/>
    <w:rsid w:val="00A34C03"/>
    <w:rsid w:val="00A37F65"/>
    <w:rsid w:val="00A41862"/>
    <w:rsid w:val="00A418CA"/>
    <w:rsid w:val="00A47E1B"/>
    <w:rsid w:val="00A50A52"/>
    <w:rsid w:val="00A52F16"/>
    <w:rsid w:val="00A53091"/>
    <w:rsid w:val="00A53C79"/>
    <w:rsid w:val="00A561A0"/>
    <w:rsid w:val="00A56CF6"/>
    <w:rsid w:val="00A574D4"/>
    <w:rsid w:val="00A609B0"/>
    <w:rsid w:val="00A613C7"/>
    <w:rsid w:val="00A615FE"/>
    <w:rsid w:val="00A64149"/>
    <w:rsid w:val="00A64B6F"/>
    <w:rsid w:val="00A64DD2"/>
    <w:rsid w:val="00A65B0A"/>
    <w:rsid w:val="00A67305"/>
    <w:rsid w:val="00A6779B"/>
    <w:rsid w:val="00A702DB"/>
    <w:rsid w:val="00A72157"/>
    <w:rsid w:val="00A73EA2"/>
    <w:rsid w:val="00A750F4"/>
    <w:rsid w:val="00A75DF9"/>
    <w:rsid w:val="00A7770E"/>
    <w:rsid w:val="00A84C43"/>
    <w:rsid w:val="00A84E78"/>
    <w:rsid w:val="00A85AF6"/>
    <w:rsid w:val="00A87A1E"/>
    <w:rsid w:val="00A87E5B"/>
    <w:rsid w:val="00A901A9"/>
    <w:rsid w:val="00A92A15"/>
    <w:rsid w:val="00A93A0C"/>
    <w:rsid w:val="00A957B9"/>
    <w:rsid w:val="00A958E8"/>
    <w:rsid w:val="00A96AFD"/>
    <w:rsid w:val="00AA2145"/>
    <w:rsid w:val="00AA79E5"/>
    <w:rsid w:val="00AA7A92"/>
    <w:rsid w:val="00AB0639"/>
    <w:rsid w:val="00AB07D4"/>
    <w:rsid w:val="00AB0F67"/>
    <w:rsid w:val="00AB247C"/>
    <w:rsid w:val="00AB414E"/>
    <w:rsid w:val="00AB51DB"/>
    <w:rsid w:val="00AB544C"/>
    <w:rsid w:val="00AB5CA9"/>
    <w:rsid w:val="00AC3F45"/>
    <w:rsid w:val="00AD10F0"/>
    <w:rsid w:val="00AD46A8"/>
    <w:rsid w:val="00AD510B"/>
    <w:rsid w:val="00AD5CEB"/>
    <w:rsid w:val="00AE3514"/>
    <w:rsid w:val="00AE374F"/>
    <w:rsid w:val="00AE381C"/>
    <w:rsid w:val="00AE700C"/>
    <w:rsid w:val="00AF1E68"/>
    <w:rsid w:val="00AF6183"/>
    <w:rsid w:val="00AF75CF"/>
    <w:rsid w:val="00AF784A"/>
    <w:rsid w:val="00B0252F"/>
    <w:rsid w:val="00B03CBD"/>
    <w:rsid w:val="00B04F3F"/>
    <w:rsid w:val="00B06A74"/>
    <w:rsid w:val="00B06C52"/>
    <w:rsid w:val="00B07F17"/>
    <w:rsid w:val="00B10726"/>
    <w:rsid w:val="00B11DD6"/>
    <w:rsid w:val="00B13923"/>
    <w:rsid w:val="00B1485D"/>
    <w:rsid w:val="00B15D83"/>
    <w:rsid w:val="00B20401"/>
    <w:rsid w:val="00B21A97"/>
    <w:rsid w:val="00B21C21"/>
    <w:rsid w:val="00B22D31"/>
    <w:rsid w:val="00B22FDF"/>
    <w:rsid w:val="00B2496C"/>
    <w:rsid w:val="00B26C10"/>
    <w:rsid w:val="00B27C67"/>
    <w:rsid w:val="00B309B3"/>
    <w:rsid w:val="00B34274"/>
    <w:rsid w:val="00B35D11"/>
    <w:rsid w:val="00B4212F"/>
    <w:rsid w:val="00B424E5"/>
    <w:rsid w:val="00B42544"/>
    <w:rsid w:val="00B458B9"/>
    <w:rsid w:val="00B47BF8"/>
    <w:rsid w:val="00B52E80"/>
    <w:rsid w:val="00B55121"/>
    <w:rsid w:val="00B55BCC"/>
    <w:rsid w:val="00B56C7C"/>
    <w:rsid w:val="00B6005F"/>
    <w:rsid w:val="00B62924"/>
    <w:rsid w:val="00B62F94"/>
    <w:rsid w:val="00B63978"/>
    <w:rsid w:val="00B653C7"/>
    <w:rsid w:val="00B6596E"/>
    <w:rsid w:val="00B65D79"/>
    <w:rsid w:val="00B677DE"/>
    <w:rsid w:val="00B71283"/>
    <w:rsid w:val="00B72DB3"/>
    <w:rsid w:val="00B73EC3"/>
    <w:rsid w:val="00B74DCA"/>
    <w:rsid w:val="00B7634E"/>
    <w:rsid w:val="00B77637"/>
    <w:rsid w:val="00B80077"/>
    <w:rsid w:val="00B83D68"/>
    <w:rsid w:val="00B846DD"/>
    <w:rsid w:val="00B85256"/>
    <w:rsid w:val="00B855A2"/>
    <w:rsid w:val="00B86C23"/>
    <w:rsid w:val="00B90DDA"/>
    <w:rsid w:val="00B9123F"/>
    <w:rsid w:val="00B91596"/>
    <w:rsid w:val="00B91A9C"/>
    <w:rsid w:val="00B977F6"/>
    <w:rsid w:val="00BA172F"/>
    <w:rsid w:val="00BA2931"/>
    <w:rsid w:val="00BA62D7"/>
    <w:rsid w:val="00BA6CAE"/>
    <w:rsid w:val="00BB2C97"/>
    <w:rsid w:val="00BB2E56"/>
    <w:rsid w:val="00BB3130"/>
    <w:rsid w:val="00BB4635"/>
    <w:rsid w:val="00BB5C6E"/>
    <w:rsid w:val="00BC214A"/>
    <w:rsid w:val="00BC29E0"/>
    <w:rsid w:val="00BC5E5A"/>
    <w:rsid w:val="00BD2912"/>
    <w:rsid w:val="00BD2A18"/>
    <w:rsid w:val="00BE2D20"/>
    <w:rsid w:val="00BE318A"/>
    <w:rsid w:val="00BE47D1"/>
    <w:rsid w:val="00BE68A7"/>
    <w:rsid w:val="00BE70FC"/>
    <w:rsid w:val="00BF1E50"/>
    <w:rsid w:val="00BF2199"/>
    <w:rsid w:val="00BF299F"/>
    <w:rsid w:val="00BF771C"/>
    <w:rsid w:val="00BF79BF"/>
    <w:rsid w:val="00BF7A10"/>
    <w:rsid w:val="00C00D5A"/>
    <w:rsid w:val="00C04A7A"/>
    <w:rsid w:val="00C05338"/>
    <w:rsid w:val="00C0547F"/>
    <w:rsid w:val="00C06B84"/>
    <w:rsid w:val="00C0710E"/>
    <w:rsid w:val="00C073A4"/>
    <w:rsid w:val="00C132D2"/>
    <w:rsid w:val="00C14DD2"/>
    <w:rsid w:val="00C172FC"/>
    <w:rsid w:val="00C21B86"/>
    <w:rsid w:val="00C329BD"/>
    <w:rsid w:val="00C33F3F"/>
    <w:rsid w:val="00C34F1C"/>
    <w:rsid w:val="00C34FCA"/>
    <w:rsid w:val="00C35763"/>
    <w:rsid w:val="00C36213"/>
    <w:rsid w:val="00C40D4C"/>
    <w:rsid w:val="00C42436"/>
    <w:rsid w:val="00C426EE"/>
    <w:rsid w:val="00C42A0E"/>
    <w:rsid w:val="00C452F9"/>
    <w:rsid w:val="00C45D15"/>
    <w:rsid w:val="00C52F9B"/>
    <w:rsid w:val="00C53456"/>
    <w:rsid w:val="00C53CA9"/>
    <w:rsid w:val="00C5533D"/>
    <w:rsid w:val="00C56FEE"/>
    <w:rsid w:val="00C57C8C"/>
    <w:rsid w:val="00C61DC8"/>
    <w:rsid w:val="00C62AD3"/>
    <w:rsid w:val="00C634DD"/>
    <w:rsid w:val="00C644E9"/>
    <w:rsid w:val="00C651C4"/>
    <w:rsid w:val="00C662EF"/>
    <w:rsid w:val="00C66BB7"/>
    <w:rsid w:val="00C67F77"/>
    <w:rsid w:val="00C72685"/>
    <w:rsid w:val="00C73583"/>
    <w:rsid w:val="00C7374B"/>
    <w:rsid w:val="00C75DF8"/>
    <w:rsid w:val="00C76199"/>
    <w:rsid w:val="00C84180"/>
    <w:rsid w:val="00C84354"/>
    <w:rsid w:val="00C86865"/>
    <w:rsid w:val="00C86CD0"/>
    <w:rsid w:val="00C8701B"/>
    <w:rsid w:val="00C9293D"/>
    <w:rsid w:val="00C94F2C"/>
    <w:rsid w:val="00C95121"/>
    <w:rsid w:val="00CA0D9D"/>
    <w:rsid w:val="00CA4253"/>
    <w:rsid w:val="00CA577E"/>
    <w:rsid w:val="00CB3F35"/>
    <w:rsid w:val="00CB5353"/>
    <w:rsid w:val="00CB5850"/>
    <w:rsid w:val="00CB7433"/>
    <w:rsid w:val="00CB7458"/>
    <w:rsid w:val="00CC01DC"/>
    <w:rsid w:val="00CC131B"/>
    <w:rsid w:val="00CC15A5"/>
    <w:rsid w:val="00CC185B"/>
    <w:rsid w:val="00CC34A4"/>
    <w:rsid w:val="00CC4788"/>
    <w:rsid w:val="00CC47FF"/>
    <w:rsid w:val="00CC50DA"/>
    <w:rsid w:val="00CC5C98"/>
    <w:rsid w:val="00CC7C9B"/>
    <w:rsid w:val="00CD0440"/>
    <w:rsid w:val="00CD1770"/>
    <w:rsid w:val="00CD1FC0"/>
    <w:rsid w:val="00CD244B"/>
    <w:rsid w:val="00CD30AF"/>
    <w:rsid w:val="00CD3416"/>
    <w:rsid w:val="00CD5699"/>
    <w:rsid w:val="00CD6210"/>
    <w:rsid w:val="00CD6795"/>
    <w:rsid w:val="00CD750B"/>
    <w:rsid w:val="00CD76AA"/>
    <w:rsid w:val="00CD76EF"/>
    <w:rsid w:val="00CE05AA"/>
    <w:rsid w:val="00CE2469"/>
    <w:rsid w:val="00CF23F8"/>
    <w:rsid w:val="00CF51C5"/>
    <w:rsid w:val="00CF56E5"/>
    <w:rsid w:val="00CF5A79"/>
    <w:rsid w:val="00CF5AF4"/>
    <w:rsid w:val="00CF71AE"/>
    <w:rsid w:val="00CF7D66"/>
    <w:rsid w:val="00D02DEF"/>
    <w:rsid w:val="00D04065"/>
    <w:rsid w:val="00D07D2A"/>
    <w:rsid w:val="00D105F1"/>
    <w:rsid w:val="00D12BD6"/>
    <w:rsid w:val="00D13DD2"/>
    <w:rsid w:val="00D141B3"/>
    <w:rsid w:val="00D15843"/>
    <w:rsid w:val="00D233C9"/>
    <w:rsid w:val="00D248D3"/>
    <w:rsid w:val="00D25D68"/>
    <w:rsid w:val="00D27DAD"/>
    <w:rsid w:val="00D27DB2"/>
    <w:rsid w:val="00D31AD1"/>
    <w:rsid w:val="00D32C61"/>
    <w:rsid w:val="00D3367F"/>
    <w:rsid w:val="00D34104"/>
    <w:rsid w:val="00D346C4"/>
    <w:rsid w:val="00D36C5C"/>
    <w:rsid w:val="00D41C3D"/>
    <w:rsid w:val="00D46482"/>
    <w:rsid w:val="00D50C09"/>
    <w:rsid w:val="00D52723"/>
    <w:rsid w:val="00D54864"/>
    <w:rsid w:val="00D55B32"/>
    <w:rsid w:val="00D56327"/>
    <w:rsid w:val="00D6007D"/>
    <w:rsid w:val="00D6102C"/>
    <w:rsid w:val="00D6250E"/>
    <w:rsid w:val="00D6294E"/>
    <w:rsid w:val="00D710AD"/>
    <w:rsid w:val="00D718C7"/>
    <w:rsid w:val="00D71B4B"/>
    <w:rsid w:val="00D728CF"/>
    <w:rsid w:val="00D75ACC"/>
    <w:rsid w:val="00D75CCE"/>
    <w:rsid w:val="00D8085A"/>
    <w:rsid w:val="00D81943"/>
    <w:rsid w:val="00D8336E"/>
    <w:rsid w:val="00D84474"/>
    <w:rsid w:val="00D939F9"/>
    <w:rsid w:val="00D94A64"/>
    <w:rsid w:val="00D9787F"/>
    <w:rsid w:val="00DA083D"/>
    <w:rsid w:val="00DA40E4"/>
    <w:rsid w:val="00DA68EF"/>
    <w:rsid w:val="00DA71EA"/>
    <w:rsid w:val="00DA7E2F"/>
    <w:rsid w:val="00DA7F8D"/>
    <w:rsid w:val="00DB094C"/>
    <w:rsid w:val="00DB0B44"/>
    <w:rsid w:val="00DB562A"/>
    <w:rsid w:val="00DC1607"/>
    <w:rsid w:val="00DC4C3E"/>
    <w:rsid w:val="00DC6B94"/>
    <w:rsid w:val="00DC6DA4"/>
    <w:rsid w:val="00DD09C4"/>
    <w:rsid w:val="00DD2159"/>
    <w:rsid w:val="00DD2C10"/>
    <w:rsid w:val="00DD66E3"/>
    <w:rsid w:val="00DD6E0A"/>
    <w:rsid w:val="00DD6EC1"/>
    <w:rsid w:val="00DE0A5F"/>
    <w:rsid w:val="00DE1656"/>
    <w:rsid w:val="00DE1A33"/>
    <w:rsid w:val="00DE1D1E"/>
    <w:rsid w:val="00DE22C6"/>
    <w:rsid w:val="00DE3F99"/>
    <w:rsid w:val="00DE64B1"/>
    <w:rsid w:val="00DF1851"/>
    <w:rsid w:val="00DF2A23"/>
    <w:rsid w:val="00DF396D"/>
    <w:rsid w:val="00DF42A0"/>
    <w:rsid w:val="00DF4AE9"/>
    <w:rsid w:val="00DF4E57"/>
    <w:rsid w:val="00DF7931"/>
    <w:rsid w:val="00E00478"/>
    <w:rsid w:val="00E00E9B"/>
    <w:rsid w:val="00E00EC5"/>
    <w:rsid w:val="00E00EF4"/>
    <w:rsid w:val="00E0116F"/>
    <w:rsid w:val="00E01289"/>
    <w:rsid w:val="00E0293B"/>
    <w:rsid w:val="00E03443"/>
    <w:rsid w:val="00E0514F"/>
    <w:rsid w:val="00E132FC"/>
    <w:rsid w:val="00E1372F"/>
    <w:rsid w:val="00E13B89"/>
    <w:rsid w:val="00E140EC"/>
    <w:rsid w:val="00E149AB"/>
    <w:rsid w:val="00E23C44"/>
    <w:rsid w:val="00E258F3"/>
    <w:rsid w:val="00E2798F"/>
    <w:rsid w:val="00E3291A"/>
    <w:rsid w:val="00E32C69"/>
    <w:rsid w:val="00E33E5E"/>
    <w:rsid w:val="00E346FC"/>
    <w:rsid w:val="00E35AB2"/>
    <w:rsid w:val="00E36ADB"/>
    <w:rsid w:val="00E36E5E"/>
    <w:rsid w:val="00E37B0B"/>
    <w:rsid w:val="00E4067A"/>
    <w:rsid w:val="00E40DFA"/>
    <w:rsid w:val="00E41305"/>
    <w:rsid w:val="00E41554"/>
    <w:rsid w:val="00E42C00"/>
    <w:rsid w:val="00E45A30"/>
    <w:rsid w:val="00E45F47"/>
    <w:rsid w:val="00E468B1"/>
    <w:rsid w:val="00E478B5"/>
    <w:rsid w:val="00E50A17"/>
    <w:rsid w:val="00E50AE7"/>
    <w:rsid w:val="00E5153A"/>
    <w:rsid w:val="00E51800"/>
    <w:rsid w:val="00E520DF"/>
    <w:rsid w:val="00E540DE"/>
    <w:rsid w:val="00E567D8"/>
    <w:rsid w:val="00E56B44"/>
    <w:rsid w:val="00E615E2"/>
    <w:rsid w:val="00E62443"/>
    <w:rsid w:val="00E71DA5"/>
    <w:rsid w:val="00E73A51"/>
    <w:rsid w:val="00E75B99"/>
    <w:rsid w:val="00E7755A"/>
    <w:rsid w:val="00E807BB"/>
    <w:rsid w:val="00E831D1"/>
    <w:rsid w:val="00E833BB"/>
    <w:rsid w:val="00E85466"/>
    <w:rsid w:val="00E85864"/>
    <w:rsid w:val="00E86FE0"/>
    <w:rsid w:val="00E90216"/>
    <w:rsid w:val="00E91A7C"/>
    <w:rsid w:val="00E922A8"/>
    <w:rsid w:val="00E9762E"/>
    <w:rsid w:val="00EA13F6"/>
    <w:rsid w:val="00EA6C2D"/>
    <w:rsid w:val="00EA732C"/>
    <w:rsid w:val="00EB77A6"/>
    <w:rsid w:val="00EB78DA"/>
    <w:rsid w:val="00EC07CA"/>
    <w:rsid w:val="00EC0BCD"/>
    <w:rsid w:val="00EC0D88"/>
    <w:rsid w:val="00EC14B7"/>
    <w:rsid w:val="00EC261D"/>
    <w:rsid w:val="00ED15F0"/>
    <w:rsid w:val="00ED66E6"/>
    <w:rsid w:val="00ED6AF1"/>
    <w:rsid w:val="00EE146A"/>
    <w:rsid w:val="00EE1C35"/>
    <w:rsid w:val="00EE3218"/>
    <w:rsid w:val="00EE4842"/>
    <w:rsid w:val="00EF2EEE"/>
    <w:rsid w:val="00EF701D"/>
    <w:rsid w:val="00F01607"/>
    <w:rsid w:val="00F07513"/>
    <w:rsid w:val="00F105C8"/>
    <w:rsid w:val="00F11A5D"/>
    <w:rsid w:val="00F126C7"/>
    <w:rsid w:val="00F14529"/>
    <w:rsid w:val="00F17469"/>
    <w:rsid w:val="00F216E4"/>
    <w:rsid w:val="00F223BE"/>
    <w:rsid w:val="00F22C16"/>
    <w:rsid w:val="00F23A60"/>
    <w:rsid w:val="00F27D0C"/>
    <w:rsid w:val="00F30116"/>
    <w:rsid w:val="00F304CD"/>
    <w:rsid w:val="00F31EDA"/>
    <w:rsid w:val="00F320C5"/>
    <w:rsid w:val="00F32A4A"/>
    <w:rsid w:val="00F3463E"/>
    <w:rsid w:val="00F3637E"/>
    <w:rsid w:val="00F36864"/>
    <w:rsid w:val="00F418A3"/>
    <w:rsid w:val="00F41BF9"/>
    <w:rsid w:val="00F44F6D"/>
    <w:rsid w:val="00F471BA"/>
    <w:rsid w:val="00F4753B"/>
    <w:rsid w:val="00F47705"/>
    <w:rsid w:val="00F509BE"/>
    <w:rsid w:val="00F51E5D"/>
    <w:rsid w:val="00F51F3E"/>
    <w:rsid w:val="00F54DDF"/>
    <w:rsid w:val="00F56CE5"/>
    <w:rsid w:val="00F57081"/>
    <w:rsid w:val="00F57837"/>
    <w:rsid w:val="00F61352"/>
    <w:rsid w:val="00F61B3E"/>
    <w:rsid w:val="00F6360D"/>
    <w:rsid w:val="00F64DEE"/>
    <w:rsid w:val="00F6638B"/>
    <w:rsid w:val="00F66553"/>
    <w:rsid w:val="00F66719"/>
    <w:rsid w:val="00F71252"/>
    <w:rsid w:val="00F73659"/>
    <w:rsid w:val="00F74EB2"/>
    <w:rsid w:val="00F75C57"/>
    <w:rsid w:val="00F75D56"/>
    <w:rsid w:val="00F768B7"/>
    <w:rsid w:val="00F76B0C"/>
    <w:rsid w:val="00F77FDD"/>
    <w:rsid w:val="00F80D43"/>
    <w:rsid w:val="00F82E7B"/>
    <w:rsid w:val="00F8344C"/>
    <w:rsid w:val="00F87AF4"/>
    <w:rsid w:val="00F90B5B"/>
    <w:rsid w:val="00F90F82"/>
    <w:rsid w:val="00F93D68"/>
    <w:rsid w:val="00FA2C50"/>
    <w:rsid w:val="00FA4F9E"/>
    <w:rsid w:val="00FA606F"/>
    <w:rsid w:val="00FB2A3C"/>
    <w:rsid w:val="00FB3420"/>
    <w:rsid w:val="00FB76C7"/>
    <w:rsid w:val="00FC1691"/>
    <w:rsid w:val="00FC2959"/>
    <w:rsid w:val="00FC45B9"/>
    <w:rsid w:val="00FC6C25"/>
    <w:rsid w:val="00FC6F73"/>
    <w:rsid w:val="00FD04FB"/>
    <w:rsid w:val="00FD0F2F"/>
    <w:rsid w:val="00FD2292"/>
    <w:rsid w:val="00FD2E70"/>
    <w:rsid w:val="00FD2F67"/>
    <w:rsid w:val="00FD3AFB"/>
    <w:rsid w:val="00FD5A3C"/>
    <w:rsid w:val="00FD64E6"/>
    <w:rsid w:val="00FD6AC5"/>
    <w:rsid w:val="00FE081E"/>
    <w:rsid w:val="00FE1921"/>
    <w:rsid w:val="00FE30CB"/>
    <w:rsid w:val="00FE514A"/>
    <w:rsid w:val="00FE5DCC"/>
    <w:rsid w:val="00FE6CC5"/>
    <w:rsid w:val="00FE7DF8"/>
    <w:rsid w:val="00FF0CC1"/>
    <w:rsid w:val="00FF3E65"/>
    <w:rsid w:val="00FF6EA6"/>
    <w:rsid w:val="00FF72BD"/>
    <w:rsid w:val="00FF7F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F4A01"/>
  <w15:chartTrackingRefBased/>
  <w15:docId w15:val="{4D0164E1-6B22-4629-9B44-BB94CAB3B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1D4B"/>
    <w:pPr>
      <w:spacing w:before="40" w:after="40" w:line="240" w:lineRule="auto"/>
      <w:jc w:val="both"/>
    </w:pPr>
  </w:style>
  <w:style w:type="paragraph" w:styleId="Heading1">
    <w:name w:val="heading 1"/>
    <w:next w:val="Normal"/>
    <w:link w:val="Heading1Char"/>
    <w:uiPriority w:val="9"/>
    <w:qFormat/>
    <w:rsid w:val="005E678F"/>
    <w:pPr>
      <w:framePr w:hSpace="181" w:wrap="auto" w:vAnchor="text" w:hAnchor="margin" w:x="-317" w:y="1"/>
      <w:spacing w:before="40"/>
      <w:suppressOverlap/>
      <w:outlineLvl w:val="0"/>
    </w:pPr>
    <w:rPr>
      <w:b/>
      <w:bCs/>
      <w:sz w:val="24"/>
      <w:szCs w:val="24"/>
    </w:rPr>
  </w:style>
  <w:style w:type="paragraph" w:styleId="Heading2">
    <w:name w:val="heading 2"/>
    <w:basedOn w:val="Normal"/>
    <w:next w:val="Normal"/>
    <w:link w:val="Heading2Char"/>
    <w:uiPriority w:val="9"/>
    <w:unhideWhenUsed/>
    <w:qFormat/>
    <w:rsid w:val="001C09B8"/>
    <w:pPr>
      <w:spacing w:after="0"/>
      <w:jc w:val="right"/>
      <w:outlineLvl w:val="1"/>
    </w:pPr>
    <w:rPr>
      <w:b/>
      <w:bCs/>
      <w:szCs w:val="20"/>
      <w:lang w:val="en-US"/>
    </w:rPr>
  </w:style>
  <w:style w:type="paragraph" w:styleId="Heading3">
    <w:name w:val="heading 3"/>
    <w:basedOn w:val="Subtitle"/>
    <w:next w:val="Normal"/>
    <w:link w:val="Heading3Char"/>
    <w:uiPriority w:val="9"/>
    <w:unhideWhenUsed/>
    <w:qFormat/>
    <w:rsid w:val="005E678F"/>
    <w:pPr>
      <w:framePr w:hSpace="180" w:wrap="around" w:vAnchor="page" w:hAnchor="margin" w:x="-314" w:y="3046"/>
      <w:spacing w:before="80"/>
      <w:jc w:val="right"/>
      <w:outlineLvl w:val="2"/>
    </w:pPr>
    <w:rPr>
      <w:rFonts w:ascii="Microsoft YaHei UI" w:eastAsia="Microsoft YaHei UI" w:hAnsi="Microsoft YaHei UI" w:cstheme="minorHAnsi"/>
      <w:noProof/>
      <w:color w:val="FFFFFF" w:themeColor="background1"/>
      <w:spacing w:val="0"/>
      <w:sz w:val="26"/>
    </w:rPr>
  </w:style>
  <w:style w:type="paragraph" w:styleId="Heading4">
    <w:name w:val="heading 4"/>
    <w:basedOn w:val="Heading3"/>
    <w:next w:val="Normal"/>
    <w:link w:val="Heading4Char"/>
    <w:uiPriority w:val="9"/>
    <w:unhideWhenUsed/>
    <w:qFormat/>
    <w:rsid w:val="009B4EDE"/>
    <w:pPr>
      <w:framePr w:hSpace="181" w:wrap="around" w:vAnchor="text" w:hAnchor="text" w:x="3481" w:y="1"/>
      <w:suppressOverlap/>
      <w:outlineLvl w:val="3"/>
    </w:pPr>
  </w:style>
  <w:style w:type="paragraph" w:styleId="Heading5">
    <w:name w:val="heading 5"/>
    <w:basedOn w:val="Normal"/>
    <w:next w:val="Normal"/>
    <w:link w:val="Heading5Char"/>
    <w:uiPriority w:val="9"/>
    <w:unhideWhenUsed/>
    <w:qFormat/>
    <w:rsid w:val="003768AA"/>
    <w:pPr>
      <w:framePr w:hSpace="181" w:wrap="around" w:vAnchor="text" w:hAnchor="margin" w:x="-317" w:y="1"/>
      <w:suppressOverlap/>
      <w:outlineLvl w:val="4"/>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461E"/>
    <w:rPr>
      <w:color w:val="808080"/>
    </w:rPr>
  </w:style>
  <w:style w:type="paragraph" w:styleId="BalloonText">
    <w:name w:val="Balloon Text"/>
    <w:basedOn w:val="Normal"/>
    <w:link w:val="BalloonTextChar"/>
    <w:uiPriority w:val="99"/>
    <w:semiHidden/>
    <w:unhideWhenUsed/>
    <w:rsid w:val="0024461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61E"/>
    <w:rPr>
      <w:rFonts w:ascii="Segoe UI" w:hAnsi="Segoe UI" w:cs="Segoe UI"/>
      <w:sz w:val="18"/>
      <w:szCs w:val="18"/>
    </w:rPr>
  </w:style>
  <w:style w:type="paragraph" w:styleId="Header">
    <w:name w:val="header"/>
    <w:basedOn w:val="Normal"/>
    <w:link w:val="HeaderChar"/>
    <w:uiPriority w:val="99"/>
    <w:unhideWhenUsed/>
    <w:rsid w:val="000C67B6"/>
    <w:pPr>
      <w:tabs>
        <w:tab w:val="center" w:pos="4513"/>
        <w:tab w:val="right" w:pos="9026"/>
      </w:tabs>
      <w:spacing w:after="0"/>
    </w:pPr>
  </w:style>
  <w:style w:type="character" w:customStyle="1" w:styleId="HeaderChar">
    <w:name w:val="Header Char"/>
    <w:basedOn w:val="DefaultParagraphFont"/>
    <w:link w:val="Header"/>
    <w:uiPriority w:val="99"/>
    <w:rsid w:val="000C67B6"/>
  </w:style>
  <w:style w:type="paragraph" w:styleId="Footer">
    <w:name w:val="footer"/>
    <w:basedOn w:val="Normal"/>
    <w:link w:val="FooterChar"/>
    <w:uiPriority w:val="99"/>
    <w:unhideWhenUsed/>
    <w:rsid w:val="000C67B6"/>
    <w:pPr>
      <w:tabs>
        <w:tab w:val="center" w:pos="4513"/>
        <w:tab w:val="right" w:pos="9026"/>
      </w:tabs>
      <w:spacing w:after="0"/>
    </w:pPr>
  </w:style>
  <w:style w:type="character" w:customStyle="1" w:styleId="FooterChar">
    <w:name w:val="Footer Char"/>
    <w:basedOn w:val="DefaultParagraphFont"/>
    <w:link w:val="Footer"/>
    <w:uiPriority w:val="99"/>
    <w:rsid w:val="000C67B6"/>
  </w:style>
  <w:style w:type="table" w:styleId="TableGrid">
    <w:name w:val="Table Grid"/>
    <w:basedOn w:val="TableNormal"/>
    <w:uiPriority w:val="39"/>
    <w:rsid w:val="005F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A53091"/>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53091"/>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53091"/>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53091"/>
    <w:rPr>
      <w:rFonts w:ascii="Arial" w:hAnsi="Arial" w:cs="Arial"/>
      <w:vanish/>
      <w:sz w:val="16"/>
      <w:szCs w:val="16"/>
    </w:rPr>
  </w:style>
  <w:style w:type="character" w:styleId="Hyperlink">
    <w:name w:val="Hyperlink"/>
    <w:basedOn w:val="DefaultParagraphFont"/>
    <w:uiPriority w:val="99"/>
    <w:unhideWhenUsed/>
    <w:rsid w:val="0061742A"/>
    <w:rPr>
      <w:color w:val="0563C1" w:themeColor="hyperlink"/>
      <w:u w:val="single"/>
    </w:rPr>
  </w:style>
  <w:style w:type="character" w:styleId="UnresolvedMention">
    <w:name w:val="Unresolved Mention"/>
    <w:basedOn w:val="DefaultParagraphFont"/>
    <w:uiPriority w:val="99"/>
    <w:semiHidden/>
    <w:unhideWhenUsed/>
    <w:rsid w:val="0061742A"/>
    <w:rPr>
      <w:color w:val="605E5C"/>
      <w:shd w:val="clear" w:color="auto" w:fill="E1DFDD"/>
    </w:rPr>
  </w:style>
  <w:style w:type="paragraph" w:styleId="ListParagraph">
    <w:name w:val="List Paragraph"/>
    <w:basedOn w:val="Normal"/>
    <w:uiPriority w:val="34"/>
    <w:qFormat/>
    <w:rsid w:val="002A49F8"/>
    <w:pPr>
      <w:widowControl w:val="0"/>
      <w:numPr>
        <w:numId w:val="1"/>
      </w:numPr>
      <w:ind w:right="533"/>
    </w:pPr>
    <w:rPr>
      <w:sz w:val="18"/>
      <w:lang w:val="en-US"/>
    </w:rPr>
  </w:style>
  <w:style w:type="paragraph" w:customStyle="1" w:styleId="ContactInfo">
    <w:name w:val="Contact Info"/>
    <w:basedOn w:val="Normal"/>
    <w:uiPriority w:val="99"/>
    <w:rsid w:val="00CF71AE"/>
    <w:pPr>
      <w:autoSpaceDE w:val="0"/>
      <w:autoSpaceDN w:val="0"/>
      <w:adjustRightInd w:val="0"/>
      <w:spacing w:before="80" w:after="0" w:line="260" w:lineRule="atLeast"/>
      <w:textAlignment w:val="center"/>
    </w:pPr>
    <w:rPr>
      <w:rFonts w:ascii="Lato" w:hAnsi="Lato" w:cs="Lato"/>
      <w:b/>
      <w:bCs/>
      <w:caps/>
      <w:color w:val="4F0000"/>
      <w:spacing w:val="11"/>
      <w:lang w:val="en-US"/>
    </w:rPr>
  </w:style>
  <w:style w:type="paragraph" w:customStyle="1" w:styleId="FormText">
    <w:name w:val="Form Text"/>
    <w:link w:val="FormTextChar"/>
    <w:autoRedefine/>
    <w:qFormat/>
    <w:rsid w:val="007D1715"/>
    <w:pPr>
      <w:ind w:left="-567" w:right="-613"/>
      <w:jc w:val="both"/>
    </w:pPr>
    <w:rPr>
      <w:rFonts w:cstheme="minorHAnsi"/>
      <w:i/>
      <w:iCs/>
      <w:color w:val="000000" w:themeColor="text1"/>
      <w:sz w:val="20"/>
      <w:szCs w:val="24"/>
    </w:rPr>
  </w:style>
  <w:style w:type="paragraph" w:styleId="NoSpacing">
    <w:name w:val="No Spacing"/>
    <w:uiPriority w:val="1"/>
    <w:qFormat/>
    <w:rsid w:val="00865EFC"/>
    <w:pPr>
      <w:spacing w:before="40" w:after="40" w:line="240" w:lineRule="auto"/>
    </w:pPr>
    <w:rPr>
      <w:i/>
      <w:color w:val="000000" w:themeColor="text1"/>
      <w:sz w:val="20"/>
    </w:rPr>
  </w:style>
  <w:style w:type="character" w:customStyle="1" w:styleId="FormTextChar">
    <w:name w:val="Form Text Char"/>
    <w:basedOn w:val="DefaultParagraphFont"/>
    <w:link w:val="FormText"/>
    <w:rsid w:val="007D1715"/>
    <w:rPr>
      <w:rFonts w:cstheme="minorHAnsi"/>
      <w:i/>
      <w:iCs/>
      <w:color w:val="000000" w:themeColor="text1"/>
      <w:sz w:val="20"/>
      <w:szCs w:val="24"/>
    </w:rPr>
  </w:style>
  <w:style w:type="character" w:customStyle="1" w:styleId="Heading1Char">
    <w:name w:val="Heading 1 Char"/>
    <w:basedOn w:val="DefaultParagraphFont"/>
    <w:link w:val="Heading1"/>
    <w:uiPriority w:val="9"/>
    <w:rsid w:val="005E678F"/>
    <w:rPr>
      <w:b/>
      <w:bCs/>
      <w:sz w:val="24"/>
      <w:szCs w:val="24"/>
    </w:rPr>
  </w:style>
  <w:style w:type="character" w:styleId="Strong">
    <w:name w:val="Strong"/>
    <w:basedOn w:val="DefaultParagraphFont"/>
    <w:uiPriority w:val="22"/>
    <w:qFormat/>
    <w:rsid w:val="000E4021"/>
    <w:rPr>
      <w:b/>
      <w:bCs/>
      <w:sz w:val="22"/>
    </w:rPr>
  </w:style>
  <w:style w:type="character" w:customStyle="1" w:styleId="Style1">
    <w:name w:val="Style1"/>
    <w:basedOn w:val="DefaultParagraphFont"/>
    <w:uiPriority w:val="1"/>
    <w:rsid w:val="008A1A8D"/>
    <w:rPr>
      <w:rFonts w:ascii="Daytona" w:hAnsi="Daytona"/>
      <w:i/>
      <w:sz w:val="20"/>
    </w:rPr>
  </w:style>
  <w:style w:type="character" w:customStyle="1" w:styleId="Style2">
    <w:name w:val="Style2"/>
    <w:basedOn w:val="DefaultParagraphFont"/>
    <w:uiPriority w:val="1"/>
    <w:rsid w:val="003C0B14"/>
    <w:rPr>
      <w:rFonts w:ascii="Daytona" w:hAnsi="Daytona"/>
      <w:b w:val="0"/>
      <w:i/>
      <w:sz w:val="20"/>
    </w:rPr>
  </w:style>
  <w:style w:type="paragraph" w:customStyle="1" w:styleId="EDFA3CABEA1246B0A9FAB2023D620EB8">
    <w:name w:val="EDFA3CABEA1246B0A9FAB2023D620EB8"/>
    <w:rsid w:val="00863C15"/>
    <w:rPr>
      <w:rFonts w:eastAsiaTheme="minorEastAsia"/>
      <w:lang w:eastAsia="en-AU"/>
    </w:rPr>
  </w:style>
  <w:style w:type="paragraph" w:styleId="Subtitle">
    <w:name w:val="Subtitle"/>
    <w:basedOn w:val="Normal"/>
    <w:next w:val="Normal"/>
    <w:link w:val="SubtitleChar"/>
    <w:uiPriority w:val="11"/>
    <w:qFormat/>
    <w:rsid w:val="008E6398"/>
    <w:pPr>
      <w:numPr>
        <w:ilvl w:val="1"/>
      </w:numPr>
      <w:spacing w:before="160"/>
    </w:pPr>
    <w:rPr>
      <w:rFonts w:eastAsiaTheme="minorEastAsia"/>
      <w:b/>
      <w:color w:val="3C0919"/>
      <w:spacing w:val="15"/>
    </w:rPr>
  </w:style>
  <w:style w:type="character" w:customStyle="1" w:styleId="SubtitleChar">
    <w:name w:val="Subtitle Char"/>
    <w:basedOn w:val="DefaultParagraphFont"/>
    <w:link w:val="Subtitle"/>
    <w:uiPriority w:val="11"/>
    <w:rsid w:val="008E6398"/>
    <w:rPr>
      <w:rFonts w:eastAsiaTheme="minorEastAsia"/>
      <w:b/>
      <w:color w:val="3C0919"/>
      <w:spacing w:val="15"/>
    </w:rPr>
  </w:style>
  <w:style w:type="paragraph" w:customStyle="1" w:styleId="Default">
    <w:name w:val="Default"/>
    <w:rsid w:val="00984D07"/>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1C09B8"/>
    <w:rPr>
      <w:b/>
      <w:bCs/>
      <w:szCs w:val="20"/>
      <w:lang w:val="en-US"/>
    </w:rPr>
  </w:style>
  <w:style w:type="character" w:customStyle="1" w:styleId="Heading3Char">
    <w:name w:val="Heading 3 Char"/>
    <w:basedOn w:val="DefaultParagraphFont"/>
    <w:link w:val="Heading3"/>
    <w:uiPriority w:val="9"/>
    <w:rsid w:val="005E678F"/>
    <w:rPr>
      <w:rFonts w:ascii="Microsoft YaHei UI" w:eastAsia="Microsoft YaHei UI" w:hAnsi="Microsoft YaHei UI" w:cstheme="minorHAnsi"/>
      <w:b/>
      <w:noProof/>
      <w:color w:val="FFFFFF" w:themeColor="background1"/>
      <w:sz w:val="26"/>
    </w:rPr>
  </w:style>
  <w:style w:type="character" w:customStyle="1" w:styleId="Heading4Char">
    <w:name w:val="Heading 4 Char"/>
    <w:basedOn w:val="DefaultParagraphFont"/>
    <w:link w:val="Heading4"/>
    <w:uiPriority w:val="9"/>
    <w:rsid w:val="009B4EDE"/>
    <w:rPr>
      <w:rFonts w:ascii="Microsoft YaHei UI" w:eastAsia="Microsoft YaHei UI" w:hAnsi="Microsoft YaHei UI" w:cstheme="minorHAnsi"/>
      <w:b/>
      <w:noProof/>
      <w:color w:val="FFFFFF" w:themeColor="background1"/>
    </w:rPr>
  </w:style>
  <w:style w:type="character" w:customStyle="1" w:styleId="Heading5Char">
    <w:name w:val="Heading 5 Char"/>
    <w:basedOn w:val="DefaultParagraphFont"/>
    <w:link w:val="Heading5"/>
    <w:uiPriority w:val="9"/>
    <w:rsid w:val="003768AA"/>
    <w:rPr>
      <w:noProof/>
    </w:rPr>
  </w:style>
  <w:style w:type="character" w:styleId="Emphasis">
    <w:name w:val="Emphasis"/>
    <w:basedOn w:val="DefaultParagraphFont"/>
    <w:uiPriority w:val="20"/>
    <w:qFormat/>
    <w:rsid w:val="00E00E9B"/>
    <w:rPr>
      <w:b/>
      <w:i/>
      <w:iCs/>
      <w:sz w:val="20"/>
    </w:rPr>
  </w:style>
  <w:style w:type="character" w:styleId="SubtleEmphasis">
    <w:name w:val="Subtle Emphasis"/>
    <w:basedOn w:val="DefaultParagraphFont"/>
    <w:uiPriority w:val="19"/>
    <w:qFormat/>
    <w:rsid w:val="00E5153A"/>
    <w:rPr>
      <w:rFonts w:asciiTheme="minorHAnsi" w:hAnsiTheme="minorHAnsi"/>
      <w:i w:val="0"/>
      <w:iCs/>
      <w:color w:val="404040" w:themeColor="text1" w:themeTint="BF"/>
      <w:sz w:val="18"/>
    </w:rPr>
  </w:style>
  <w:style w:type="character" w:styleId="CommentReference">
    <w:name w:val="annotation reference"/>
    <w:basedOn w:val="DefaultParagraphFont"/>
    <w:uiPriority w:val="99"/>
    <w:semiHidden/>
    <w:unhideWhenUsed/>
    <w:rsid w:val="00563005"/>
    <w:rPr>
      <w:sz w:val="16"/>
      <w:szCs w:val="16"/>
    </w:rPr>
  </w:style>
  <w:style w:type="paragraph" w:styleId="CommentText">
    <w:name w:val="annotation text"/>
    <w:basedOn w:val="Normal"/>
    <w:link w:val="CommentTextChar"/>
    <w:uiPriority w:val="99"/>
    <w:semiHidden/>
    <w:unhideWhenUsed/>
    <w:rsid w:val="00563005"/>
    <w:rPr>
      <w:sz w:val="20"/>
      <w:szCs w:val="20"/>
    </w:rPr>
  </w:style>
  <w:style w:type="character" w:customStyle="1" w:styleId="CommentTextChar">
    <w:name w:val="Comment Text Char"/>
    <w:basedOn w:val="DefaultParagraphFont"/>
    <w:link w:val="CommentText"/>
    <w:uiPriority w:val="99"/>
    <w:semiHidden/>
    <w:rsid w:val="0056300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64327">
      <w:bodyDiv w:val="1"/>
      <w:marLeft w:val="0"/>
      <w:marRight w:val="0"/>
      <w:marTop w:val="0"/>
      <w:marBottom w:val="0"/>
      <w:divBdr>
        <w:top w:val="none" w:sz="0" w:space="0" w:color="auto"/>
        <w:left w:val="none" w:sz="0" w:space="0" w:color="auto"/>
        <w:bottom w:val="none" w:sz="0" w:space="0" w:color="auto"/>
        <w:right w:val="none" w:sz="0" w:space="0" w:color="auto"/>
      </w:divBdr>
    </w:div>
    <w:div w:id="301887695">
      <w:bodyDiv w:val="1"/>
      <w:marLeft w:val="0"/>
      <w:marRight w:val="0"/>
      <w:marTop w:val="0"/>
      <w:marBottom w:val="0"/>
      <w:divBdr>
        <w:top w:val="none" w:sz="0" w:space="0" w:color="auto"/>
        <w:left w:val="none" w:sz="0" w:space="0" w:color="auto"/>
        <w:bottom w:val="none" w:sz="0" w:space="0" w:color="auto"/>
        <w:right w:val="none" w:sz="0" w:space="0" w:color="auto"/>
      </w:divBdr>
    </w:div>
    <w:div w:id="320280379">
      <w:bodyDiv w:val="1"/>
      <w:marLeft w:val="0"/>
      <w:marRight w:val="0"/>
      <w:marTop w:val="0"/>
      <w:marBottom w:val="0"/>
      <w:divBdr>
        <w:top w:val="none" w:sz="0" w:space="0" w:color="auto"/>
        <w:left w:val="none" w:sz="0" w:space="0" w:color="auto"/>
        <w:bottom w:val="none" w:sz="0" w:space="0" w:color="auto"/>
        <w:right w:val="none" w:sz="0" w:space="0" w:color="auto"/>
      </w:divBdr>
    </w:div>
    <w:div w:id="327364707">
      <w:bodyDiv w:val="1"/>
      <w:marLeft w:val="0"/>
      <w:marRight w:val="0"/>
      <w:marTop w:val="0"/>
      <w:marBottom w:val="0"/>
      <w:divBdr>
        <w:top w:val="none" w:sz="0" w:space="0" w:color="auto"/>
        <w:left w:val="none" w:sz="0" w:space="0" w:color="auto"/>
        <w:bottom w:val="none" w:sz="0" w:space="0" w:color="auto"/>
        <w:right w:val="none" w:sz="0" w:space="0" w:color="auto"/>
      </w:divBdr>
    </w:div>
    <w:div w:id="413822773">
      <w:bodyDiv w:val="1"/>
      <w:marLeft w:val="0"/>
      <w:marRight w:val="0"/>
      <w:marTop w:val="0"/>
      <w:marBottom w:val="0"/>
      <w:divBdr>
        <w:top w:val="none" w:sz="0" w:space="0" w:color="auto"/>
        <w:left w:val="none" w:sz="0" w:space="0" w:color="auto"/>
        <w:bottom w:val="none" w:sz="0" w:space="0" w:color="auto"/>
        <w:right w:val="none" w:sz="0" w:space="0" w:color="auto"/>
      </w:divBdr>
    </w:div>
    <w:div w:id="509221076">
      <w:bodyDiv w:val="1"/>
      <w:marLeft w:val="0"/>
      <w:marRight w:val="0"/>
      <w:marTop w:val="0"/>
      <w:marBottom w:val="0"/>
      <w:divBdr>
        <w:top w:val="none" w:sz="0" w:space="0" w:color="auto"/>
        <w:left w:val="none" w:sz="0" w:space="0" w:color="auto"/>
        <w:bottom w:val="none" w:sz="0" w:space="0" w:color="auto"/>
        <w:right w:val="none" w:sz="0" w:space="0" w:color="auto"/>
      </w:divBdr>
    </w:div>
    <w:div w:id="731587823">
      <w:bodyDiv w:val="1"/>
      <w:marLeft w:val="0"/>
      <w:marRight w:val="0"/>
      <w:marTop w:val="0"/>
      <w:marBottom w:val="0"/>
      <w:divBdr>
        <w:top w:val="none" w:sz="0" w:space="0" w:color="auto"/>
        <w:left w:val="none" w:sz="0" w:space="0" w:color="auto"/>
        <w:bottom w:val="none" w:sz="0" w:space="0" w:color="auto"/>
        <w:right w:val="none" w:sz="0" w:space="0" w:color="auto"/>
      </w:divBdr>
    </w:div>
    <w:div w:id="970329169">
      <w:bodyDiv w:val="1"/>
      <w:marLeft w:val="0"/>
      <w:marRight w:val="0"/>
      <w:marTop w:val="0"/>
      <w:marBottom w:val="0"/>
      <w:divBdr>
        <w:top w:val="none" w:sz="0" w:space="0" w:color="auto"/>
        <w:left w:val="none" w:sz="0" w:space="0" w:color="auto"/>
        <w:bottom w:val="none" w:sz="0" w:space="0" w:color="auto"/>
        <w:right w:val="none" w:sz="0" w:space="0" w:color="auto"/>
      </w:divBdr>
    </w:div>
    <w:div w:id="974676472">
      <w:bodyDiv w:val="1"/>
      <w:marLeft w:val="0"/>
      <w:marRight w:val="0"/>
      <w:marTop w:val="0"/>
      <w:marBottom w:val="0"/>
      <w:divBdr>
        <w:top w:val="none" w:sz="0" w:space="0" w:color="auto"/>
        <w:left w:val="none" w:sz="0" w:space="0" w:color="auto"/>
        <w:bottom w:val="none" w:sz="0" w:space="0" w:color="auto"/>
        <w:right w:val="none" w:sz="0" w:space="0" w:color="auto"/>
      </w:divBdr>
    </w:div>
    <w:div w:id="1356153249">
      <w:bodyDiv w:val="1"/>
      <w:marLeft w:val="0"/>
      <w:marRight w:val="0"/>
      <w:marTop w:val="0"/>
      <w:marBottom w:val="0"/>
      <w:divBdr>
        <w:top w:val="none" w:sz="0" w:space="0" w:color="auto"/>
        <w:left w:val="none" w:sz="0" w:space="0" w:color="auto"/>
        <w:bottom w:val="none" w:sz="0" w:space="0" w:color="auto"/>
        <w:right w:val="none" w:sz="0" w:space="0" w:color="auto"/>
      </w:divBdr>
    </w:div>
    <w:div w:id="1476334036">
      <w:bodyDiv w:val="1"/>
      <w:marLeft w:val="0"/>
      <w:marRight w:val="0"/>
      <w:marTop w:val="0"/>
      <w:marBottom w:val="0"/>
      <w:divBdr>
        <w:top w:val="none" w:sz="0" w:space="0" w:color="auto"/>
        <w:left w:val="none" w:sz="0" w:space="0" w:color="auto"/>
        <w:bottom w:val="none" w:sz="0" w:space="0" w:color="auto"/>
        <w:right w:val="none" w:sz="0" w:space="0" w:color="auto"/>
      </w:divBdr>
    </w:div>
    <w:div w:id="1617910780">
      <w:bodyDiv w:val="1"/>
      <w:marLeft w:val="0"/>
      <w:marRight w:val="0"/>
      <w:marTop w:val="0"/>
      <w:marBottom w:val="0"/>
      <w:divBdr>
        <w:top w:val="none" w:sz="0" w:space="0" w:color="auto"/>
        <w:left w:val="none" w:sz="0" w:space="0" w:color="auto"/>
        <w:bottom w:val="none" w:sz="0" w:space="0" w:color="auto"/>
        <w:right w:val="none" w:sz="0" w:space="0" w:color="auto"/>
      </w:divBdr>
    </w:div>
    <w:div w:id="205103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mailto:operations@jabirukabolkmakmen.com.au" TargetMode="External"/><Relationship Id="rId23" Type="http://schemas.openxmlformats.org/officeDocument/2006/relationships/hyperlink" Target="mailto:admin@jabirukabolkmakmen.com.au"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admin@jabirukabolkmakmen.com.au"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jabirukabolkmakmen.com.a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jabirukabolkmakmen.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Jabiru%20Kabolkmakmen\Shared%20-%20Documents\4%20COMMUNICATION\WEBSITE%20-%20DO%20NOT%20MOVE\Form%201%20-%20Allocation%20Request%20Form%20(AFR)v1%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0B861003044995839A9AB865DDE74F"/>
        <w:category>
          <w:name w:val="General"/>
          <w:gallery w:val="placeholder"/>
        </w:category>
        <w:types>
          <w:type w:val="bbPlcHdr"/>
        </w:types>
        <w:behaviors>
          <w:behavior w:val="content"/>
        </w:behaviors>
        <w:guid w:val="{92372D4A-ED81-49FB-B2EE-C436C5E99B00}"/>
      </w:docPartPr>
      <w:docPartBody>
        <w:p w:rsidR="00000000" w:rsidRDefault="00EF25F6">
          <w:pPr>
            <w:pStyle w:val="3C0B861003044995839A9AB865DDE74F"/>
          </w:pPr>
          <w:r w:rsidRPr="000927D0">
            <w:rPr>
              <w:color w:val="767171" w:themeColor="background2" w:themeShade="80"/>
              <w:szCs w:val="20"/>
              <w:shd w:val="clear" w:color="auto" w:fill="D9D9D9" w:themeFill="background1" w:themeFillShade="D9"/>
            </w:rPr>
            <w:t>Type here</w:t>
          </w:r>
        </w:p>
      </w:docPartBody>
    </w:docPart>
    <w:docPart>
      <w:docPartPr>
        <w:name w:val="65AD6F16161B48D3AA6367D483F3D51C"/>
        <w:category>
          <w:name w:val="General"/>
          <w:gallery w:val="placeholder"/>
        </w:category>
        <w:types>
          <w:type w:val="bbPlcHdr"/>
        </w:types>
        <w:behaviors>
          <w:behavior w:val="content"/>
        </w:behaviors>
        <w:guid w:val="{00CBE293-93E9-4DE9-8298-8D502745E1E3}"/>
      </w:docPartPr>
      <w:docPartBody>
        <w:p w:rsidR="00000000" w:rsidRDefault="00EF25F6">
          <w:pPr>
            <w:pStyle w:val="65AD6F16161B48D3AA6367D483F3D51C"/>
          </w:pPr>
          <w:r w:rsidRPr="000927D0">
            <w:rPr>
              <w:color w:val="767171" w:themeColor="background2" w:themeShade="80"/>
              <w:szCs w:val="20"/>
              <w:shd w:val="clear" w:color="auto" w:fill="D9D9D9" w:themeFill="background1" w:themeFillShade="D9"/>
            </w:rPr>
            <w:t>Type here</w:t>
          </w:r>
        </w:p>
      </w:docPartBody>
    </w:docPart>
    <w:docPart>
      <w:docPartPr>
        <w:name w:val="B0A44DC3585744629403CF4660A5E125"/>
        <w:category>
          <w:name w:val="General"/>
          <w:gallery w:val="placeholder"/>
        </w:category>
        <w:types>
          <w:type w:val="bbPlcHdr"/>
        </w:types>
        <w:behaviors>
          <w:behavior w:val="content"/>
        </w:behaviors>
        <w:guid w:val="{841C5FC0-F9F4-4DC3-B751-4D563DCFB499}"/>
      </w:docPartPr>
      <w:docPartBody>
        <w:p w:rsidR="00000000" w:rsidRDefault="00EF25F6">
          <w:pPr>
            <w:pStyle w:val="B0A44DC3585744629403CF4660A5E125"/>
          </w:pPr>
          <w:r w:rsidRPr="000927D0">
            <w:rPr>
              <w:color w:val="767171" w:themeColor="background2" w:themeShade="80"/>
              <w:szCs w:val="20"/>
              <w:shd w:val="clear" w:color="auto" w:fill="D9D9D9" w:themeFill="background1" w:themeFillShade="D9"/>
            </w:rPr>
            <w:t>Type here</w:t>
          </w:r>
        </w:p>
      </w:docPartBody>
    </w:docPart>
    <w:docPart>
      <w:docPartPr>
        <w:name w:val="04D7F4029CFB4A13B5F047254D0B7689"/>
        <w:category>
          <w:name w:val="General"/>
          <w:gallery w:val="placeholder"/>
        </w:category>
        <w:types>
          <w:type w:val="bbPlcHdr"/>
        </w:types>
        <w:behaviors>
          <w:behavior w:val="content"/>
        </w:behaviors>
        <w:guid w:val="{C0A42BB6-8303-4365-992B-11742CF98650}"/>
      </w:docPartPr>
      <w:docPartBody>
        <w:p w:rsidR="00000000" w:rsidRDefault="00EF25F6">
          <w:pPr>
            <w:pStyle w:val="04D7F4029CFB4A13B5F047254D0B7689"/>
          </w:pPr>
          <w:r w:rsidRPr="000927D0">
            <w:rPr>
              <w:color w:val="767171" w:themeColor="background2" w:themeShade="80"/>
              <w:szCs w:val="20"/>
              <w:shd w:val="clear" w:color="auto" w:fill="D9D9D9" w:themeFill="background1" w:themeFillShade="D9"/>
            </w:rPr>
            <w:t>Type here</w:t>
          </w:r>
        </w:p>
      </w:docPartBody>
    </w:docPart>
    <w:docPart>
      <w:docPartPr>
        <w:name w:val="4D517316976A44F9A1B14E0EA2A24319"/>
        <w:category>
          <w:name w:val="General"/>
          <w:gallery w:val="placeholder"/>
        </w:category>
        <w:types>
          <w:type w:val="bbPlcHdr"/>
        </w:types>
        <w:behaviors>
          <w:behavior w:val="content"/>
        </w:behaviors>
        <w:guid w:val="{FFAB2E24-0AE9-409B-B422-B9C39CB5ABBE}"/>
      </w:docPartPr>
      <w:docPartBody>
        <w:p w:rsidR="00000000" w:rsidRDefault="00EF25F6">
          <w:pPr>
            <w:pStyle w:val="4D517316976A44F9A1B14E0EA2A24319"/>
          </w:pPr>
          <w:r w:rsidRPr="007D1715">
            <w:rPr>
              <w:rStyle w:val="PlaceholderText"/>
              <w:shd w:val="clear" w:color="auto" w:fill="D9D9D9" w:themeFill="background1" w:themeFillShade="D9"/>
            </w:rPr>
            <w:t>Choose an item</w:t>
          </w:r>
        </w:p>
      </w:docPartBody>
    </w:docPart>
    <w:docPart>
      <w:docPartPr>
        <w:name w:val="5C5FDEC4B9AD490CA1395F0498214977"/>
        <w:category>
          <w:name w:val="General"/>
          <w:gallery w:val="placeholder"/>
        </w:category>
        <w:types>
          <w:type w:val="bbPlcHdr"/>
        </w:types>
        <w:behaviors>
          <w:behavior w:val="content"/>
        </w:behaviors>
        <w:guid w:val="{48124376-78E2-4ABB-809F-FB4670273036}"/>
      </w:docPartPr>
      <w:docPartBody>
        <w:p w:rsidR="00000000" w:rsidRDefault="00EF25F6">
          <w:pPr>
            <w:pStyle w:val="5C5FDEC4B9AD490CA1395F0498214977"/>
          </w:pPr>
          <w:r w:rsidRPr="000927D0">
            <w:rPr>
              <w:color w:val="767171" w:themeColor="background2" w:themeShade="80"/>
              <w:szCs w:val="20"/>
              <w:shd w:val="clear" w:color="auto" w:fill="D9D9D9" w:themeFill="background1" w:themeFillShade="D9"/>
            </w:rPr>
            <w:t>Type here</w:t>
          </w:r>
        </w:p>
      </w:docPartBody>
    </w:docPart>
    <w:docPart>
      <w:docPartPr>
        <w:name w:val="27182F4842524FF890F71EEC97224DBD"/>
        <w:category>
          <w:name w:val="General"/>
          <w:gallery w:val="placeholder"/>
        </w:category>
        <w:types>
          <w:type w:val="bbPlcHdr"/>
        </w:types>
        <w:behaviors>
          <w:behavior w:val="content"/>
        </w:behaviors>
        <w:guid w:val="{0C643A01-933A-4B9A-9BD4-302F92076C75}"/>
      </w:docPartPr>
      <w:docPartBody>
        <w:p w:rsidR="00000000" w:rsidRDefault="00EF25F6">
          <w:pPr>
            <w:pStyle w:val="27182F4842524FF890F71EEC97224DBD"/>
          </w:pPr>
          <w:r w:rsidRPr="000927D0">
            <w:rPr>
              <w:color w:val="767171" w:themeColor="background2" w:themeShade="80"/>
              <w:szCs w:val="20"/>
              <w:shd w:val="clear" w:color="auto" w:fill="D9D9D9" w:themeFill="background1" w:themeFillShade="D9"/>
            </w:rPr>
            <w:t>Type here</w:t>
          </w:r>
        </w:p>
      </w:docPartBody>
    </w:docPart>
    <w:docPart>
      <w:docPartPr>
        <w:name w:val="649EC9CD504F4101AB7440105875A513"/>
        <w:category>
          <w:name w:val="General"/>
          <w:gallery w:val="placeholder"/>
        </w:category>
        <w:types>
          <w:type w:val="bbPlcHdr"/>
        </w:types>
        <w:behaviors>
          <w:behavior w:val="content"/>
        </w:behaviors>
        <w:guid w:val="{26136166-DAAA-4886-B2A6-C51A7F6B228A}"/>
      </w:docPartPr>
      <w:docPartBody>
        <w:p w:rsidR="00000000" w:rsidRDefault="00EF25F6">
          <w:pPr>
            <w:pStyle w:val="649EC9CD504F4101AB7440105875A513"/>
          </w:pPr>
          <w:r w:rsidRPr="000927D0">
            <w:rPr>
              <w:color w:val="767171" w:themeColor="background2" w:themeShade="80"/>
              <w:szCs w:val="20"/>
              <w:shd w:val="clear" w:color="auto" w:fill="D9D9D9" w:themeFill="background1" w:themeFillShade="D9"/>
            </w:rPr>
            <w:t>Type here</w:t>
          </w:r>
        </w:p>
      </w:docPartBody>
    </w:docPart>
    <w:docPart>
      <w:docPartPr>
        <w:name w:val="5BED376DD2534C24A37AC5702C78C2B0"/>
        <w:category>
          <w:name w:val="General"/>
          <w:gallery w:val="placeholder"/>
        </w:category>
        <w:types>
          <w:type w:val="bbPlcHdr"/>
        </w:types>
        <w:behaviors>
          <w:behavior w:val="content"/>
        </w:behaviors>
        <w:guid w:val="{DE82873F-812F-4138-A9C9-D6CFA2CF83CC}"/>
      </w:docPartPr>
      <w:docPartBody>
        <w:p w:rsidR="00000000" w:rsidRDefault="00EF25F6">
          <w:pPr>
            <w:pStyle w:val="5BED376DD2534C24A37AC5702C78C2B0"/>
          </w:pPr>
          <w:r w:rsidRPr="000927D0">
            <w:rPr>
              <w:color w:val="767171" w:themeColor="background2" w:themeShade="80"/>
              <w:szCs w:val="20"/>
              <w:shd w:val="clear" w:color="auto" w:fill="D9D9D9" w:themeFill="background1" w:themeFillShade="D9"/>
            </w:rPr>
            <w:t>Type here</w:t>
          </w:r>
        </w:p>
      </w:docPartBody>
    </w:docPart>
    <w:docPart>
      <w:docPartPr>
        <w:name w:val="A913F3E80704444BB00DFA9FE68B2891"/>
        <w:category>
          <w:name w:val="General"/>
          <w:gallery w:val="placeholder"/>
        </w:category>
        <w:types>
          <w:type w:val="bbPlcHdr"/>
        </w:types>
        <w:behaviors>
          <w:behavior w:val="content"/>
        </w:behaviors>
        <w:guid w:val="{C8672A2E-596D-44C9-8D5B-AC0F5D6E2AEB}"/>
      </w:docPartPr>
      <w:docPartBody>
        <w:p w:rsidR="00000000" w:rsidRDefault="00EF25F6">
          <w:pPr>
            <w:pStyle w:val="A913F3E80704444BB00DFA9FE68B2891"/>
          </w:pPr>
          <w:r w:rsidRPr="000927D0">
            <w:rPr>
              <w:color w:val="767171" w:themeColor="background2" w:themeShade="80"/>
              <w:szCs w:val="20"/>
              <w:shd w:val="clear" w:color="auto" w:fill="D9D9D9" w:themeFill="background1" w:themeFillShade="D9"/>
            </w:rPr>
            <w:t>Type here</w:t>
          </w:r>
        </w:p>
      </w:docPartBody>
    </w:docPart>
    <w:docPart>
      <w:docPartPr>
        <w:name w:val="458FA0DA408F4F02A74C274838634C61"/>
        <w:category>
          <w:name w:val="General"/>
          <w:gallery w:val="placeholder"/>
        </w:category>
        <w:types>
          <w:type w:val="bbPlcHdr"/>
        </w:types>
        <w:behaviors>
          <w:behavior w:val="content"/>
        </w:behaviors>
        <w:guid w:val="{67B7CEB3-B72E-48BE-852A-C26F1D7F84BC}"/>
      </w:docPartPr>
      <w:docPartBody>
        <w:p w:rsidR="00000000" w:rsidRDefault="00EF25F6">
          <w:pPr>
            <w:pStyle w:val="458FA0DA408F4F02A74C274838634C61"/>
          </w:pPr>
          <w:r w:rsidRPr="000927D0">
            <w:rPr>
              <w:color w:val="767171" w:themeColor="background2" w:themeShade="80"/>
              <w:szCs w:val="20"/>
              <w:shd w:val="clear" w:color="auto" w:fill="D9D9D9" w:themeFill="background1" w:themeFillShade="D9"/>
            </w:rPr>
            <w:t>Type here</w:t>
          </w:r>
        </w:p>
      </w:docPartBody>
    </w:docPart>
    <w:docPart>
      <w:docPartPr>
        <w:name w:val="82DBB38B1D8546F68A29B5046A9996EC"/>
        <w:category>
          <w:name w:val="General"/>
          <w:gallery w:val="placeholder"/>
        </w:category>
        <w:types>
          <w:type w:val="bbPlcHdr"/>
        </w:types>
        <w:behaviors>
          <w:behavior w:val="content"/>
        </w:behaviors>
        <w:guid w:val="{DD00DE35-2440-4BDC-A8EA-2C8466C9F31C}"/>
      </w:docPartPr>
      <w:docPartBody>
        <w:p w:rsidR="00000000" w:rsidRDefault="00EF25F6">
          <w:pPr>
            <w:pStyle w:val="82DBB38B1D8546F68A29B5046A9996EC"/>
          </w:pPr>
          <w:r w:rsidRPr="000927D0">
            <w:rPr>
              <w:color w:val="767171" w:themeColor="background2" w:themeShade="80"/>
              <w:szCs w:val="20"/>
              <w:shd w:val="clear" w:color="auto" w:fill="D9D9D9" w:themeFill="background1" w:themeFillShade="D9"/>
            </w:rPr>
            <w:t>Type here</w:t>
          </w:r>
        </w:p>
      </w:docPartBody>
    </w:docPart>
    <w:docPart>
      <w:docPartPr>
        <w:name w:val="A72E8E9180F94A4E8F127BFB4D659DAE"/>
        <w:category>
          <w:name w:val="General"/>
          <w:gallery w:val="placeholder"/>
        </w:category>
        <w:types>
          <w:type w:val="bbPlcHdr"/>
        </w:types>
        <w:behaviors>
          <w:behavior w:val="content"/>
        </w:behaviors>
        <w:guid w:val="{0D2D9A02-3F4D-43B2-8B4C-58995DB5F4CA}"/>
      </w:docPartPr>
      <w:docPartBody>
        <w:p w:rsidR="00000000" w:rsidRDefault="00EF25F6">
          <w:pPr>
            <w:pStyle w:val="A72E8E9180F94A4E8F127BFB4D659DAE"/>
          </w:pPr>
          <w:r w:rsidRPr="000927D0">
            <w:rPr>
              <w:color w:val="767171" w:themeColor="background2" w:themeShade="80"/>
              <w:szCs w:val="20"/>
              <w:shd w:val="clear" w:color="auto" w:fill="D9D9D9" w:themeFill="background1" w:themeFillShade="D9"/>
            </w:rPr>
            <w:t>Type here</w:t>
          </w:r>
        </w:p>
      </w:docPartBody>
    </w:docPart>
    <w:docPart>
      <w:docPartPr>
        <w:name w:val="159F6ABD8CB84ED2BA6639B0C7EA04C0"/>
        <w:category>
          <w:name w:val="General"/>
          <w:gallery w:val="placeholder"/>
        </w:category>
        <w:types>
          <w:type w:val="bbPlcHdr"/>
        </w:types>
        <w:behaviors>
          <w:behavior w:val="content"/>
        </w:behaviors>
        <w:guid w:val="{17F4CA41-6EF2-4E1D-AD72-7E7BC491DB9F}"/>
      </w:docPartPr>
      <w:docPartBody>
        <w:p w:rsidR="00000000" w:rsidRDefault="00EF25F6">
          <w:pPr>
            <w:pStyle w:val="159F6ABD8CB84ED2BA6639B0C7EA04C0"/>
          </w:pPr>
          <w:r w:rsidRPr="000927D0">
            <w:rPr>
              <w:color w:val="767171" w:themeColor="background2" w:themeShade="80"/>
              <w:szCs w:val="20"/>
              <w:shd w:val="clear" w:color="auto" w:fill="D9D9D9" w:themeFill="background1" w:themeFillShade="D9"/>
            </w:rPr>
            <w:t>Type here</w:t>
          </w:r>
        </w:p>
      </w:docPartBody>
    </w:docPart>
    <w:docPart>
      <w:docPartPr>
        <w:name w:val="B61E1BBEBBAD42CA866C37512F5AA54C"/>
        <w:category>
          <w:name w:val="General"/>
          <w:gallery w:val="placeholder"/>
        </w:category>
        <w:types>
          <w:type w:val="bbPlcHdr"/>
        </w:types>
        <w:behaviors>
          <w:behavior w:val="content"/>
        </w:behaviors>
        <w:guid w:val="{727E9BA4-02D9-4660-8ECA-9019E4C9A884}"/>
      </w:docPartPr>
      <w:docPartBody>
        <w:p w:rsidR="00000000" w:rsidRDefault="00EF25F6">
          <w:pPr>
            <w:pStyle w:val="B61E1BBEBBAD42CA866C37512F5AA54C"/>
          </w:pPr>
          <w:r w:rsidRPr="000927D0">
            <w:rPr>
              <w:color w:val="767171" w:themeColor="background2" w:themeShade="80"/>
              <w:szCs w:val="20"/>
              <w:shd w:val="clear" w:color="auto" w:fill="D9D9D9" w:themeFill="background1" w:themeFillShade="D9"/>
            </w:rPr>
            <w:t>Type here</w:t>
          </w:r>
        </w:p>
      </w:docPartBody>
    </w:docPart>
    <w:docPart>
      <w:docPartPr>
        <w:name w:val="9A33900EA8544BFAAAA325900DC8D3E1"/>
        <w:category>
          <w:name w:val="General"/>
          <w:gallery w:val="placeholder"/>
        </w:category>
        <w:types>
          <w:type w:val="bbPlcHdr"/>
        </w:types>
        <w:behaviors>
          <w:behavior w:val="content"/>
        </w:behaviors>
        <w:guid w:val="{F087FB67-BC9E-49A9-A6AF-5065ED2B2BE3}"/>
      </w:docPartPr>
      <w:docPartBody>
        <w:p w:rsidR="00000000" w:rsidRDefault="00EF25F6">
          <w:pPr>
            <w:pStyle w:val="9A33900EA8544BFAAAA325900DC8D3E1"/>
          </w:pPr>
          <w:r w:rsidRPr="00CB5353">
            <w:rPr>
              <w:i/>
              <w:iCs/>
              <w:color w:val="767171" w:themeColor="background2" w:themeShade="80"/>
              <w:sz w:val="20"/>
              <w:szCs w:val="18"/>
              <w:shd w:val="clear" w:color="auto" w:fill="D9D9D9" w:themeFill="background1" w:themeFillShade="D9"/>
            </w:rPr>
            <w:t>Type here</w:t>
          </w:r>
        </w:p>
      </w:docPartBody>
    </w:docPart>
    <w:docPart>
      <w:docPartPr>
        <w:name w:val="C595A069811F4D0FBD9326D53B43DCF0"/>
        <w:category>
          <w:name w:val="General"/>
          <w:gallery w:val="placeholder"/>
        </w:category>
        <w:types>
          <w:type w:val="bbPlcHdr"/>
        </w:types>
        <w:behaviors>
          <w:behavior w:val="content"/>
        </w:behaviors>
        <w:guid w:val="{CE1C1882-3C57-4B3D-8716-2644DB3D734B}"/>
      </w:docPartPr>
      <w:docPartBody>
        <w:p w:rsidR="00000000" w:rsidRDefault="00EF25F6">
          <w:pPr>
            <w:pStyle w:val="C595A069811F4D0FBD9326D53B43DCF0"/>
          </w:pPr>
          <w:r w:rsidRPr="000927D0">
            <w:rPr>
              <w:color w:val="767171" w:themeColor="background2" w:themeShade="80"/>
              <w:szCs w:val="20"/>
              <w:shd w:val="clear" w:color="auto" w:fill="D9D9D9" w:themeFill="background1" w:themeFillShade="D9"/>
            </w:rPr>
            <w:t>Type here</w:t>
          </w:r>
        </w:p>
      </w:docPartBody>
    </w:docPart>
    <w:docPart>
      <w:docPartPr>
        <w:name w:val="CC19A53518A147AA911D488F9CDE1191"/>
        <w:category>
          <w:name w:val="General"/>
          <w:gallery w:val="placeholder"/>
        </w:category>
        <w:types>
          <w:type w:val="bbPlcHdr"/>
        </w:types>
        <w:behaviors>
          <w:behavior w:val="content"/>
        </w:behaviors>
        <w:guid w:val="{7EF5FE1F-DB41-4A99-A803-C15DE61748FA}"/>
      </w:docPartPr>
      <w:docPartBody>
        <w:p w:rsidR="00000000" w:rsidRDefault="00EF25F6">
          <w:pPr>
            <w:pStyle w:val="CC19A53518A147AA911D488F9CDE1191"/>
          </w:pPr>
          <w:r w:rsidRPr="00CB5353">
            <w:rPr>
              <w:i/>
              <w:iCs/>
              <w:color w:val="767171" w:themeColor="background2" w:themeShade="80"/>
              <w:sz w:val="20"/>
              <w:szCs w:val="18"/>
              <w:shd w:val="clear" w:color="auto" w:fill="D9D9D9" w:themeFill="background1" w:themeFillShade="D9"/>
            </w:rPr>
            <w:t>Type here</w:t>
          </w:r>
        </w:p>
      </w:docPartBody>
    </w:docPart>
    <w:docPart>
      <w:docPartPr>
        <w:name w:val="6DA9537903B64C5B9A522D4C31705765"/>
        <w:category>
          <w:name w:val="General"/>
          <w:gallery w:val="placeholder"/>
        </w:category>
        <w:types>
          <w:type w:val="bbPlcHdr"/>
        </w:types>
        <w:behaviors>
          <w:behavior w:val="content"/>
        </w:behaviors>
        <w:guid w:val="{0C8A6D54-5F60-4C56-BE81-74F03F48323B}"/>
      </w:docPartPr>
      <w:docPartBody>
        <w:p w:rsidR="00000000" w:rsidRDefault="00EF25F6">
          <w:pPr>
            <w:pStyle w:val="6DA9537903B64C5B9A522D4C31705765"/>
          </w:pPr>
          <w:r w:rsidRPr="00CB5353">
            <w:rPr>
              <w:i/>
              <w:iCs/>
              <w:color w:val="767171" w:themeColor="background2" w:themeShade="80"/>
              <w:sz w:val="20"/>
              <w:szCs w:val="18"/>
              <w:shd w:val="clear" w:color="auto" w:fill="D9D9D9" w:themeFill="background1" w:themeFillShade="D9"/>
            </w:rPr>
            <w:t>Type here</w:t>
          </w:r>
        </w:p>
      </w:docPartBody>
    </w:docPart>
    <w:docPart>
      <w:docPartPr>
        <w:name w:val="9D8ADD8A9CEA45988427CFC54ADB6D38"/>
        <w:category>
          <w:name w:val="General"/>
          <w:gallery w:val="placeholder"/>
        </w:category>
        <w:types>
          <w:type w:val="bbPlcHdr"/>
        </w:types>
        <w:behaviors>
          <w:behavior w:val="content"/>
        </w:behaviors>
        <w:guid w:val="{A1664A9E-157A-4A3F-87B2-D14288FEFE1B}"/>
      </w:docPartPr>
      <w:docPartBody>
        <w:p w:rsidR="00000000" w:rsidRDefault="00EF25F6">
          <w:pPr>
            <w:pStyle w:val="9D8ADD8A9CEA45988427CFC54ADB6D38"/>
          </w:pPr>
          <w:r w:rsidRPr="000927D0">
            <w:rPr>
              <w:color w:val="767171" w:themeColor="background2" w:themeShade="80"/>
              <w:szCs w:val="20"/>
              <w:shd w:val="clear" w:color="auto" w:fill="D9D9D9" w:themeFill="background1" w:themeFillShade="D9"/>
            </w:rPr>
            <w:t>Type here</w:t>
          </w:r>
        </w:p>
      </w:docPartBody>
    </w:docPart>
    <w:docPart>
      <w:docPartPr>
        <w:name w:val="DCBFA67550F64699B95C06B06A6739D3"/>
        <w:category>
          <w:name w:val="General"/>
          <w:gallery w:val="placeholder"/>
        </w:category>
        <w:types>
          <w:type w:val="bbPlcHdr"/>
        </w:types>
        <w:behaviors>
          <w:behavior w:val="content"/>
        </w:behaviors>
        <w:guid w:val="{75C178CE-A55B-4359-AA13-D7BDF151E5A0}"/>
      </w:docPartPr>
      <w:docPartBody>
        <w:p w:rsidR="00000000" w:rsidRDefault="00EF25F6">
          <w:pPr>
            <w:pStyle w:val="DCBFA67550F64699B95C06B06A6739D3"/>
          </w:pPr>
          <w:r w:rsidRPr="0016058C">
            <w:rPr>
              <w:rStyle w:val="PlaceholderText"/>
              <w:i/>
              <w:sz w:val="20"/>
              <w:shd w:val="clear" w:color="auto" w:fill="D9D9D9" w:themeFill="background1" w:themeFillShade="D9"/>
            </w:rPr>
            <w:t>Choose an item</w:t>
          </w:r>
        </w:p>
      </w:docPartBody>
    </w:docPart>
    <w:docPart>
      <w:docPartPr>
        <w:name w:val="21F8649B4885425BA37F4A6986100077"/>
        <w:category>
          <w:name w:val="General"/>
          <w:gallery w:val="placeholder"/>
        </w:category>
        <w:types>
          <w:type w:val="bbPlcHdr"/>
        </w:types>
        <w:behaviors>
          <w:behavior w:val="content"/>
        </w:behaviors>
        <w:guid w:val="{51C16DBC-F00B-4227-8DBC-4B4DE077C9F7}"/>
      </w:docPartPr>
      <w:docPartBody>
        <w:p w:rsidR="00000000" w:rsidRDefault="00EF25F6">
          <w:pPr>
            <w:pStyle w:val="21F8649B4885425BA37F4A6986100077"/>
          </w:pPr>
          <w:r w:rsidRPr="00CB5353">
            <w:rPr>
              <w:i/>
              <w:iCs/>
              <w:color w:val="767171" w:themeColor="background2" w:themeShade="80"/>
              <w:sz w:val="20"/>
              <w:szCs w:val="18"/>
              <w:shd w:val="clear" w:color="auto" w:fill="D9D9D9" w:themeFill="background1" w:themeFillShade="D9"/>
            </w:rPr>
            <w:t>Type here</w:t>
          </w:r>
        </w:p>
      </w:docPartBody>
    </w:docPart>
    <w:docPart>
      <w:docPartPr>
        <w:name w:val="D08C933B13B94B29A5053903664F208D"/>
        <w:category>
          <w:name w:val="General"/>
          <w:gallery w:val="placeholder"/>
        </w:category>
        <w:types>
          <w:type w:val="bbPlcHdr"/>
        </w:types>
        <w:behaviors>
          <w:behavior w:val="content"/>
        </w:behaviors>
        <w:guid w:val="{577EB4E0-6941-4B32-909F-4B57BC157656}"/>
      </w:docPartPr>
      <w:docPartBody>
        <w:p w:rsidR="00000000" w:rsidRDefault="00EF25F6">
          <w:pPr>
            <w:pStyle w:val="D08C933B13B94B29A5053903664F208D"/>
          </w:pPr>
          <w:r w:rsidRPr="00CB5353">
            <w:rPr>
              <w:i/>
              <w:iCs/>
              <w:color w:val="767171" w:themeColor="background2" w:themeShade="80"/>
              <w:sz w:val="20"/>
              <w:szCs w:val="18"/>
              <w:shd w:val="clear" w:color="auto" w:fill="D9D9D9" w:themeFill="background1" w:themeFillShade="D9"/>
            </w:rPr>
            <w:t>Type here</w:t>
          </w:r>
        </w:p>
      </w:docPartBody>
    </w:docPart>
    <w:docPart>
      <w:docPartPr>
        <w:name w:val="C14631BC7E634F27BFF1F4D925B04BEB"/>
        <w:category>
          <w:name w:val="General"/>
          <w:gallery w:val="placeholder"/>
        </w:category>
        <w:types>
          <w:type w:val="bbPlcHdr"/>
        </w:types>
        <w:behaviors>
          <w:behavior w:val="content"/>
        </w:behaviors>
        <w:guid w:val="{4776F951-FA22-433F-A814-36BEA00EA101}"/>
      </w:docPartPr>
      <w:docPartBody>
        <w:p w:rsidR="00000000" w:rsidRDefault="00EF25F6">
          <w:pPr>
            <w:pStyle w:val="C14631BC7E634F27BFF1F4D925B04BEB"/>
          </w:pPr>
          <w:r w:rsidRPr="000927D0">
            <w:rPr>
              <w:color w:val="767171" w:themeColor="background2" w:themeShade="80"/>
              <w:szCs w:val="20"/>
              <w:shd w:val="clear" w:color="auto" w:fill="D9D9D9" w:themeFill="background1" w:themeFillShade="D9"/>
            </w:rPr>
            <w:t>Type here</w:t>
          </w:r>
        </w:p>
      </w:docPartBody>
    </w:docPart>
    <w:docPart>
      <w:docPartPr>
        <w:name w:val="2649BA4E444F4030B87EF444B2861DB8"/>
        <w:category>
          <w:name w:val="General"/>
          <w:gallery w:val="placeholder"/>
        </w:category>
        <w:types>
          <w:type w:val="bbPlcHdr"/>
        </w:types>
        <w:behaviors>
          <w:behavior w:val="content"/>
        </w:behaviors>
        <w:guid w:val="{9FB0EDFC-7E14-448D-9910-F4F273D6DF3B}"/>
      </w:docPartPr>
      <w:docPartBody>
        <w:p w:rsidR="00000000" w:rsidRDefault="00EF25F6">
          <w:pPr>
            <w:pStyle w:val="2649BA4E444F4030B87EF444B2861DB8"/>
          </w:pPr>
          <w:r w:rsidRPr="000927D0">
            <w:rPr>
              <w:color w:val="767171" w:themeColor="background2" w:themeShade="80"/>
              <w:szCs w:val="20"/>
              <w:shd w:val="clear" w:color="auto" w:fill="D9D9D9" w:themeFill="background1" w:themeFillShade="D9"/>
            </w:rPr>
            <w:t>Type here</w:t>
          </w:r>
        </w:p>
      </w:docPartBody>
    </w:docPart>
    <w:docPart>
      <w:docPartPr>
        <w:name w:val="7DDA034F0AD746AEAD17A1D07AD73669"/>
        <w:category>
          <w:name w:val="General"/>
          <w:gallery w:val="placeholder"/>
        </w:category>
        <w:types>
          <w:type w:val="bbPlcHdr"/>
        </w:types>
        <w:behaviors>
          <w:behavior w:val="content"/>
        </w:behaviors>
        <w:guid w:val="{521D0347-81CB-404F-AC25-5B4E3E4B96CF}"/>
      </w:docPartPr>
      <w:docPartBody>
        <w:p w:rsidR="00000000" w:rsidRDefault="00EF25F6">
          <w:pPr>
            <w:pStyle w:val="7DDA034F0AD746AEAD17A1D07AD73669"/>
          </w:pPr>
          <w:r w:rsidRPr="000927D0">
            <w:rPr>
              <w:color w:val="767171" w:themeColor="background2" w:themeShade="80"/>
              <w:szCs w:val="20"/>
              <w:shd w:val="clear" w:color="auto" w:fill="D9D9D9" w:themeFill="background1" w:themeFillShade="D9"/>
            </w:rPr>
            <w:t>Type here</w:t>
          </w:r>
        </w:p>
      </w:docPartBody>
    </w:docPart>
    <w:docPart>
      <w:docPartPr>
        <w:name w:val="AA46BBAB86D14DF684AC2082B2EF509D"/>
        <w:category>
          <w:name w:val="General"/>
          <w:gallery w:val="placeholder"/>
        </w:category>
        <w:types>
          <w:type w:val="bbPlcHdr"/>
        </w:types>
        <w:behaviors>
          <w:behavior w:val="content"/>
        </w:behaviors>
        <w:guid w:val="{87F511AA-9773-46D7-B203-4D761AB76AB3}"/>
      </w:docPartPr>
      <w:docPartBody>
        <w:p w:rsidR="00000000" w:rsidRDefault="00EF25F6">
          <w:pPr>
            <w:pStyle w:val="AA46BBAB86D14DF684AC2082B2EF509D"/>
          </w:pPr>
          <w:r w:rsidRPr="000927D0">
            <w:rPr>
              <w:i/>
              <w:iCs/>
              <w:color w:val="7F7F7F" w:themeColor="text1" w:themeTint="80"/>
              <w:sz w:val="20"/>
              <w:szCs w:val="20"/>
              <w:shd w:val="clear" w:color="auto" w:fill="D9D9D9" w:themeFill="background1" w:themeFillShade="D9"/>
            </w:rPr>
            <w:t>Select</w:t>
          </w:r>
        </w:p>
      </w:docPartBody>
    </w:docPart>
    <w:docPart>
      <w:docPartPr>
        <w:name w:val="D58353168ED84CAA97E72A6890EBD8CD"/>
        <w:category>
          <w:name w:val="General"/>
          <w:gallery w:val="placeholder"/>
        </w:category>
        <w:types>
          <w:type w:val="bbPlcHdr"/>
        </w:types>
        <w:behaviors>
          <w:behavior w:val="content"/>
        </w:behaviors>
        <w:guid w:val="{0C2FA5BD-15D7-44E3-A13D-2FC150AB0CDF}"/>
      </w:docPartPr>
      <w:docPartBody>
        <w:p w:rsidR="00000000" w:rsidRDefault="00EF25F6">
          <w:pPr>
            <w:pStyle w:val="D58353168ED84CAA97E72A6890EBD8CD"/>
          </w:pPr>
          <w:r w:rsidRPr="000927D0">
            <w:rPr>
              <w:i/>
              <w:iCs/>
              <w:color w:val="7F7F7F" w:themeColor="text1" w:themeTint="80"/>
              <w:sz w:val="20"/>
              <w:szCs w:val="20"/>
              <w:shd w:val="clear" w:color="auto" w:fill="D9D9D9" w:themeFill="background1" w:themeFillShade="D9"/>
            </w:rPr>
            <w:t>Select</w:t>
          </w:r>
        </w:p>
      </w:docPartBody>
    </w:docPart>
    <w:docPart>
      <w:docPartPr>
        <w:name w:val="8B72C32FC1D24CA883D1C6F620921D9A"/>
        <w:category>
          <w:name w:val="General"/>
          <w:gallery w:val="placeholder"/>
        </w:category>
        <w:types>
          <w:type w:val="bbPlcHdr"/>
        </w:types>
        <w:behaviors>
          <w:behavior w:val="content"/>
        </w:behaviors>
        <w:guid w:val="{E065D2B3-9E3D-4BF1-85CF-0C2BC1EF3326}"/>
      </w:docPartPr>
      <w:docPartBody>
        <w:p w:rsidR="00000000" w:rsidRDefault="00EF25F6">
          <w:pPr>
            <w:pStyle w:val="8B72C32FC1D24CA883D1C6F620921D9A"/>
          </w:pPr>
          <w:r w:rsidRPr="000927D0">
            <w:rPr>
              <w:i/>
              <w:iCs/>
              <w:color w:val="7F7F7F" w:themeColor="text1" w:themeTint="80"/>
              <w:sz w:val="20"/>
              <w:szCs w:val="20"/>
              <w:shd w:val="clear" w:color="auto" w:fill="D9D9D9" w:themeFill="background1" w:themeFillShade="D9"/>
            </w:rPr>
            <w:t>Select</w:t>
          </w:r>
        </w:p>
      </w:docPartBody>
    </w:docPart>
    <w:docPart>
      <w:docPartPr>
        <w:name w:val="B2C516A5EA6C433FBED5F4AEC4D6A94B"/>
        <w:category>
          <w:name w:val="General"/>
          <w:gallery w:val="placeholder"/>
        </w:category>
        <w:types>
          <w:type w:val="bbPlcHdr"/>
        </w:types>
        <w:behaviors>
          <w:behavior w:val="content"/>
        </w:behaviors>
        <w:guid w:val="{C272BF7A-DA01-46E4-93F1-C42E6E47EDBB}"/>
      </w:docPartPr>
      <w:docPartBody>
        <w:p w:rsidR="00000000" w:rsidRDefault="00EF25F6">
          <w:pPr>
            <w:pStyle w:val="B2C516A5EA6C433FBED5F4AEC4D6A94B"/>
          </w:pPr>
          <w:r w:rsidRPr="000927D0">
            <w:rPr>
              <w:i/>
              <w:iCs/>
              <w:color w:val="7F7F7F" w:themeColor="text1" w:themeTint="80"/>
              <w:sz w:val="20"/>
              <w:szCs w:val="20"/>
              <w:shd w:val="clear" w:color="auto" w:fill="D9D9D9" w:themeFill="background1" w:themeFillShade="D9"/>
            </w:rPr>
            <w:t>Select</w:t>
          </w:r>
        </w:p>
      </w:docPartBody>
    </w:docPart>
    <w:docPart>
      <w:docPartPr>
        <w:name w:val="836E3B7A9D694D44940C3CF489F9DCFB"/>
        <w:category>
          <w:name w:val="General"/>
          <w:gallery w:val="placeholder"/>
        </w:category>
        <w:types>
          <w:type w:val="bbPlcHdr"/>
        </w:types>
        <w:behaviors>
          <w:behavior w:val="content"/>
        </w:behaviors>
        <w:guid w:val="{B84800E3-1D41-4E47-A552-931F0017B83A}"/>
      </w:docPartPr>
      <w:docPartBody>
        <w:p w:rsidR="00000000" w:rsidRDefault="00EF25F6">
          <w:pPr>
            <w:pStyle w:val="836E3B7A9D694D44940C3CF489F9DCFB"/>
          </w:pPr>
          <w:r w:rsidRPr="000927D0">
            <w:rPr>
              <w:i/>
              <w:iCs/>
              <w:color w:val="7F7F7F" w:themeColor="text1" w:themeTint="80"/>
              <w:sz w:val="20"/>
              <w:szCs w:val="20"/>
              <w:shd w:val="clear" w:color="auto" w:fill="D9D9D9" w:themeFill="background1" w:themeFillShade="D9"/>
            </w:rPr>
            <w:t>Select</w:t>
          </w:r>
        </w:p>
      </w:docPartBody>
    </w:docPart>
    <w:docPart>
      <w:docPartPr>
        <w:name w:val="C791098791E14C6BA49ADF56B88AFCDD"/>
        <w:category>
          <w:name w:val="General"/>
          <w:gallery w:val="placeholder"/>
        </w:category>
        <w:types>
          <w:type w:val="bbPlcHdr"/>
        </w:types>
        <w:behaviors>
          <w:behavior w:val="content"/>
        </w:behaviors>
        <w:guid w:val="{F2DEA634-ECF3-4649-BCE7-1301F954FB49}"/>
      </w:docPartPr>
      <w:docPartBody>
        <w:p w:rsidR="00000000" w:rsidRDefault="00EF25F6">
          <w:pPr>
            <w:pStyle w:val="C791098791E14C6BA49ADF56B88AFCDD"/>
          </w:pPr>
          <w:r w:rsidRPr="000927D0">
            <w:rPr>
              <w:i/>
              <w:iCs/>
              <w:color w:val="7F7F7F" w:themeColor="text1" w:themeTint="80"/>
              <w:sz w:val="20"/>
              <w:szCs w:val="20"/>
              <w:shd w:val="clear" w:color="auto" w:fill="D9D9D9" w:themeFill="background1" w:themeFillShade="D9"/>
            </w:rPr>
            <w:t>Select</w:t>
          </w:r>
        </w:p>
      </w:docPartBody>
    </w:docPart>
    <w:docPart>
      <w:docPartPr>
        <w:name w:val="A47AE081E5E449AAAC2B4A52E7DF5EFD"/>
        <w:category>
          <w:name w:val="General"/>
          <w:gallery w:val="placeholder"/>
        </w:category>
        <w:types>
          <w:type w:val="bbPlcHdr"/>
        </w:types>
        <w:behaviors>
          <w:behavior w:val="content"/>
        </w:behaviors>
        <w:guid w:val="{FE021858-7365-43A2-A004-9D34AAAB87DD}"/>
      </w:docPartPr>
      <w:docPartBody>
        <w:p w:rsidR="00000000" w:rsidRDefault="00EF25F6">
          <w:pPr>
            <w:pStyle w:val="A47AE081E5E449AAAC2B4A52E7DF5EFD"/>
          </w:pPr>
          <w:r w:rsidRPr="000927D0">
            <w:rPr>
              <w:i/>
              <w:iCs/>
              <w:color w:val="7F7F7F" w:themeColor="text1" w:themeTint="80"/>
              <w:sz w:val="20"/>
              <w:szCs w:val="20"/>
              <w:shd w:val="clear" w:color="auto" w:fill="D9D9D9" w:themeFill="background1" w:themeFillShade="D9"/>
            </w:rPr>
            <w:t>Select</w:t>
          </w:r>
        </w:p>
      </w:docPartBody>
    </w:docPart>
    <w:docPart>
      <w:docPartPr>
        <w:name w:val="3301B06CD16548E38C266A5DE94F9F7F"/>
        <w:category>
          <w:name w:val="General"/>
          <w:gallery w:val="placeholder"/>
        </w:category>
        <w:types>
          <w:type w:val="bbPlcHdr"/>
        </w:types>
        <w:behaviors>
          <w:behavior w:val="content"/>
        </w:behaviors>
        <w:guid w:val="{13F9779F-FDFF-433D-AC86-C4259F6612E5}"/>
      </w:docPartPr>
      <w:docPartBody>
        <w:p w:rsidR="00000000" w:rsidRDefault="00EF25F6">
          <w:pPr>
            <w:pStyle w:val="3301B06CD16548E38C266A5DE94F9F7F"/>
          </w:pPr>
          <w:r w:rsidRPr="000927D0">
            <w:rPr>
              <w:i/>
              <w:iCs/>
              <w:color w:val="7F7F7F" w:themeColor="text1" w:themeTint="80"/>
              <w:sz w:val="20"/>
              <w:szCs w:val="20"/>
              <w:shd w:val="clear" w:color="auto" w:fill="D9D9D9" w:themeFill="background1" w:themeFillShade="D9"/>
            </w:rPr>
            <w:t>Select</w:t>
          </w:r>
        </w:p>
      </w:docPartBody>
    </w:docPart>
    <w:docPart>
      <w:docPartPr>
        <w:name w:val="9792A81F0BFC40CEA0C8704EE177CAA9"/>
        <w:category>
          <w:name w:val="General"/>
          <w:gallery w:val="placeholder"/>
        </w:category>
        <w:types>
          <w:type w:val="bbPlcHdr"/>
        </w:types>
        <w:behaviors>
          <w:behavior w:val="content"/>
        </w:behaviors>
        <w:guid w:val="{96E88910-7BE0-4765-97DC-5FF4A8E4A428}"/>
      </w:docPartPr>
      <w:docPartBody>
        <w:p w:rsidR="00000000" w:rsidRDefault="00EF25F6">
          <w:pPr>
            <w:pStyle w:val="9792A81F0BFC40CEA0C8704EE177CAA9"/>
          </w:pPr>
          <w:r w:rsidRPr="000927D0">
            <w:rPr>
              <w:i/>
              <w:iCs/>
              <w:color w:val="7F7F7F" w:themeColor="text1" w:themeTint="80"/>
              <w:sz w:val="20"/>
              <w:szCs w:val="20"/>
              <w:shd w:val="clear" w:color="auto" w:fill="D9D9D9" w:themeFill="background1" w:themeFillShade="D9"/>
            </w:rPr>
            <w:t>Select</w:t>
          </w:r>
        </w:p>
      </w:docPartBody>
    </w:docPart>
    <w:docPart>
      <w:docPartPr>
        <w:name w:val="6A40E8C700114CCF87A61C64F7DA3754"/>
        <w:category>
          <w:name w:val="General"/>
          <w:gallery w:val="placeholder"/>
        </w:category>
        <w:types>
          <w:type w:val="bbPlcHdr"/>
        </w:types>
        <w:behaviors>
          <w:behavior w:val="content"/>
        </w:behaviors>
        <w:guid w:val="{E5BD5356-2D99-42A4-AA8E-B8A1CCFEE97F}"/>
      </w:docPartPr>
      <w:docPartBody>
        <w:p w:rsidR="00000000" w:rsidRDefault="00EF25F6">
          <w:pPr>
            <w:pStyle w:val="6A40E8C700114CCF87A61C64F7DA3754"/>
          </w:pPr>
          <w:r w:rsidRPr="000927D0">
            <w:rPr>
              <w:i/>
              <w:iCs/>
              <w:color w:val="7F7F7F" w:themeColor="text1" w:themeTint="80"/>
              <w:sz w:val="20"/>
              <w:szCs w:val="20"/>
              <w:shd w:val="clear" w:color="auto" w:fill="D9D9D9" w:themeFill="background1" w:themeFillShade="D9"/>
            </w:rPr>
            <w:t>Select</w:t>
          </w:r>
        </w:p>
      </w:docPartBody>
    </w:docPart>
    <w:docPart>
      <w:docPartPr>
        <w:name w:val="010D86B248074190A702BA071D5A5BCF"/>
        <w:category>
          <w:name w:val="General"/>
          <w:gallery w:val="placeholder"/>
        </w:category>
        <w:types>
          <w:type w:val="bbPlcHdr"/>
        </w:types>
        <w:behaviors>
          <w:behavior w:val="content"/>
        </w:behaviors>
        <w:guid w:val="{9ECDA1BE-09C6-4E83-B2C2-E84FC343C808}"/>
      </w:docPartPr>
      <w:docPartBody>
        <w:p w:rsidR="00000000" w:rsidRDefault="00EF25F6">
          <w:pPr>
            <w:pStyle w:val="010D86B248074190A702BA071D5A5BCF"/>
          </w:pPr>
          <w:r w:rsidRPr="000927D0">
            <w:rPr>
              <w:i/>
              <w:iCs/>
              <w:color w:val="7F7F7F" w:themeColor="text1" w:themeTint="80"/>
              <w:sz w:val="20"/>
              <w:szCs w:val="20"/>
              <w:shd w:val="clear" w:color="auto" w:fill="D9D9D9" w:themeFill="background1" w:themeFillShade="D9"/>
            </w:rPr>
            <w:t>Select</w:t>
          </w:r>
        </w:p>
      </w:docPartBody>
    </w:docPart>
    <w:docPart>
      <w:docPartPr>
        <w:name w:val="D8E01C23E6074DB1B5A56EB911907204"/>
        <w:category>
          <w:name w:val="General"/>
          <w:gallery w:val="placeholder"/>
        </w:category>
        <w:types>
          <w:type w:val="bbPlcHdr"/>
        </w:types>
        <w:behaviors>
          <w:behavior w:val="content"/>
        </w:behaviors>
        <w:guid w:val="{3BFF00E4-3A15-49B4-89AF-A770944CFD1B}"/>
      </w:docPartPr>
      <w:docPartBody>
        <w:p w:rsidR="00000000" w:rsidRDefault="00EF25F6">
          <w:pPr>
            <w:pStyle w:val="D8E01C23E6074DB1B5A56EB911907204"/>
          </w:pPr>
          <w:r w:rsidRPr="000927D0">
            <w:rPr>
              <w:i/>
              <w:iCs/>
              <w:color w:val="7F7F7F" w:themeColor="text1" w:themeTint="80"/>
              <w:sz w:val="20"/>
              <w:szCs w:val="20"/>
              <w:shd w:val="clear" w:color="auto" w:fill="D9D9D9" w:themeFill="background1" w:themeFillShade="D9"/>
            </w:rPr>
            <w:t>Select</w:t>
          </w:r>
        </w:p>
      </w:docPartBody>
    </w:docPart>
    <w:docPart>
      <w:docPartPr>
        <w:name w:val="66BAA54B7C2D4175B1D70DA3F52A03CC"/>
        <w:category>
          <w:name w:val="General"/>
          <w:gallery w:val="placeholder"/>
        </w:category>
        <w:types>
          <w:type w:val="bbPlcHdr"/>
        </w:types>
        <w:behaviors>
          <w:behavior w:val="content"/>
        </w:behaviors>
        <w:guid w:val="{122FB38E-941C-4901-A0E3-58A821AFDE9E}"/>
      </w:docPartPr>
      <w:docPartBody>
        <w:p w:rsidR="00000000" w:rsidRDefault="00EF25F6">
          <w:pPr>
            <w:pStyle w:val="66BAA54B7C2D4175B1D70DA3F52A03CC"/>
          </w:pPr>
          <w:r w:rsidRPr="000927D0">
            <w:rPr>
              <w:color w:val="767171" w:themeColor="background2" w:themeShade="80"/>
              <w:szCs w:val="20"/>
              <w:shd w:val="clear" w:color="auto" w:fill="D9D9D9" w:themeFill="background1" w:themeFillShade="D9"/>
            </w:rPr>
            <w:t>Type here</w:t>
          </w:r>
        </w:p>
      </w:docPartBody>
    </w:docPart>
    <w:docPart>
      <w:docPartPr>
        <w:name w:val="2221D32A41E64540AF2A10C7B27D9912"/>
        <w:category>
          <w:name w:val="General"/>
          <w:gallery w:val="placeholder"/>
        </w:category>
        <w:types>
          <w:type w:val="bbPlcHdr"/>
        </w:types>
        <w:behaviors>
          <w:behavior w:val="content"/>
        </w:behaviors>
        <w:guid w:val="{841A8D4C-B91C-4A92-9798-2EA05A8BFF53}"/>
      </w:docPartPr>
      <w:docPartBody>
        <w:p w:rsidR="00000000" w:rsidRDefault="00EF25F6">
          <w:pPr>
            <w:pStyle w:val="2221D32A41E64540AF2A10C7B27D9912"/>
          </w:pPr>
          <w:r w:rsidRPr="00CB5353">
            <w:rPr>
              <w:i/>
              <w:iCs/>
              <w:color w:val="767171" w:themeColor="background2" w:themeShade="80"/>
              <w:sz w:val="20"/>
              <w:szCs w:val="18"/>
              <w:shd w:val="clear" w:color="auto" w:fill="D9D9D9" w:themeFill="background1" w:themeFillShade="D9"/>
            </w:rPr>
            <w:t>Type here</w:t>
          </w:r>
        </w:p>
      </w:docPartBody>
    </w:docPart>
    <w:docPart>
      <w:docPartPr>
        <w:name w:val="99D91FECD9A04938B0929A9B7AF156C7"/>
        <w:category>
          <w:name w:val="General"/>
          <w:gallery w:val="placeholder"/>
        </w:category>
        <w:types>
          <w:type w:val="bbPlcHdr"/>
        </w:types>
        <w:behaviors>
          <w:behavior w:val="content"/>
        </w:behaviors>
        <w:guid w:val="{563C215E-F6F5-4D58-9177-6287A3C012CC}"/>
      </w:docPartPr>
      <w:docPartBody>
        <w:p w:rsidR="00000000" w:rsidRDefault="00EF25F6">
          <w:pPr>
            <w:pStyle w:val="99D91FECD9A04938B0929A9B7AF156C7"/>
          </w:pPr>
          <w:r w:rsidRPr="00CB5353">
            <w:rPr>
              <w:i/>
              <w:iCs/>
              <w:color w:val="767171" w:themeColor="background2" w:themeShade="80"/>
              <w:sz w:val="20"/>
              <w:szCs w:val="18"/>
              <w:shd w:val="clear" w:color="auto" w:fill="D9D9D9" w:themeFill="background1" w:themeFillShade="D9"/>
            </w:rPr>
            <w:t>Type here</w:t>
          </w:r>
        </w:p>
      </w:docPartBody>
    </w:docPart>
    <w:docPart>
      <w:docPartPr>
        <w:name w:val="19CA5329972040DEB500EB7DBB666EB0"/>
        <w:category>
          <w:name w:val="General"/>
          <w:gallery w:val="placeholder"/>
        </w:category>
        <w:types>
          <w:type w:val="bbPlcHdr"/>
        </w:types>
        <w:behaviors>
          <w:behavior w:val="content"/>
        </w:behaviors>
        <w:guid w:val="{2E134DF2-511E-4011-8C00-852DD3A58CF9}"/>
      </w:docPartPr>
      <w:docPartBody>
        <w:p w:rsidR="00000000" w:rsidRDefault="00EF25F6">
          <w:pPr>
            <w:pStyle w:val="19CA5329972040DEB500EB7DBB666EB0"/>
          </w:pPr>
          <w:r w:rsidRPr="00CB5353">
            <w:rPr>
              <w:i/>
              <w:iCs/>
              <w:color w:val="767171" w:themeColor="background2" w:themeShade="80"/>
              <w:sz w:val="20"/>
              <w:szCs w:val="18"/>
              <w:shd w:val="clear" w:color="auto" w:fill="D9D9D9" w:themeFill="background1" w:themeFillShade="D9"/>
            </w:rPr>
            <w:t>Type here</w:t>
          </w:r>
        </w:p>
      </w:docPartBody>
    </w:docPart>
    <w:docPart>
      <w:docPartPr>
        <w:name w:val="C63AC8AE77C042FFABDE93357BD93258"/>
        <w:category>
          <w:name w:val="General"/>
          <w:gallery w:val="placeholder"/>
        </w:category>
        <w:types>
          <w:type w:val="bbPlcHdr"/>
        </w:types>
        <w:behaviors>
          <w:behavior w:val="content"/>
        </w:behaviors>
        <w:guid w:val="{6D2D9A69-AAC4-4B6A-8408-DF2AA2039859}"/>
      </w:docPartPr>
      <w:docPartBody>
        <w:p w:rsidR="00000000" w:rsidRDefault="00EF25F6">
          <w:pPr>
            <w:pStyle w:val="C63AC8AE77C042FFABDE93357BD93258"/>
          </w:pPr>
          <w:r w:rsidRPr="00CB5353">
            <w:rPr>
              <w:i/>
              <w:iCs/>
              <w:color w:val="767171" w:themeColor="background2" w:themeShade="80"/>
              <w:sz w:val="20"/>
              <w:szCs w:val="18"/>
              <w:shd w:val="clear" w:color="auto" w:fill="D9D9D9" w:themeFill="background1" w:themeFillShade="D9"/>
            </w:rPr>
            <w:t>Type here</w:t>
          </w:r>
        </w:p>
      </w:docPartBody>
    </w:docPart>
    <w:docPart>
      <w:docPartPr>
        <w:name w:val="057169E26BAD4DFAB79AF43785A21328"/>
        <w:category>
          <w:name w:val="General"/>
          <w:gallery w:val="placeholder"/>
        </w:category>
        <w:types>
          <w:type w:val="bbPlcHdr"/>
        </w:types>
        <w:behaviors>
          <w:behavior w:val="content"/>
        </w:behaviors>
        <w:guid w:val="{E7BC7D6B-1999-403C-B247-88BF4ECB9308}"/>
      </w:docPartPr>
      <w:docPartBody>
        <w:p w:rsidR="00000000" w:rsidRDefault="00EF25F6">
          <w:pPr>
            <w:pStyle w:val="057169E26BAD4DFAB79AF43785A21328"/>
          </w:pPr>
          <w:r w:rsidRPr="00CB5353">
            <w:rPr>
              <w:i/>
              <w:iCs/>
              <w:color w:val="767171" w:themeColor="background2" w:themeShade="80"/>
              <w:sz w:val="20"/>
              <w:szCs w:val="18"/>
              <w:shd w:val="clear" w:color="auto" w:fill="D9D9D9" w:themeFill="background1" w:themeFillShade="D9"/>
            </w:rPr>
            <w:t>Type here</w:t>
          </w:r>
        </w:p>
      </w:docPartBody>
    </w:docPart>
    <w:docPart>
      <w:docPartPr>
        <w:name w:val="71121D7155FF49B0BD9AE532819E1AB7"/>
        <w:category>
          <w:name w:val="General"/>
          <w:gallery w:val="placeholder"/>
        </w:category>
        <w:types>
          <w:type w:val="bbPlcHdr"/>
        </w:types>
        <w:behaviors>
          <w:behavior w:val="content"/>
        </w:behaviors>
        <w:guid w:val="{DE3958FD-38D5-4D35-A4F6-67C235299C3A}"/>
      </w:docPartPr>
      <w:docPartBody>
        <w:p w:rsidR="00000000" w:rsidRDefault="00EF25F6">
          <w:pPr>
            <w:pStyle w:val="71121D7155FF49B0BD9AE532819E1AB7"/>
          </w:pPr>
          <w:r w:rsidRPr="00CB5353">
            <w:rPr>
              <w:i/>
              <w:iCs/>
              <w:color w:val="767171" w:themeColor="background2" w:themeShade="80"/>
              <w:sz w:val="20"/>
              <w:szCs w:val="18"/>
              <w:shd w:val="clear" w:color="auto" w:fill="D9D9D9" w:themeFill="background1" w:themeFillShade="D9"/>
            </w:rPr>
            <w:t>Type here</w:t>
          </w:r>
        </w:p>
      </w:docPartBody>
    </w:docPart>
    <w:docPart>
      <w:docPartPr>
        <w:name w:val="94816BA4371449328697669690EBCF6A"/>
        <w:category>
          <w:name w:val="General"/>
          <w:gallery w:val="placeholder"/>
        </w:category>
        <w:types>
          <w:type w:val="bbPlcHdr"/>
        </w:types>
        <w:behaviors>
          <w:behavior w:val="content"/>
        </w:behaviors>
        <w:guid w:val="{9B79EF0A-4896-40EB-8193-B043D13BA040}"/>
      </w:docPartPr>
      <w:docPartBody>
        <w:p w:rsidR="00000000" w:rsidRDefault="00EF25F6">
          <w:pPr>
            <w:pStyle w:val="94816BA4371449328697669690EBCF6A"/>
          </w:pPr>
          <w:r w:rsidRPr="00CB5353">
            <w:rPr>
              <w:i/>
              <w:iCs/>
              <w:color w:val="767171" w:themeColor="background2" w:themeShade="80"/>
              <w:sz w:val="20"/>
              <w:szCs w:val="18"/>
              <w:shd w:val="clear" w:color="auto" w:fill="D9D9D9" w:themeFill="background1" w:themeFillShade="D9"/>
            </w:rPr>
            <w:t>Type here</w:t>
          </w:r>
        </w:p>
      </w:docPartBody>
    </w:docPart>
    <w:docPart>
      <w:docPartPr>
        <w:name w:val="703E0B179B784BACBB8B4101436ABB27"/>
        <w:category>
          <w:name w:val="General"/>
          <w:gallery w:val="placeholder"/>
        </w:category>
        <w:types>
          <w:type w:val="bbPlcHdr"/>
        </w:types>
        <w:behaviors>
          <w:behavior w:val="content"/>
        </w:behaviors>
        <w:guid w:val="{ED0EA6F5-658D-461F-95EF-13DE197F0A4C}"/>
      </w:docPartPr>
      <w:docPartBody>
        <w:p w:rsidR="00000000" w:rsidRDefault="00EF25F6">
          <w:pPr>
            <w:pStyle w:val="703E0B179B784BACBB8B4101436ABB27"/>
          </w:pPr>
          <w:r w:rsidRPr="00CB5353">
            <w:rPr>
              <w:i/>
              <w:iCs/>
              <w:color w:val="767171" w:themeColor="background2" w:themeShade="80"/>
              <w:sz w:val="20"/>
              <w:szCs w:val="18"/>
              <w:shd w:val="clear" w:color="auto" w:fill="D9D9D9" w:themeFill="background1" w:themeFillShade="D9"/>
            </w:rPr>
            <w:t>Type here</w:t>
          </w:r>
        </w:p>
      </w:docPartBody>
    </w:docPart>
    <w:docPart>
      <w:docPartPr>
        <w:name w:val="C1187A5E22AC47319D2563BEC491523F"/>
        <w:category>
          <w:name w:val="General"/>
          <w:gallery w:val="placeholder"/>
        </w:category>
        <w:types>
          <w:type w:val="bbPlcHdr"/>
        </w:types>
        <w:behaviors>
          <w:behavior w:val="content"/>
        </w:behaviors>
        <w:guid w:val="{CBDDBE22-8D25-4885-93CA-2FBC185C7CE9}"/>
      </w:docPartPr>
      <w:docPartBody>
        <w:p w:rsidR="00000000" w:rsidRDefault="00637A47">
          <w:pPr>
            <w:pStyle w:val="C1187A5E22AC47319D2563BEC491523F"/>
          </w:pPr>
          <w:r w:rsidRPr="001C6403">
            <w:rPr>
              <w:rStyle w:val="PlaceholderText"/>
              <w:shd w:val="clear" w:color="auto" w:fill="D9D9D9" w:themeFill="background1" w:themeFillShade="D9"/>
            </w:rPr>
            <w:t>Choose an item.</w:t>
          </w:r>
        </w:p>
      </w:docPartBody>
    </w:docPart>
    <w:docPart>
      <w:docPartPr>
        <w:name w:val="C317AB9B324C45A297F10A504C50D485"/>
        <w:category>
          <w:name w:val="General"/>
          <w:gallery w:val="placeholder"/>
        </w:category>
        <w:types>
          <w:type w:val="bbPlcHdr"/>
        </w:types>
        <w:behaviors>
          <w:behavior w:val="content"/>
        </w:behaviors>
        <w:guid w:val="{819545E0-539A-4404-9D01-797CEED896C9}"/>
      </w:docPartPr>
      <w:docPartBody>
        <w:p w:rsidR="00000000" w:rsidRDefault="00637A47">
          <w:pPr>
            <w:pStyle w:val="C317AB9B324C45A297F10A504C50D485"/>
          </w:pPr>
          <w:r w:rsidRPr="00CB5353">
            <w:rPr>
              <w:color w:val="767171" w:themeColor="background2" w:themeShade="80"/>
              <w:szCs w:val="18"/>
              <w:shd w:val="clear" w:color="auto" w:fill="D9D9D9" w:themeFill="background1" w:themeFillShade="D9"/>
            </w:rPr>
            <w:t>Type here</w:t>
          </w:r>
        </w:p>
      </w:docPartBody>
    </w:docPart>
    <w:docPart>
      <w:docPartPr>
        <w:name w:val="3AF6CD9AD8E8413D84338EE0DCF1C276"/>
        <w:category>
          <w:name w:val="General"/>
          <w:gallery w:val="placeholder"/>
        </w:category>
        <w:types>
          <w:type w:val="bbPlcHdr"/>
        </w:types>
        <w:behaviors>
          <w:behavior w:val="content"/>
        </w:behaviors>
        <w:guid w:val="{38FA0F3F-BD72-47B2-8452-2604199C7A1F}"/>
      </w:docPartPr>
      <w:docPartBody>
        <w:p w:rsidR="00000000" w:rsidRDefault="00EF25F6">
          <w:pPr>
            <w:pStyle w:val="3AF6CD9AD8E8413D84338EE0DCF1C276"/>
          </w:pPr>
          <w:r w:rsidRPr="00CB5353">
            <w:rPr>
              <w:i/>
              <w:iCs/>
              <w:color w:val="767171" w:themeColor="background2" w:themeShade="80"/>
              <w:sz w:val="20"/>
              <w:szCs w:val="18"/>
              <w:shd w:val="clear" w:color="auto" w:fill="D9D9D9" w:themeFill="background1" w:themeFillShade="D9"/>
            </w:rPr>
            <w:t>Type here</w:t>
          </w:r>
        </w:p>
      </w:docPartBody>
    </w:docPart>
    <w:docPart>
      <w:docPartPr>
        <w:name w:val="6B06EABBCE754351A3CF4A3E6BD2DA18"/>
        <w:category>
          <w:name w:val="General"/>
          <w:gallery w:val="placeholder"/>
        </w:category>
        <w:types>
          <w:type w:val="bbPlcHdr"/>
        </w:types>
        <w:behaviors>
          <w:behavior w:val="content"/>
        </w:behaviors>
        <w:guid w:val="{4E71AAA7-67FE-498D-8F7C-70A3C046AEFD}"/>
      </w:docPartPr>
      <w:docPartBody>
        <w:p w:rsidR="00000000" w:rsidRDefault="00EF25F6">
          <w:pPr>
            <w:pStyle w:val="6B06EABBCE754351A3CF4A3E6BD2DA18"/>
          </w:pPr>
          <w:r w:rsidRPr="00CB5353">
            <w:rPr>
              <w:i/>
              <w:iCs/>
              <w:color w:val="767171" w:themeColor="background2" w:themeShade="80"/>
              <w:sz w:val="18"/>
              <w:szCs w:val="18"/>
              <w:shd w:val="clear" w:color="auto" w:fill="D9D9D9" w:themeFill="background1" w:themeFillShade="D9"/>
            </w:rPr>
            <w:t>Lot Number</w:t>
          </w:r>
        </w:p>
      </w:docPartBody>
    </w:docPart>
    <w:docPart>
      <w:docPartPr>
        <w:name w:val="1087CA7619A54D59AC8AE35984650951"/>
        <w:category>
          <w:name w:val="General"/>
          <w:gallery w:val="placeholder"/>
        </w:category>
        <w:types>
          <w:type w:val="bbPlcHdr"/>
        </w:types>
        <w:behaviors>
          <w:behavior w:val="content"/>
        </w:behaviors>
        <w:guid w:val="{A5CC0418-31E7-4622-BCD1-0D7B2C76F242}"/>
      </w:docPartPr>
      <w:docPartBody>
        <w:p w:rsidR="00000000" w:rsidRDefault="00EF25F6">
          <w:pPr>
            <w:pStyle w:val="1087CA7619A54D59AC8AE35984650951"/>
          </w:pPr>
          <w:r>
            <w:rPr>
              <w:i/>
              <w:iCs/>
              <w:color w:val="767171" w:themeColor="background2" w:themeShade="80"/>
              <w:sz w:val="20"/>
              <w:szCs w:val="18"/>
              <w:shd w:val="clear" w:color="auto" w:fill="D9D9D9" w:themeFill="background1" w:themeFillShade="D9"/>
            </w:rPr>
            <w:t>Address</w:t>
          </w:r>
        </w:p>
      </w:docPartBody>
    </w:docPart>
    <w:docPart>
      <w:docPartPr>
        <w:name w:val="31D5505C09BA48EF874E7DEFAF1477AB"/>
        <w:category>
          <w:name w:val="General"/>
          <w:gallery w:val="placeholder"/>
        </w:category>
        <w:types>
          <w:type w:val="bbPlcHdr"/>
        </w:types>
        <w:behaviors>
          <w:behavior w:val="content"/>
        </w:behaviors>
        <w:guid w:val="{3DC8E4D9-8766-45B1-A549-C1A70205486A}"/>
      </w:docPartPr>
      <w:docPartBody>
        <w:p w:rsidR="00000000" w:rsidRDefault="00EF25F6">
          <w:pPr>
            <w:pStyle w:val="31D5505C09BA48EF874E7DEFAF1477AB"/>
          </w:pPr>
          <w:r w:rsidRPr="000927D0">
            <w:rPr>
              <w:color w:val="767171" w:themeColor="background2" w:themeShade="80"/>
              <w:szCs w:val="20"/>
              <w:shd w:val="clear" w:color="auto" w:fill="D9D9D9" w:themeFill="background1" w:themeFillShade="D9"/>
            </w:rPr>
            <w:t>Type here</w:t>
          </w:r>
        </w:p>
      </w:docPartBody>
    </w:docPart>
    <w:docPart>
      <w:docPartPr>
        <w:name w:val="EB13F99220BC4E3A87F1DE1859F54B31"/>
        <w:category>
          <w:name w:val="General"/>
          <w:gallery w:val="placeholder"/>
        </w:category>
        <w:types>
          <w:type w:val="bbPlcHdr"/>
        </w:types>
        <w:behaviors>
          <w:behavior w:val="content"/>
        </w:behaviors>
        <w:guid w:val="{A804EA60-13DF-4864-ADAC-3DE34C46E6FE}"/>
      </w:docPartPr>
      <w:docPartBody>
        <w:p w:rsidR="00000000" w:rsidRDefault="00EF25F6">
          <w:pPr>
            <w:pStyle w:val="EB13F99220BC4E3A87F1DE1859F54B31"/>
          </w:pPr>
          <w:r w:rsidRPr="000927D0">
            <w:rPr>
              <w:color w:val="767171" w:themeColor="background2" w:themeShade="80"/>
              <w:szCs w:val="20"/>
              <w:shd w:val="clear" w:color="auto" w:fill="D9D9D9" w:themeFill="background1" w:themeFillShade="D9"/>
            </w:rPr>
            <w:t>Type here</w:t>
          </w:r>
        </w:p>
      </w:docPartBody>
    </w:docPart>
    <w:docPart>
      <w:docPartPr>
        <w:name w:val="1907A384501D4E2389E7302499D282A8"/>
        <w:category>
          <w:name w:val="General"/>
          <w:gallery w:val="placeholder"/>
        </w:category>
        <w:types>
          <w:type w:val="bbPlcHdr"/>
        </w:types>
        <w:behaviors>
          <w:behavior w:val="content"/>
        </w:behaviors>
        <w:guid w:val="{81273343-083C-4CF7-B6C2-A6E9C4BD38C4}"/>
      </w:docPartPr>
      <w:docPartBody>
        <w:p w:rsidR="00000000" w:rsidRDefault="00EF25F6">
          <w:pPr>
            <w:pStyle w:val="1907A384501D4E2389E7302499D282A8"/>
          </w:pPr>
          <w:r w:rsidRPr="000927D0">
            <w:rPr>
              <w:color w:val="767171" w:themeColor="background2" w:themeShade="80"/>
              <w:szCs w:val="20"/>
              <w:shd w:val="clear" w:color="auto" w:fill="D9D9D9" w:themeFill="background1" w:themeFillShade="D9"/>
            </w:rPr>
            <w:t>Type here</w:t>
          </w:r>
        </w:p>
      </w:docPartBody>
    </w:docPart>
    <w:docPart>
      <w:docPartPr>
        <w:name w:val="C68F7EDB263F4543B644C09AE3CA6377"/>
        <w:category>
          <w:name w:val="General"/>
          <w:gallery w:val="placeholder"/>
        </w:category>
        <w:types>
          <w:type w:val="bbPlcHdr"/>
        </w:types>
        <w:behaviors>
          <w:behavior w:val="content"/>
        </w:behaviors>
        <w:guid w:val="{CC037DC9-7D47-4378-AF8F-197F71A949BF}"/>
      </w:docPartPr>
      <w:docPartBody>
        <w:p w:rsidR="00000000" w:rsidRDefault="00EF25F6">
          <w:pPr>
            <w:pStyle w:val="C68F7EDB263F4543B644C09AE3CA6377"/>
          </w:pPr>
          <w:r w:rsidRPr="000927D0">
            <w:rPr>
              <w:color w:val="767171" w:themeColor="background2" w:themeShade="80"/>
              <w:szCs w:val="20"/>
              <w:shd w:val="clear" w:color="auto" w:fill="D9D9D9" w:themeFill="background1" w:themeFillShade="D9"/>
            </w:rPr>
            <w:t>Type here</w:t>
          </w:r>
        </w:p>
      </w:docPartBody>
    </w:docPart>
    <w:docPart>
      <w:docPartPr>
        <w:name w:val="189DB92BCC8C4BE696CF12AD39AF9206"/>
        <w:category>
          <w:name w:val="General"/>
          <w:gallery w:val="placeholder"/>
        </w:category>
        <w:types>
          <w:type w:val="bbPlcHdr"/>
        </w:types>
        <w:behaviors>
          <w:behavior w:val="content"/>
        </w:behaviors>
        <w:guid w:val="{DF01C226-AF59-4789-8E96-965B7DC2534B}"/>
      </w:docPartPr>
      <w:docPartBody>
        <w:p w:rsidR="00000000" w:rsidRDefault="00EF25F6">
          <w:pPr>
            <w:pStyle w:val="189DB92BCC8C4BE696CF12AD39AF9206"/>
          </w:pPr>
          <w:r w:rsidRPr="000927D0">
            <w:rPr>
              <w:color w:val="767171" w:themeColor="background2" w:themeShade="80"/>
              <w:szCs w:val="20"/>
              <w:shd w:val="clear" w:color="auto" w:fill="D9D9D9" w:themeFill="background1" w:themeFillShade="D9"/>
            </w:rPr>
            <w:t>Type here</w:t>
          </w:r>
        </w:p>
      </w:docPartBody>
    </w:docPart>
    <w:docPart>
      <w:docPartPr>
        <w:name w:val="925D9374A51B46FA8428854F8A5465DD"/>
        <w:category>
          <w:name w:val="General"/>
          <w:gallery w:val="placeholder"/>
        </w:category>
        <w:types>
          <w:type w:val="bbPlcHdr"/>
        </w:types>
        <w:behaviors>
          <w:behavior w:val="content"/>
        </w:behaviors>
        <w:guid w:val="{A21FE0B7-F2D8-467B-A68D-202671344784}"/>
      </w:docPartPr>
      <w:docPartBody>
        <w:p w:rsidR="00000000" w:rsidRDefault="00EF25F6">
          <w:pPr>
            <w:pStyle w:val="925D9374A51B46FA8428854F8A5465DD"/>
          </w:pPr>
          <w:r w:rsidRPr="000927D0">
            <w:rPr>
              <w:color w:val="767171" w:themeColor="background2" w:themeShade="80"/>
              <w:szCs w:val="20"/>
              <w:shd w:val="clear" w:color="auto" w:fill="D9D9D9" w:themeFill="background1" w:themeFillShade="D9"/>
            </w:rPr>
            <w:t>Type here</w:t>
          </w:r>
        </w:p>
      </w:docPartBody>
    </w:docPart>
    <w:docPart>
      <w:docPartPr>
        <w:name w:val="F5C6AA4E7B604C19A1EB146C82716B94"/>
        <w:category>
          <w:name w:val="General"/>
          <w:gallery w:val="placeholder"/>
        </w:category>
        <w:types>
          <w:type w:val="bbPlcHdr"/>
        </w:types>
        <w:behaviors>
          <w:behavior w:val="content"/>
        </w:behaviors>
        <w:guid w:val="{069B786A-5AAF-4AF6-AE83-EEF021776A82}"/>
      </w:docPartPr>
      <w:docPartBody>
        <w:p w:rsidR="00000000" w:rsidRDefault="00EF25F6">
          <w:pPr>
            <w:pStyle w:val="F5C6AA4E7B604C19A1EB146C82716B94"/>
          </w:pPr>
          <w:r w:rsidRPr="000927D0">
            <w:rPr>
              <w:color w:val="767171" w:themeColor="background2" w:themeShade="80"/>
              <w:szCs w:val="20"/>
              <w:shd w:val="clear" w:color="auto" w:fill="D9D9D9" w:themeFill="background1" w:themeFillShade="D9"/>
            </w:rPr>
            <w:t>Type here</w:t>
          </w:r>
        </w:p>
      </w:docPartBody>
    </w:docPart>
    <w:docPart>
      <w:docPartPr>
        <w:name w:val="416A2A636A6743F18C5E99949DD49FC4"/>
        <w:category>
          <w:name w:val="General"/>
          <w:gallery w:val="placeholder"/>
        </w:category>
        <w:types>
          <w:type w:val="bbPlcHdr"/>
        </w:types>
        <w:behaviors>
          <w:behavior w:val="content"/>
        </w:behaviors>
        <w:guid w:val="{8D750956-4384-4785-8363-1117D00383AA}"/>
      </w:docPartPr>
      <w:docPartBody>
        <w:p w:rsidR="00000000" w:rsidRDefault="00EF25F6">
          <w:pPr>
            <w:pStyle w:val="416A2A636A6743F18C5E99949DD49FC4"/>
          </w:pPr>
          <w:r w:rsidRPr="000927D0">
            <w:rPr>
              <w:color w:val="767171" w:themeColor="background2" w:themeShade="80"/>
              <w:szCs w:val="20"/>
              <w:shd w:val="clear" w:color="auto" w:fill="D9D9D9" w:themeFill="background1" w:themeFillShade="D9"/>
            </w:rPr>
            <w:t>Type here</w:t>
          </w:r>
        </w:p>
      </w:docPartBody>
    </w:docPart>
    <w:docPart>
      <w:docPartPr>
        <w:name w:val="0B43579DC5154517B7D85F7859C4DBDF"/>
        <w:category>
          <w:name w:val="General"/>
          <w:gallery w:val="placeholder"/>
        </w:category>
        <w:types>
          <w:type w:val="bbPlcHdr"/>
        </w:types>
        <w:behaviors>
          <w:behavior w:val="content"/>
        </w:behaviors>
        <w:guid w:val="{B5DFB383-C6C0-497E-BAA2-A1EEFC298427}"/>
      </w:docPartPr>
      <w:docPartBody>
        <w:p w:rsidR="00000000" w:rsidRDefault="00EF25F6">
          <w:pPr>
            <w:pStyle w:val="0B43579DC5154517B7D85F7859C4DBDF"/>
          </w:pPr>
          <w:r w:rsidRPr="000927D0">
            <w:rPr>
              <w:color w:val="767171" w:themeColor="background2" w:themeShade="80"/>
              <w:szCs w:val="20"/>
              <w:shd w:val="clear" w:color="auto" w:fill="D9D9D9" w:themeFill="background1" w:themeFillShade="D9"/>
            </w:rPr>
            <w:t>Type here</w:t>
          </w:r>
        </w:p>
      </w:docPartBody>
    </w:docPart>
    <w:docPart>
      <w:docPartPr>
        <w:name w:val="F37C71FE4E884CF38C4C0B2E57A2780D"/>
        <w:category>
          <w:name w:val="General"/>
          <w:gallery w:val="placeholder"/>
        </w:category>
        <w:types>
          <w:type w:val="bbPlcHdr"/>
        </w:types>
        <w:behaviors>
          <w:behavior w:val="content"/>
        </w:behaviors>
        <w:guid w:val="{229936C5-559E-4747-9994-98B208E158BC}"/>
      </w:docPartPr>
      <w:docPartBody>
        <w:p w:rsidR="00000000" w:rsidRDefault="00EF25F6">
          <w:pPr>
            <w:pStyle w:val="F37C71FE4E884CF38C4C0B2E57A2780D"/>
          </w:pPr>
          <w:r w:rsidRPr="000927D0">
            <w:rPr>
              <w:color w:val="767171" w:themeColor="background2" w:themeShade="80"/>
              <w:szCs w:val="20"/>
              <w:shd w:val="clear" w:color="auto" w:fill="D9D9D9" w:themeFill="background1" w:themeFillShade="D9"/>
            </w:rPr>
            <w:t>Type here</w:t>
          </w:r>
        </w:p>
      </w:docPartBody>
    </w:docPart>
    <w:docPart>
      <w:docPartPr>
        <w:name w:val="56FFE8C7257445C99E5875078973F463"/>
        <w:category>
          <w:name w:val="General"/>
          <w:gallery w:val="placeholder"/>
        </w:category>
        <w:types>
          <w:type w:val="bbPlcHdr"/>
        </w:types>
        <w:behaviors>
          <w:behavior w:val="content"/>
        </w:behaviors>
        <w:guid w:val="{FFC8B0E1-78E8-4C23-9926-8E5C4A1A5A7A}"/>
      </w:docPartPr>
      <w:docPartBody>
        <w:p w:rsidR="00000000" w:rsidRDefault="00EF25F6">
          <w:pPr>
            <w:pStyle w:val="56FFE8C7257445C99E5875078973F463"/>
          </w:pPr>
          <w:r w:rsidRPr="000927D0">
            <w:rPr>
              <w:color w:val="767171" w:themeColor="background2" w:themeShade="80"/>
              <w:szCs w:val="20"/>
              <w:shd w:val="clear" w:color="auto" w:fill="D9D9D9" w:themeFill="background1" w:themeFillShade="D9"/>
            </w:rPr>
            <w:t>Type here</w:t>
          </w:r>
        </w:p>
      </w:docPartBody>
    </w:docPart>
    <w:docPart>
      <w:docPartPr>
        <w:name w:val="8BD64D8D282849F3ABE05657B1476581"/>
        <w:category>
          <w:name w:val="General"/>
          <w:gallery w:val="placeholder"/>
        </w:category>
        <w:types>
          <w:type w:val="bbPlcHdr"/>
        </w:types>
        <w:behaviors>
          <w:behavior w:val="content"/>
        </w:behaviors>
        <w:guid w:val="{B78FB83F-B905-4AE1-B381-C3256BB1FCCF}"/>
      </w:docPartPr>
      <w:docPartBody>
        <w:p w:rsidR="00000000" w:rsidRDefault="00EF25F6">
          <w:pPr>
            <w:pStyle w:val="8BD64D8D282849F3ABE05657B1476581"/>
          </w:pPr>
          <w:r w:rsidRPr="000927D0">
            <w:rPr>
              <w:color w:val="767171" w:themeColor="background2" w:themeShade="80"/>
              <w:szCs w:val="20"/>
              <w:shd w:val="clear" w:color="auto" w:fill="D9D9D9" w:themeFill="background1" w:themeFillShade="D9"/>
            </w:rPr>
            <w:t>Type here</w:t>
          </w:r>
        </w:p>
      </w:docPartBody>
    </w:docPart>
    <w:docPart>
      <w:docPartPr>
        <w:name w:val="29CB23A518EA4B7297A21EA37E0726DE"/>
        <w:category>
          <w:name w:val="General"/>
          <w:gallery w:val="placeholder"/>
        </w:category>
        <w:types>
          <w:type w:val="bbPlcHdr"/>
        </w:types>
        <w:behaviors>
          <w:behavior w:val="content"/>
        </w:behaviors>
        <w:guid w:val="{142BA3B8-D2BE-4E53-A2F0-B1DB556C266E}"/>
      </w:docPartPr>
      <w:docPartBody>
        <w:p w:rsidR="00000000" w:rsidRDefault="00EF25F6">
          <w:pPr>
            <w:pStyle w:val="29CB23A518EA4B7297A21EA37E0726DE"/>
          </w:pPr>
          <w:r w:rsidRPr="000927D0">
            <w:rPr>
              <w:color w:val="767171" w:themeColor="background2" w:themeShade="80"/>
              <w:szCs w:val="20"/>
              <w:shd w:val="clear" w:color="auto" w:fill="D9D9D9" w:themeFill="background1" w:themeFillShade="D9"/>
            </w:rPr>
            <w:t>Type here</w:t>
          </w:r>
        </w:p>
      </w:docPartBody>
    </w:docPart>
    <w:docPart>
      <w:docPartPr>
        <w:name w:val="8971A8B4A4B14D298AD2CC3E00EE3F5F"/>
        <w:category>
          <w:name w:val="General"/>
          <w:gallery w:val="placeholder"/>
        </w:category>
        <w:types>
          <w:type w:val="bbPlcHdr"/>
        </w:types>
        <w:behaviors>
          <w:behavior w:val="content"/>
        </w:behaviors>
        <w:guid w:val="{E680091B-CC24-4A1F-BED8-3BCA8D510144}"/>
      </w:docPartPr>
      <w:docPartBody>
        <w:p w:rsidR="00000000" w:rsidRDefault="00637A47">
          <w:pPr>
            <w:pStyle w:val="8971A8B4A4B14D298AD2CC3E00EE3F5F"/>
          </w:pPr>
          <w:r w:rsidRPr="000927D0">
            <w:rPr>
              <w:color w:val="767171" w:themeColor="background2" w:themeShade="80"/>
              <w:szCs w:val="20"/>
              <w:shd w:val="clear" w:color="auto" w:fill="D9D9D9" w:themeFill="background1" w:themeFillShade="D9"/>
            </w:rPr>
            <w:t>Type here</w:t>
          </w:r>
        </w:p>
      </w:docPartBody>
    </w:docPart>
    <w:docPart>
      <w:docPartPr>
        <w:name w:val="93905E0DA9194344A133336447E0D326"/>
        <w:category>
          <w:name w:val="General"/>
          <w:gallery w:val="placeholder"/>
        </w:category>
        <w:types>
          <w:type w:val="bbPlcHdr"/>
        </w:types>
        <w:behaviors>
          <w:behavior w:val="content"/>
        </w:behaviors>
        <w:guid w:val="{7E61C06A-2FB5-499F-B262-E70DA0D2A5ED}"/>
      </w:docPartPr>
      <w:docPartBody>
        <w:p w:rsidR="00000000" w:rsidRDefault="00637A47">
          <w:pPr>
            <w:pStyle w:val="93905E0DA9194344A133336447E0D326"/>
          </w:pPr>
          <w:r w:rsidRPr="000927D0">
            <w:rPr>
              <w:color w:val="767171" w:themeColor="background2" w:themeShade="80"/>
              <w:szCs w:val="20"/>
              <w:shd w:val="clear" w:color="auto" w:fill="D9D9D9" w:themeFill="background1" w:themeFillShade="D9"/>
            </w:rPr>
            <w:t>Type here</w:t>
          </w:r>
        </w:p>
      </w:docPartBody>
    </w:docPart>
    <w:docPart>
      <w:docPartPr>
        <w:name w:val="C6A3B5A56C23474EBF5ADFEB3BAA242A"/>
        <w:category>
          <w:name w:val="General"/>
          <w:gallery w:val="placeholder"/>
        </w:category>
        <w:types>
          <w:type w:val="bbPlcHdr"/>
        </w:types>
        <w:behaviors>
          <w:behavior w:val="content"/>
        </w:behaviors>
        <w:guid w:val="{48232169-2A21-4C80-8CCE-81BE1803A340}"/>
      </w:docPartPr>
      <w:docPartBody>
        <w:p w:rsidR="00000000" w:rsidRDefault="00637A47">
          <w:pPr>
            <w:pStyle w:val="C6A3B5A56C23474EBF5ADFEB3BAA242A"/>
          </w:pPr>
          <w:r w:rsidRPr="000927D0">
            <w:rPr>
              <w:color w:val="767171" w:themeColor="background2" w:themeShade="80"/>
              <w:szCs w:val="20"/>
              <w:shd w:val="clear" w:color="auto" w:fill="D9D9D9" w:themeFill="background1" w:themeFillShade="D9"/>
            </w:rPr>
            <w:t>Type here</w:t>
          </w:r>
        </w:p>
      </w:docPartBody>
    </w:docPart>
    <w:docPart>
      <w:docPartPr>
        <w:name w:val="90CD0A616B6D4C7AA0975F30E6DE1194"/>
        <w:category>
          <w:name w:val="General"/>
          <w:gallery w:val="placeholder"/>
        </w:category>
        <w:types>
          <w:type w:val="bbPlcHdr"/>
        </w:types>
        <w:behaviors>
          <w:behavior w:val="content"/>
        </w:behaviors>
        <w:guid w:val="{E682A88C-1784-4668-94C2-FA7B2C079353}"/>
      </w:docPartPr>
      <w:docPartBody>
        <w:p w:rsidR="00000000" w:rsidRDefault="00637A47">
          <w:pPr>
            <w:pStyle w:val="90CD0A616B6D4C7AA0975F30E6DE1194"/>
          </w:pPr>
          <w:r w:rsidRPr="000927D0">
            <w:rPr>
              <w:color w:val="767171" w:themeColor="background2" w:themeShade="80"/>
              <w:szCs w:val="20"/>
              <w:shd w:val="clear" w:color="auto" w:fill="D9D9D9" w:themeFill="background1" w:themeFillShade="D9"/>
            </w:rPr>
            <w:t>Type here</w:t>
          </w:r>
        </w:p>
      </w:docPartBody>
    </w:docPart>
    <w:docPart>
      <w:docPartPr>
        <w:name w:val="3F8E7AE67CCC4E099A6955D95C5BCB52"/>
        <w:category>
          <w:name w:val="General"/>
          <w:gallery w:val="placeholder"/>
        </w:category>
        <w:types>
          <w:type w:val="bbPlcHdr"/>
        </w:types>
        <w:behaviors>
          <w:behavior w:val="content"/>
        </w:behaviors>
        <w:guid w:val="{BEDA9CC4-E722-4FCE-A0E3-AC2F5A9104F4}"/>
      </w:docPartPr>
      <w:docPartBody>
        <w:p w:rsidR="00000000" w:rsidRDefault="00637A47">
          <w:pPr>
            <w:pStyle w:val="3F8E7AE67CCC4E099A6955D95C5BCB52"/>
          </w:pPr>
          <w:r w:rsidRPr="000927D0">
            <w:rPr>
              <w:color w:val="767171" w:themeColor="background2" w:themeShade="80"/>
              <w:szCs w:val="20"/>
              <w:shd w:val="clear" w:color="auto" w:fill="D9D9D9" w:themeFill="background1" w:themeFillShade="D9"/>
            </w:rPr>
            <w:t>Type here</w:t>
          </w:r>
        </w:p>
      </w:docPartBody>
    </w:docPart>
    <w:docPart>
      <w:docPartPr>
        <w:name w:val="C81145AAD513441EA9DF55F376F622CC"/>
        <w:category>
          <w:name w:val="General"/>
          <w:gallery w:val="placeholder"/>
        </w:category>
        <w:types>
          <w:type w:val="bbPlcHdr"/>
        </w:types>
        <w:behaviors>
          <w:behavior w:val="content"/>
        </w:behaviors>
        <w:guid w:val="{3D350A0D-EC73-4BE9-828D-7D8964221717}"/>
      </w:docPartPr>
      <w:docPartBody>
        <w:p w:rsidR="00000000" w:rsidRDefault="00EF25F6">
          <w:pPr>
            <w:pStyle w:val="C81145AAD513441EA9DF55F376F622CC"/>
          </w:pPr>
          <w:r w:rsidRPr="000927D0">
            <w:rPr>
              <w:color w:val="767171" w:themeColor="background2" w:themeShade="80"/>
              <w:szCs w:val="20"/>
              <w:shd w:val="clear" w:color="auto" w:fill="D9D9D9" w:themeFill="background1" w:themeFillShade="D9"/>
            </w:rPr>
            <w:t>Type here</w:t>
          </w:r>
        </w:p>
      </w:docPartBody>
    </w:docPart>
    <w:docPart>
      <w:docPartPr>
        <w:name w:val="EF6ADF5280064902B6A83BD00D34D63E"/>
        <w:category>
          <w:name w:val="General"/>
          <w:gallery w:val="placeholder"/>
        </w:category>
        <w:types>
          <w:type w:val="bbPlcHdr"/>
        </w:types>
        <w:behaviors>
          <w:behavior w:val="content"/>
        </w:behaviors>
        <w:guid w:val="{A6E95352-47E0-48FE-89B3-A54CD7BC203D}"/>
      </w:docPartPr>
      <w:docPartBody>
        <w:p w:rsidR="00000000" w:rsidRDefault="00EF25F6">
          <w:pPr>
            <w:pStyle w:val="EF6ADF5280064902B6A83BD00D34D63E"/>
          </w:pPr>
          <w:r w:rsidRPr="0016058C">
            <w:rPr>
              <w:rStyle w:val="PlaceholderText"/>
              <w:rFonts w:asciiTheme="majorHAnsi" w:hAnsiTheme="majorHAnsi" w:cstheme="majorHAnsi"/>
              <w:i/>
              <w:iCs/>
              <w:sz w:val="18"/>
              <w:szCs w:val="18"/>
            </w:rPr>
            <w:t>Type here</w:t>
          </w:r>
        </w:p>
      </w:docPartBody>
    </w:docPart>
    <w:docPart>
      <w:docPartPr>
        <w:name w:val="25D5A53D6C074E1BA015225D43DE6183"/>
        <w:category>
          <w:name w:val="General"/>
          <w:gallery w:val="placeholder"/>
        </w:category>
        <w:types>
          <w:type w:val="bbPlcHdr"/>
        </w:types>
        <w:behaviors>
          <w:behavior w:val="content"/>
        </w:behaviors>
        <w:guid w:val="{955748F4-E933-422B-9DFD-4BA87CDF4613}"/>
      </w:docPartPr>
      <w:docPartBody>
        <w:p w:rsidR="00000000" w:rsidRDefault="00EF25F6">
          <w:pPr>
            <w:pStyle w:val="25D5A53D6C074E1BA015225D43DE6183"/>
          </w:pPr>
          <w:r w:rsidRPr="0016058C">
            <w:rPr>
              <w:rStyle w:val="PlaceholderText"/>
              <w:rFonts w:asciiTheme="majorHAnsi" w:hAnsiTheme="majorHAnsi" w:cstheme="majorHAnsi"/>
              <w:i/>
              <w:iCs/>
              <w:sz w:val="18"/>
              <w:szCs w:val="18"/>
            </w:rPr>
            <w:t>Type here</w:t>
          </w:r>
        </w:p>
      </w:docPartBody>
    </w:docPart>
    <w:docPart>
      <w:docPartPr>
        <w:name w:val="78A2C4ADA7A349B6BC98C229B3F5CB65"/>
        <w:category>
          <w:name w:val="General"/>
          <w:gallery w:val="placeholder"/>
        </w:category>
        <w:types>
          <w:type w:val="bbPlcHdr"/>
        </w:types>
        <w:behaviors>
          <w:behavior w:val="content"/>
        </w:behaviors>
        <w:guid w:val="{CDD84BD6-AEFE-4F92-B7D9-2205990009F5}"/>
      </w:docPartPr>
      <w:docPartBody>
        <w:p w:rsidR="00000000" w:rsidRDefault="00EF25F6">
          <w:pPr>
            <w:pStyle w:val="78A2C4ADA7A349B6BC98C229B3F5CB65"/>
          </w:pPr>
          <w:r w:rsidRPr="0016058C">
            <w:rPr>
              <w:rStyle w:val="PlaceholderText"/>
              <w:rFonts w:asciiTheme="majorHAnsi" w:hAnsiTheme="majorHAnsi" w:cstheme="majorHAnsi"/>
              <w:i/>
              <w:iCs/>
              <w:sz w:val="18"/>
              <w:szCs w:val="18"/>
            </w:rPr>
            <w:t>Type here</w:t>
          </w:r>
        </w:p>
      </w:docPartBody>
    </w:docPart>
    <w:docPart>
      <w:docPartPr>
        <w:name w:val="211ACFFF980342A18D718276F45FBFC9"/>
        <w:category>
          <w:name w:val="General"/>
          <w:gallery w:val="placeholder"/>
        </w:category>
        <w:types>
          <w:type w:val="bbPlcHdr"/>
        </w:types>
        <w:behaviors>
          <w:behavior w:val="content"/>
        </w:behaviors>
        <w:guid w:val="{270C8864-5C8B-4792-98D4-9511BFC7DE94}"/>
      </w:docPartPr>
      <w:docPartBody>
        <w:p w:rsidR="00000000" w:rsidRDefault="00EF25F6">
          <w:pPr>
            <w:pStyle w:val="211ACFFF980342A18D718276F45FBFC9"/>
          </w:pPr>
          <w:r w:rsidRPr="0016058C">
            <w:rPr>
              <w:rStyle w:val="PlaceholderText"/>
              <w:rFonts w:asciiTheme="majorHAnsi" w:hAnsiTheme="majorHAnsi" w:cstheme="majorHAnsi"/>
              <w:i/>
              <w:iCs/>
              <w:sz w:val="18"/>
              <w:szCs w:val="18"/>
            </w:rPr>
            <w:t>Type here</w:t>
          </w:r>
        </w:p>
      </w:docPartBody>
    </w:docPart>
    <w:docPart>
      <w:docPartPr>
        <w:name w:val="BFBFA488ECDA49EDAC8074888A219B9F"/>
        <w:category>
          <w:name w:val="General"/>
          <w:gallery w:val="placeholder"/>
        </w:category>
        <w:types>
          <w:type w:val="bbPlcHdr"/>
        </w:types>
        <w:behaviors>
          <w:behavior w:val="content"/>
        </w:behaviors>
        <w:guid w:val="{424B9481-C0F7-406E-A32A-9E7B60E00D6D}"/>
      </w:docPartPr>
      <w:docPartBody>
        <w:p w:rsidR="00000000" w:rsidRDefault="00EF25F6">
          <w:pPr>
            <w:pStyle w:val="BFBFA488ECDA49EDAC8074888A219B9F"/>
          </w:pPr>
          <w:r w:rsidRPr="0016058C">
            <w:rPr>
              <w:rStyle w:val="PlaceholderText"/>
              <w:rFonts w:asciiTheme="majorHAnsi" w:hAnsiTheme="majorHAnsi" w:cstheme="majorHAnsi"/>
              <w:i/>
              <w:iCs/>
              <w:sz w:val="18"/>
              <w:szCs w:val="18"/>
            </w:rPr>
            <w:t>Choose an item.</w:t>
          </w:r>
        </w:p>
      </w:docPartBody>
    </w:docPart>
    <w:docPart>
      <w:docPartPr>
        <w:name w:val="DA6D5C0CA792498B801892AE7DC45DF1"/>
        <w:category>
          <w:name w:val="General"/>
          <w:gallery w:val="placeholder"/>
        </w:category>
        <w:types>
          <w:type w:val="bbPlcHdr"/>
        </w:types>
        <w:behaviors>
          <w:behavior w:val="content"/>
        </w:behaviors>
        <w:guid w:val="{DD1866C0-F052-46DD-A741-12AAA7316C3C}"/>
      </w:docPartPr>
      <w:docPartBody>
        <w:p w:rsidR="00000000" w:rsidRDefault="00EF25F6">
          <w:pPr>
            <w:pStyle w:val="DA6D5C0CA792498B801892AE7DC45DF1"/>
          </w:pPr>
          <w:r w:rsidRPr="00C61DC8">
            <w:t>Type here</w:t>
          </w:r>
        </w:p>
      </w:docPartBody>
    </w:docPart>
    <w:docPart>
      <w:docPartPr>
        <w:name w:val="751A0F7E99904EF7A7135DAA652F0B63"/>
        <w:category>
          <w:name w:val="General"/>
          <w:gallery w:val="placeholder"/>
        </w:category>
        <w:types>
          <w:type w:val="bbPlcHdr"/>
        </w:types>
        <w:behaviors>
          <w:behavior w:val="content"/>
        </w:behaviors>
        <w:guid w:val="{E966CAC2-5E6F-4D39-BCC0-56419857D212}"/>
      </w:docPartPr>
      <w:docPartBody>
        <w:p w:rsidR="00000000" w:rsidRDefault="00EF25F6">
          <w:pPr>
            <w:pStyle w:val="751A0F7E99904EF7A7135DAA652F0B63"/>
          </w:pPr>
          <w:r w:rsidRPr="0016058C">
            <w:rPr>
              <w:rStyle w:val="PlaceholderText"/>
              <w:rFonts w:asciiTheme="majorHAnsi" w:hAnsiTheme="majorHAnsi" w:cstheme="majorHAnsi"/>
              <w:i/>
              <w:iCs/>
              <w:sz w:val="18"/>
              <w:szCs w:val="18"/>
            </w:rPr>
            <w:t>Type here</w:t>
          </w:r>
        </w:p>
      </w:docPartBody>
    </w:docPart>
    <w:docPart>
      <w:docPartPr>
        <w:name w:val="57EF113233DF421D9FF34DFB599A0DDA"/>
        <w:category>
          <w:name w:val="General"/>
          <w:gallery w:val="placeholder"/>
        </w:category>
        <w:types>
          <w:type w:val="bbPlcHdr"/>
        </w:types>
        <w:behaviors>
          <w:behavior w:val="content"/>
        </w:behaviors>
        <w:guid w:val="{16616496-B29D-4BE3-BD83-1D93EB171CFE}"/>
      </w:docPartPr>
      <w:docPartBody>
        <w:p w:rsidR="00000000" w:rsidRDefault="00EF25F6">
          <w:pPr>
            <w:pStyle w:val="57EF113233DF421D9FF34DFB599A0DDA"/>
          </w:pPr>
          <w:r w:rsidRPr="0016058C">
            <w:rPr>
              <w:rStyle w:val="PlaceholderText"/>
              <w:rFonts w:asciiTheme="majorHAnsi" w:hAnsiTheme="majorHAnsi" w:cstheme="majorHAnsi"/>
              <w:i/>
              <w:iCs/>
              <w:sz w:val="18"/>
              <w:szCs w:val="18"/>
            </w:rPr>
            <w:t>Type here</w:t>
          </w:r>
        </w:p>
      </w:docPartBody>
    </w:docPart>
    <w:docPart>
      <w:docPartPr>
        <w:name w:val="9050D8764023419C8B293E041D54E08C"/>
        <w:category>
          <w:name w:val="General"/>
          <w:gallery w:val="placeholder"/>
        </w:category>
        <w:types>
          <w:type w:val="bbPlcHdr"/>
        </w:types>
        <w:behaviors>
          <w:behavior w:val="content"/>
        </w:behaviors>
        <w:guid w:val="{B31415CC-B0A1-4AB7-801A-52600768D691}"/>
      </w:docPartPr>
      <w:docPartBody>
        <w:p w:rsidR="00000000" w:rsidRDefault="00EF25F6">
          <w:pPr>
            <w:pStyle w:val="9050D8764023419C8B293E041D54E08C"/>
          </w:pPr>
          <w:r w:rsidRPr="0016058C">
            <w:rPr>
              <w:rStyle w:val="PlaceholderText"/>
              <w:rFonts w:asciiTheme="majorHAnsi" w:hAnsiTheme="majorHAnsi" w:cstheme="majorHAnsi"/>
              <w:i/>
              <w:iCs/>
              <w:sz w:val="18"/>
              <w:szCs w:val="18"/>
            </w:rPr>
            <w:t>Type here</w:t>
          </w:r>
        </w:p>
      </w:docPartBody>
    </w:docPart>
    <w:docPart>
      <w:docPartPr>
        <w:name w:val="C9C4F38BE917486182CC01EB38DA4EE3"/>
        <w:category>
          <w:name w:val="General"/>
          <w:gallery w:val="placeholder"/>
        </w:category>
        <w:types>
          <w:type w:val="bbPlcHdr"/>
        </w:types>
        <w:behaviors>
          <w:behavior w:val="content"/>
        </w:behaviors>
        <w:guid w:val="{760CFBD5-AC3F-47DB-95E6-C7340688F99F}"/>
      </w:docPartPr>
      <w:docPartBody>
        <w:p w:rsidR="00000000" w:rsidRDefault="00EF25F6">
          <w:pPr>
            <w:pStyle w:val="C9C4F38BE917486182CC01EB38DA4EE3"/>
          </w:pPr>
          <w:r w:rsidRPr="0016058C">
            <w:rPr>
              <w:rStyle w:val="PlaceholderText"/>
              <w:rFonts w:asciiTheme="majorHAnsi" w:hAnsiTheme="majorHAnsi" w:cstheme="majorHAnsi"/>
              <w:i/>
              <w:iCs/>
              <w:sz w:val="18"/>
              <w:szCs w:val="18"/>
            </w:rPr>
            <w:t>Type here</w:t>
          </w:r>
        </w:p>
      </w:docPartBody>
    </w:docPart>
    <w:docPart>
      <w:docPartPr>
        <w:name w:val="3CF9B8624BDE4CB0B045F9AEAFE3C7B1"/>
        <w:category>
          <w:name w:val="General"/>
          <w:gallery w:val="placeholder"/>
        </w:category>
        <w:types>
          <w:type w:val="bbPlcHdr"/>
        </w:types>
        <w:behaviors>
          <w:behavior w:val="content"/>
        </w:behaviors>
        <w:guid w:val="{F7858A90-77E7-4922-9B07-C3870245D922}"/>
      </w:docPartPr>
      <w:docPartBody>
        <w:p w:rsidR="00000000" w:rsidRDefault="00EF25F6">
          <w:pPr>
            <w:pStyle w:val="3CF9B8624BDE4CB0B045F9AEAFE3C7B1"/>
          </w:pPr>
          <w:r w:rsidRPr="0016058C">
            <w:rPr>
              <w:rStyle w:val="PlaceholderText"/>
              <w:rFonts w:asciiTheme="majorHAnsi" w:hAnsiTheme="majorHAnsi" w:cstheme="majorHAnsi"/>
              <w:i/>
              <w:iCs/>
              <w:sz w:val="18"/>
              <w:szCs w:val="18"/>
            </w:rPr>
            <w:t>Choose an item.</w:t>
          </w:r>
        </w:p>
      </w:docPartBody>
    </w:docPart>
    <w:docPart>
      <w:docPartPr>
        <w:name w:val="019E602722C74DF0AB968577015BB7C0"/>
        <w:category>
          <w:name w:val="General"/>
          <w:gallery w:val="placeholder"/>
        </w:category>
        <w:types>
          <w:type w:val="bbPlcHdr"/>
        </w:types>
        <w:behaviors>
          <w:behavior w:val="content"/>
        </w:behaviors>
        <w:guid w:val="{E6AE4C98-B8E4-4CCE-8ABF-75549D284A68}"/>
      </w:docPartPr>
      <w:docPartBody>
        <w:p w:rsidR="00000000" w:rsidRDefault="00EF25F6">
          <w:pPr>
            <w:pStyle w:val="019E602722C74DF0AB968577015BB7C0"/>
          </w:pPr>
          <w:r w:rsidRPr="00C61DC8">
            <w:t>Type here</w:t>
          </w:r>
        </w:p>
      </w:docPartBody>
    </w:docPart>
    <w:docPart>
      <w:docPartPr>
        <w:name w:val="3E4CC28A230C4B678848BE672D8C703C"/>
        <w:category>
          <w:name w:val="General"/>
          <w:gallery w:val="placeholder"/>
        </w:category>
        <w:types>
          <w:type w:val="bbPlcHdr"/>
        </w:types>
        <w:behaviors>
          <w:behavior w:val="content"/>
        </w:behaviors>
        <w:guid w:val="{9D98B0C2-06BF-4989-90B4-A7DB31E90E18}"/>
      </w:docPartPr>
      <w:docPartBody>
        <w:p w:rsidR="00000000" w:rsidRDefault="00EF25F6">
          <w:pPr>
            <w:pStyle w:val="3E4CC28A230C4B678848BE672D8C703C"/>
          </w:pPr>
          <w:r w:rsidRPr="0016058C">
            <w:rPr>
              <w:rStyle w:val="PlaceholderText"/>
              <w:rFonts w:asciiTheme="majorHAnsi" w:hAnsiTheme="majorHAnsi" w:cstheme="majorHAnsi"/>
              <w:i/>
              <w:iCs/>
              <w:sz w:val="18"/>
              <w:szCs w:val="18"/>
            </w:rPr>
            <w:t>Type here</w:t>
          </w:r>
        </w:p>
      </w:docPartBody>
    </w:docPart>
    <w:docPart>
      <w:docPartPr>
        <w:name w:val="10BDECFFE0F14841A2872496F29E2F34"/>
        <w:category>
          <w:name w:val="General"/>
          <w:gallery w:val="placeholder"/>
        </w:category>
        <w:types>
          <w:type w:val="bbPlcHdr"/>
        </w:types>
        <w:behaviors>
          <w:behavior w:val="content"/>
        </w:behaviors>
        <w:guid w:val="{37F86B00-7834-4AAB-972B-897F6DF5B1DD}"/>
      </w:docPartPr>
      <w:docPartBody>
        <w:p w:rsidR="00000000" w:rsidRDefault="00EF25F6">
          <w:pPr>
            <w:pStyle w:val="10BDECFFE0F14841A2872496F29E2F34"/>
          </w:pPr>
          <w:r w:rsidRPr="0016058C">
            <w:rPr>
              <w:rStyle w:val="PlaceholderText"/>
              <w:rFonts w:asciiTheme="majorHAnsi" w:hAnsiTheme="majorHAnsi" w:cstheme="majorHAnsi"/>
              <w:i/>
              <w:iCs/>
              <w:sz w:val="18"/>
              <w:szCs w:val="18"/>
            </w:rPr>
            <w:t>Type here</w:t>
          </w:r>
        </w:p>
      </w:docPartBody>
    </w:docPart>
    <w:docPart>
      <w:docPartPr>
        <w:name w:val="8099E635FC9E449387A2D02FCF220B76"/>
        <w:category>
          <w:name w:val="General"/>
          <w:gallery w:val="placeholder"/>
        </w:category>
        <w:types>
          <w:type w:val="bbPlcHdr"/>
        </w:types>
        <w:behaviors>
          <w:behavior w:val="content"/>
        </w:behaviors>
        <w:guid w:val="{1A062C6E-3063-42F4-8BCE-7769B04DD912}"/>
      </w:docPartPr>
      <w:docPartBody>
        <w:p w:rsidR="00000000" w:rsidRDefault="00EF25F6">
          <w:pPr>
            <w:pStyle w:val="8099E635FC9E449387A2D02FCF220B76"/>
          </w:pPr>
          <w:r w:rsidRPr="0016058C">
            <w:rPr>
              <w:rStyle w:val="PlaceholderText"/>
              <w:rFonts w:asciiTheme="majorHAnsi" w:hAnsiTheme="majorHAnsi" w:cstheme="majorHAnsi"/>
              <w:i/>
              <w:iCs/>
              <w:sz w:val="18"/>
              <w:szCs w:val="18"/>
            </w:rPr>
            <w:t>Type here</w:t>
          </w:r>
        </w:p>
      </w:docPartBody>
    </w:docPart>
    <w:docPart>
      <w:docPartPr>
        <w:name w:val="DA7DA49E54CE4DB9BDCCB24282F0C433"/>
        <w:category>
          <w:name w:val="General"/>
          <w:gallery w:val="placeholder"/>
        </w:category>
        <w:types>
          <w:type w:val="bbPlcHdr"/>
        </w:types>
        <w:behaviors>
          <w:behavior w:val="content"/>
        </w:behaviors>
        <w:guid w:val="{90FFB977-B5FD-4BF0-AABD-5986BE42B736}"/>
      </w:docPartPr>
      <w:docPartBody>
        <w:p w:rsidR="00000000" w:rsidRDefault="00EF25F6">
          <w:pPr>
            <w:pStyle w:val="DA7DA49E54CE4DB9BDCCB24282F0C433"/>
          </w:pPr>
          <w:r w:rsidRPr="0016058C">
            <w:rPr>
              <w:rStyle w:val="PlaceholderText"/>
              <w:rFonts w:asciiTheme="majorHAnsi" w:hAnsiTheme="majorHAnsi" w:cstheme="majorHAnsi"/>
              <w:i/>
              <w:iCs/>
              <w:sz w:val="18"/>
              <w:szCs w:val="18"/>
            </w:rPr>
            <w:t>Type here</w:t>
          </w:r>
        </w:p>
      </w:docPartBody>
    </w:docPart>
    <w:docPart>
      <w:docPartPr>
        <w:name w:val="FEE43046E3BF448BB0E185E6974BB1FD"/>
        <w:category>
          <w:name w:val="General"/>
          <w:gallery w:val="placeholder"/>
        </w:category>
        <w:types>
          <w:type w:val="bbPlcHdr"/>
        </w:types>
        <w:behaviors>
          <w:behavior w:val="content"/>
        </w:behaviors>
        <w:guid w:val="{7893F07D-11C4-453C-BC61-E241375BD23A}"/>
      </w:docPartPr>
      <w:docPartBody>
        <w:p w:rsidR="00000000" w:rsidRDefault="00EF25F6">
          <w:pPr>
            <w:pStyle w:val="FEE43046E3BF448BB0E185E6974BB1FD"/>
          </w:pPr>
          <w:r w:rsidRPr="0016058C">
            <w:rPr>
              <w:rStyle w:val="PlaceholderText"/>
              <w:rFonts w:asciiTheme="majorHAnsi" w:hAnsiTheme="majorHAnsi" w:cstheme="majorHAnsi"/>
              <w:i/>
              <w:iCs/>
              <w:sz w:val="18"/>
              <w:szCs w:val="18"/>
            </w:rPr>
            <w:t>Choose an item.</w:t>
          </w:r>
        </w:p>
      </w:docPartBody>
    </w:docPart>
    <w:docPart>
      <w:docPartPr>
        <w:name w:val="9063F128BB774112B552A2F35C968371"/>
        <w:category>
          <w:name w:val="General"/>
          <w:gallery w:val="placeholder"/>
        </w:category>
        <w:types>
          <w:type w:val="bbPlcHdr"/>
        </w:types>
        <w:behaviors>
          <w:behavior w:val="content"/>
        </w:behaviors>
        <w:guid w:val="{CE23EA5E-949B-4B99-9704-268280B2DE6E}"/>
      </w:docPartPr>
      <w:docPartBody>
        <w:p w:rsidR="00000000" w:rsidRDefault="00EF25F6">
          <w:pPr>
            <w:pStyle w:val="9063F128BB774112B552A2F35C968371"/>
          </w:pPr>
          <w:r w:rsidRPr="00C61DC8">
            <w:t>Type here</w:t>
          </w:r>
        </w:p>
      </w:docPartBody>
    </w:docPart>
    <w:docPart>
      <w:docPartPr>
        <w:name w:val="DEF2AE149D404CF88208E22C3391997F"/>
        <w:category>
          <w:name w:val="General"/>
          <w:gallery w:val="placeholder"/>
        </w:category>
        <w:types>
          <w:type w:val="bbPlcHdr"/>
        </w:types>
        <w:behaviors>
          <w:behavior w:val="content"/>
        </w:behaviors>
        <w:guid w:val="{95D9650E-95FB-4A39-B9BC-F03EED3CC156}"/>
      </w:docPartPr>
      <w:docPartBody>
        <w:p w:rsidR="00000000" w:rsidRDefault="00EF25F6">
          <w:pPr>
            <w:pStyle w:val="DEF2AE149D404CF88208E22C3391997F"/>
          </w:pPr>
          <w:r w:rsidRPr="0016058C">
            <w:rPr>
              <w:rStyle w:val="PlaceholderText"/>
              <w:rFonts w:asciiTheme="majorHAnsi" w:hAnsiTheme="majorHAnsi" w:cstheme="majorHAnsi"/>
              <w:i/>
              <w:iCs/>
              <w:sz w:val="18"/>
              <w:szCs w:val="18"/>
            </w:rPr>
            <w:t>Type here</w:t>
          </w:r>
        </w:p>
      </w:docPartBody>
    </w:docPart>
    <w:docPart>
      <w:docPartPr>
        <w:name w:val="97A0D0177D2C4D67A1DE8155EFD9580B"/>
        <w:category>
          <w:name w:val="General"/>
          <w:gallery w:val="placeholder"/>
        </w:category>
        <w:types>
          <w:type w:val="bbPlcHdr"/>
        </w:types>
        <w:behaviors>
          <w:behavior w:val="content"/>
        </w:behaviors>
        <w:guid w:val="{D2E56B58-5127-40CC-AAF9-98E0E8E22B8B}"/>
      </w:docPartPr>
      <w:docPartBody>
        <w:p w:rsidR="00000000" w:rsidRDefault="00EF25F6">
          <w:pPr>
            <w:pStyle w:val="97A0D0177D2C4D67A1DE8155EFD9580B"/>
          </w:pPr>
          <w:r w:rsidRPr="0016058C">
            <w:rPr>
              <w:rStyle w:val="PlaceholderText"/>
              <w:rFonts w:asciiTheme="majorHAnsi" w:hAnsiTheme="majorHAnsi" w:cstheme="majorHAnsi"/>
              <w:i/>
              <w:iCs/>
              <w:sz w:val="18"/>
              <w:szCs w:val="18"/>
            </w:rPr>
            <w:t>Type here</w:t>
          </w:r>
        </w:p>
      </w:docPartBody>
    </w:docPart>
    <w:docPart>
      <w:docPartPr>
        <w:name w:val="47A907BCB67E465CAC51020D1F746E9E"/>
        <w:category>
          <w:name w:val="General"/>
          <w:gallery w:val="placeholder"/>
        </w:category>
        <w:types>
          <w:type w:val="bbPlcHdr"/>
        </w:types>
        <w:behaviors>
          <w:behavior w:val="content"/>
        </w:behaviors>
        <w:guid w:val="{F94D8EF6-0E6A-46B0-8FB0-E4B601EA52E9}"/>
      </w:docPartPr>
      <w:docPartBody>
        <w:p w:rsidR="00000000" w:rsidRDefault="00EF25F6">
          <w:pPr>
            <w:pStyle w:val="47A907BCB67E465CAC51020D1F746E9E"/>
          </w:pPr>
          <w:r w:rsidRPr="0016058C">
            <w:rPr>
              <w:rStyle w:val="PlaceholderText"/>
              <w:rFonts w:asciiTheme="majorHAnsi" w:hAnsiTheme="majorHAnsi" w:cstheme="majorHAnsi"/>
              <w:i/>
              <w:iCs/>
              <w:sz w:val="18"/>
              <w:szCs w:val="18"/>
            </w:rPr>
            <w:t>Type here</w:t>
          </w:r>
        </w:p>
      </w:docPartBody>
    </w:docPart>
    <w:docPart>
      <w:docPartPr>
        <w:name w:val="1D3912ACBA984A6EAA021D1712792255"/>
        <w:category>
          <w:name w:val="General"/>
          <w:gallery w:val="placeholder"/>
        </w:category>
        <w:types>
          <w:type w:val="bbPlcHdr"/>
        </w:types>
        <w:behaviors>
          <w:behavior w:val="content"/>
        </w:behaviors>
        <w:guid w:val="{8873B3B0-661B-4013-93DA-B976E5CB85FF}"/>
      </w:docPartPr>
      <w:docPartBody>
        <w:p w:rsidR="00000000" w:rsidRDefault="00EF25F6">
          <w:pPr>
            <w:pStyle w:val="1D3912ACBA984A6EAA021D1712792255"/>
          </w:pPr>
          <w:r w:rsidRPr="0016058C">
            <w:rPr>
              <w:rStyle w:val="PlaceholderText"/>
              <w:rFonts w:asciiTheme="majorHAnsi" w:hAnsiTheme="majorHAnsi" w:cstheme="majorHAnsi"/>
              <w:i/>
              <w:iCs/>
              <w:sz w:val="18"/>
              <w:szCs w:val="18"/>
            </w:rPr>
            <w:t>Type here</w:t>
          </w:r>
        </w:p>
      </w:docPartBody>
    </w:docPart>
    <w:docPart>
      <w:docPartPr>
        <w:name w:val="20742F9B18704E2A9E39B31E807781E9"/>
        <w:category>
          <w:name w:val="General"/>
          <w:gallery w:val="placeholder"/>
        </w:category>
        <w:types>
          <w:type w:val="bbPlcHdr"/>
        </w:types>
        <w:behaviors>
          <w:behavior w:val="content"/>
        </w:behaviors>
        <w:guid w:val="{6B7DB453-1877-465A-A199-79CE16C73638}"/>
      </w:docPartPr>
      <w:docPartBody>
        <w:p w:rsidR="00000000" w:rsidRDefault="00EF25F6">
          <w:pPr>
            <w:pStyle w:val="20742F9B18704E2A9E39B31E807781E9"/>
          </w:pPr>
          <w:r w:rsidRPr="0016058C">
            <w:rPr>
              <w:rStyle w:val="PlaceholderText"/>
              <w:rFonts w:asciiTheme="majorHAnsi" w:hAnsiTheme="majorHAnsi" w:cstheme="majorHAnsi"/>
              <w:i/>
              <w:iCs/>
              <w:sz w:val="18"/>
              <w:szCs w:val="18"/>
            </w:rPr>
            <w:t>Choose an item.</w:t>
          </w:r>
        </w:p>
      </w:docPartBody>
    </w:docPart>
    <w:docPart>
      <w:docPartPr>
        <w:name w:val="3BAF6F116FED4FDD9AA46C5F643C36F2"/>
        <w:category>
          <w:name w:val="General"/>
          <w:gallery w:val="placeholder"/>
        </w:category>
        <w:types>
          <w:type w:val="bbPlcHdr"/>
        </w:types>
        <w:behaviors>
          <w:behavior w:val="content"/>
        </w:behaviors>
        <w:guid w:val="{A5CA5A40-4F48-4C81-91BA-5487290B21B4}"/>
      </w:docPartPr>
      <w:docPartBody>
        <w:p w:rsidR="00000000" w:rsidRDefault="00EF25F6">
          <w:pPr>
            <w:pStyle w:val="3BAF6F116FED4FDD9AA46C5F643C36F2"/>
          </w:pPr>
          <w:r w:rsidRPr="00C61DC8">
            <w:t>Type here</w:t>
          </w:r>
        </w:p>
      </w:docPartBody>
    </w:docPart>
    <w:docPart>
      <w:docPartPr>
        <w:name w:val="FD88C2CF62A141F392E0342456DB8546"/>
        <w:category>
          <w:name w:val="General"/>
          <w:gallery w:val="placeholder"/>
        </w:category>
        <w:types>
          <w:type w:val="bbPlcHdr"/>
        </w:types>
        <w:behaviors>
          <w:behavior w:val="content"/>
        </w:behaviors>
        <w:guid w:val="{9D47B2FF-5E71-45A7-BC7E-059594105FD0}"/>
      </w:docPartPr>
      <w:docPartBody>
        <w:p w:rsidR="00000000" w:rsidRDefault="00EF25F6">
          <w:pPr>
            <w:pStyle w:val="FD88C2CF62A141F392E0342456DB8546"/>
          </w:pPr>
          <w:r w:rsidRPr="0016058C">
            <w:rPr>
              <w:rStyle w:val="PlaceholderText"/>
              <w:rFonts w:asciiTheme="majorHAnsi" w:hAnsiTheme="majorHAnsi" w:cstheme="majorHAnsi"/>
              <w:i/>
              <w:iCs/>
              <w:sz w:val="18"/>
              <w:szCs w:val="18"/>
            </w:rPr>
            <w:t>Type here</w:t>
          </w:r>
        </w:p>
      </w:docPartBody>
    </w:docPart>
    <w:docPart>
      <w:docPartPr>
        <w:name w:val="1D0A30E6E4884976969C3B576E9A3698"/>
        <w:category>
          <w:name w:val="General"/>
          <w:gallery w:val="placeholder"/>
        </w:category>
        <w:types>
          <w:type w:val="bbPlcHdr"/>
        </w:types>
        <w:behaviors>
          <w:behavior w:val="content"/>
        </w:behaviors>
        <w:guid w:val="{75439EEA-90AF-45FE-8528-ADB82AB82279}"/>
      </w:docPartPr>
      <w:docPartBody>
        <w:p w:rsidR="00000000" w:rsidRDefault="00EF25F6">
          <w:pPr>
            <w:pStyle w:val="1D0A30E6E4884976969C3B576E9A3698"/>
          </w:pPr>
          <w:r w:rsidRPr="0016058C">
            <w:rPr>
              <w:rStyle w:val="PlaceholderText"/>
              <w:rFonts w:asciiTheme="majorHAnsi" w:hAnsiTheme="majorHAnsi" w:cstheme="majorHAnsi"/>
              <w:i/>
              <w:iCs/>
              <w:sz w:val="18"/>
              <w:szCs w:val="18"/>
            </w:rPr>
            <w:t>Type here</w:t>
          </w:r>
        </w:p>
      </w:docPartBody>
    </w:docPart>
    <w:docPart>
      <w:docPartPr>
        <w:name w:val="52B458C3911A4AA29E59F9008CF4292E"/>
        <w:category>
          <w:name w:val="General"/>
          <w:gallery w:val="placeholder"/>
        </w:category>
        <w:types>
          <w:type w:val="bbPlcHdr"/>
        </w:types>
        <w:behaviors>
          <w:behavior w:val="content"/>
        </w:behaviors>
        <w:guid w:val="{372DA760-7A38-4982-BC38-598EB092B376}"/>
      </w:docPartPr>
      <w:docPartBody>
        <w:p w:rsidR="00000000" w:rsidRDefault="00EF25F6">
          <w:pPr>
            <w:pStyle w:val="52B458C3911A4AA29E59F9008CF4292E"/>
          </w:pPr>
          <w:r w:rsidRPr="0016058C">
            <w:rPr>
              <w:rStyle w:val="PlaceholderText"/>
              <w:rFonts w:asciiTheme="majorHAnsi" w:hAnsiTheme="majorHAnsi" w:cstheme="majorHAnsi"/>
              <w:i/>
              <w:iCs/>
              <w:sz w:val="18"/>
              <w:szCs w:val="18"/>
            </w:rPr>
            <w:t>Type here</w:t>
          </w:r>
        </w:p>
      </w:docPartBody>
    </w:docPart>
    <w:docPart>
      <w:docPartPr>
        <w:name w:val="90A2613A8BEA441891E18B9DC3EB3F3F"/>
        <w:category>
          <w:name w:val="General"/>
          <w:gallery w:val="placeholder"/>
        </w:category>
        <w:types>
          <w:type w:val="bbPlcHdr"/>
        </w:types>
        <w:behaviors>
          <w:behavior w:val="content"/>
        </w:behaviors>
        <w:guid w:val="{B425955C-8A04-49F0-9E0A-1ED1CCBE787A}"/>
      </w:docPartPr>
      <w:docPartBody>
        <w:p w:rsidR="00000000" w:rsidRDefault="00EF25F6">
          <w:pPr>
            <w:pStyle w:val="90A2613A8BEA441891E18B9DC3EB3F3F"/>
          </w:pPr>
          <w:r w:rsidRPr="0016058C">
            <w:rPr>
              <w:rStyle w:val="PlaceholderText"/>
              <w:rFonts w:asciiTheme="majorHAnsi" w:hAnsiTheme="majorHAnsi" w:cstheme="majorHAnsi"/>
              <w:i/>
              <w:iCs/>
              <w:sz w:val="18"/>
              <w:szCs w:val="18"/>
            </w:rPr>
            <w:t>Type here</w:t>
          </w:r>
        </w:p>
      </w:docPartBody>
    </w:docPart>
    <w:docPart>
      <w:docPartPr>
        <w:name w:val="31CC5A5E0C9049328612054D5501FC73"/>
        <w:category>
          <w:name w:val="General"/>
          <w:gallery w:val="placeholder"/>
        </w:category>
        <w:types>
          <w:type w:val="bbPlcHdr"/>
        </w:types>
        <w:behaviors>
          <w:behavior w:val="content"/>
        </w:behaviors>
        <w:guid w:val="{576183BE-C83C-4043-AE91-C5866E8110CF}"/>
      </w:docPartPr>
      <w:docPartBody>
        <w:p w:rsidR="00000000" w:rsidRDefault="00EF25F6">
          <w:pPr>
            <w:pStyle w:val="31CC5A5E0C9049328612054D5501FC73"/>
          </w:pPr>
          <w:r w:rsidRPr="0016058C">
            <w:rPr>
              <w:rStyle w:val="PlaceholderText"/>
              <w:rFonts w:asciiTheme="majorHAnsi" w:hAnsiTheme="majorHAnsi" w:cstheme="majorHAnsi"/>
              <w:i/>
              <w:iCs/>
              <w:sz w:val="18"/>
              <w:szCs w:val="18"/>
            </w:rPr>
            <w:t>Choose an item.</w:t>
          </w:r>
        </w:p>
      </w:docPartBody>
    </w:docPart>
    <w:docPart>
      <w:docPartPr>
        <w:name w:val="849FD4D0AB764C8D97B2AEDF87A5E4CD"/>
        <w:category>
          <w:name w:val="General"/>
          <w:gallery w:val="placeholder"/>
        </w:category>
        <w:types>
          <w:type w:val="bbPlcHdr"/>
        </w:types>
        <w:behaviors>
          <w:behavior w:val="content"/>
        </w:behaviors>
        <w:guid w:val="{13444CA0-2C2B-4ADD-8F6D-7D686144186E}"/>
      </w:docPartPr>
      <w:docPartBody>
        <w:p w:rsidR="00000000" w:rsidRDefault="00EF25F6">
          <w:pPr>
            <w:pStyle w:val="849FD4D0AB764C8D97B2AEDF87A5E4CD"/>
          </w:pPr>
          <w:r w:rsidRPr="00C61DC8">
            <w:t>Type here</w:t>
          </w:r>
        </w:p>
      </w:docPartBody>
    </w:docPart>
    <w:docPart>
      <w:docPartPr>
        <w:name w:val="1A9B2C4AE98A47D8A8BB94C60BE871B2"/>
        <w:category>
          <w:name w:val="General"/>
          <w:gallery w:val="placeholder"/>
        </w:category>
        <w:types>
          <w:type w:val="bbPlcHdr"/>
        </w:types>
        <w:behaviors>
          <w:behavior w:val="content"/>
        </w:behaviors>
        <w:guid w:val="{3ACD315E-02D9-4ECC-9B03-788E51743FEB}"/>
      </w:docPartPr>
      <w:docPartBody>
        <w:p w:rsidR="00000000" w:rsidRDefault="00EF25F6">
          <w:pPr>
            <w:pStyle w:val="1A9B2C4AE98A47D8A8BB94C60BE871B2"/>
          </w:pPr>
          <w:r w:rsidRPr="0016058C">
            <w:rPr>
              <w:rStyle w:val="PlaceholderText"/>
              <w:rFonts w:asciiTheme="majorHAnsi" w:hAnsiTheme="majorHAnsi" w:cstheme="majorHAnsi"/>
              <w:i/>
              <w:iCs/>
              <w:sz w:val="18"/>
              <w:szCs w:val="18"/>
            </w:rPr>
            <w:t>Type here</w:t>
          </w:r>
        </w:p>
      </w:docPartBody>
    </w:docPart>
    <w:docPart>
      <w:docPartPr>
        <w:name w:val="6CC39BBC290D47F1A5CD512A0F31FBE4"/>
        <w:category>
          <w:name w:val="General"/>
          <w:gallery w:val="placeholder"/>
        </w:category>
        <w:types>
          <w:type w:val="bbPlcHdr"/>
        </w:types>
        <w:behaviors>
          <w:behavior w:val="content"/>
        </w:behaviors>
        <w:guid w:val="{C48A2840-6107-46F6-8BC8-64B9B7695249}"/>
      </w:docPartPr>
      <w:docPartBody>
        <w:p w:rsidR="00000000" w:rsidRDefault="00EF25F6">
          <w:pPr>
            <w:pStyle w:val="6CC39BBC290D47F1A5CD512A0F31FBE4"/>
          </w:pPr>
          <w:r w:rsidRPr="0016058C">
            <w:rPr>
              <w:rStyle w:val="PlaceholderText"/>
              <w:rFonts w:asciiTheme="majorHAnsi" w:hAnsiTheme="majorHAnsi" w:cstheme="majorHAnsi"/>
              <w:i/>
              <w:iCs/>
              <w:sz w:val="18"/>
              <w:szCs w:val="18"/>
            </w:rPr>
            <w:t>Type here</w:t>
          </w:r>
        </w:p>
      </w:docPartBody>
    </w:docPart>
    <w:docPart>
      <w:docPartPr>
        <w:name w:val="9270B3F1A15E4F708C1B701F05DEDA98"/>
        <w:category>
          <w:name w:val="General"/>
          <w:gallery w:val="placeholder"/>
        </w:category>
        <w:types>
          <w:type w:val="bbPlcHdr"/>
        </w:types>
        <w:behaviors>
          <w:behavior w:val="content"/>
        </w:behaviors>
        <w:guid w:val="{B69DA711-81FA-4ED0-83A3-49778CC6FB16}"/>
      </w:docPartPr>
      <w:docPartBody>
        <w:p w:rsidR="00000000" w:rsidRDefault="00EF25F6">
          <w:pPr>
            <w:pStyle w:val="9270B3F1A15E4F708C1B701F05DEDA98"/>
          </w:pPr>
          <w:r w:rsidRPr="0016058C">
            <w:rPr>
              <w:rStyle w:val="PlaceholderText"/>
              <w:rFonts w:asciiTheme="majorHAnsi" w:hAnsiTheme="majorHAnsi" w:cstheme="majorHAnsi"/>
              <w:i/>
              <w:iCs/>
              <w:sz w:val="18"/>
              <w:szCs w:val="18"/>
            </w:rPr>
            <w:t>Type here</w:t>
          </w:r>
        </w:p>
      </w:docPartBody>
    </w:docPart>
    <w:docPart>
      <w:docPartPr>
        <w:name w:val="C70BBB0942DA4B60A38589091C664235"/>
        <w:category>
          <w:name w:val="General"/>
          <w:gallery w:val="placeholder"/>
        </w:category>
        <w:types>
          <w:type w:val="bbPlcHdr"/>
        </w:types>
        <w:behaviors>
          <w:behavior w:val="content"/>
        </w:behaviors>
        <w:guid w:val="{D1FCAC3D-80F5-4D16-8A5B-8DE5227B45A1}"/>
      </w:docPartPr>
      <w:docPartBody>
        <w:p w:rsidR="00000000" w:rsidRDefault="00EF25F6">
          <w:pPr>
            <w:pStyle w:val="C70BBB0942DA4B60A38589091C664235"/>
          </w:pPr>
          <w:r w:rsidRPr="0016058C">
            <w:rPr>
              <w:rStyle w:val="PlaceholderText"/>
              <w:rFonts w:asciiTheme="majorHAnsi" w:hAnsiTheme="majorHAnsi" w:cstheme="majorHAnsi"/>
              <w:i/>
              <w:iCs/>
              <w:sz w:val="18"/>
              <w:szCs w:val="18"/>
            </w:rPr>
            <w:t>Type here</w:t>
          </w:r>
        </w:p>
      </w:docPartBody>
    </w:docPart>
    <w:docPart>
      <w:docPartPr>
        <w:name w:val="55CCFB47F39740A4A0E81CC66B036309"/>
        <w:category>
          <w:name w:val="General"/>
          <w:gallery w:val="placeholder"/>
        </w:category>
        <w:types>
          <w:type w:val="bbPlcHdr"/>
        </w:types>
        <w:behaviors>
          <w:behavior w:val="content"/>
        </w:behaviors>
        <w:guid w:val="{2196E733-7F4A-4CC2-9BF5-5163A9DA5B09}"/>
      </w:docPartPr>
      <w:docPartBody>
        <w:p w:rsidR="00000000" w:rsidRDefault="00EF25F6">
          <w:pPr>
            <w:pStyle w:val="55CCFB47F39740A4A0E81CC66B036309"/>
          </w:pPr>
          <w:r w:rsidRPr="0016058C">
            <w:rPr>
              <w:rStyle w:val="PlaceholderText"/>
              <w:rFonts w:asciiTheme="majorHAnsi" w:hAnsiTheme="majorHAnsi" w:cstheme="majorHAnsi"/>
              <w:i/>
              <w:iCs/>
              <w:sz w:val="18"/>
              <w:szCs w:val="18"/>
            </w:rPr>
            <w:t>Choose an item.</w:t>
          </w:r>
        </w:p>
      </w:docPartBody>
    </w:docPart>
    <w:docPart>
      <w:docPartPr>
        <w:name w:val="CC646623152C4DABBD9541B64A98EE53"/>
        <w:category>
          <w:name w:val="General"/>
          <w:gallery w:val="placeholder"/>
        </w:category>
        <w:types>
          <w:type w:val="bbPlcHdr"/>
        </w:types>
        <w:behaviors>
          <w:behavior w:val="content"/>
        </w:behaviors>
        <w:guid w:val="{4867AE7A-CE94-44A2-9014-9830DFED74D8}"/>
      </w:docPartPr>
      <w:docPartBody>
        <w:p w:rsidR="00000000" w:rsidRDefault="00EF25F6">
          <w:pPr>
            <w:pStyle w:val="CC646623152C4DABBD9541B64A98EE53"/>
          </w:pPr>
          <w:r w:rsidRPr="00C61DC8">
            <w:t>Type here</w:t>
          </w:r>
        </w:p>
      </w:docPartBody>
    </w:docPart>
    <w:docPart>
      <w:docPartPr>
        <w:name w:val="1E79A524D7334404A623DF672F42B079"/>
        <w:category>
          <w:name w:val="General"/>
          <w:gallery w:val="placeholder"/>
        </w:category>
        <w:types>
          <w:type w:val="bbPlcHdr"/>
        </w:types>
        <w:behaviors>
          <w:behavior w:val="content"/>
        </w:behaviors>
        <w:guid w:val="{64A4E2D3-BDD3-4E9C-8B27-6429A94EE588}"/>
      </w:docPartPr>
      <w:docPartBody>
        <w:p w:rsidR="00000000" w:rsidRDefault="00EF25F6">
          <w:pPr>
            <w:pStyle w:val="1E79A524D7334404A623DF672F42B079"/>
          </w:pPr>
          <w:r w:rsidRPr="0016058C">
            <w:rPr>
              <w:rStyle w:val="PlaceholderText"/>
              <w:rFonts w:asciiTheme="majorHAnsi" w:hAnsiTheme="majorHAnsi" w:cstheme="majorHAnsi"/>
              <w:i/>
              <w:iCs/>
              <w:sz w:val="18"/>
              <w:szCs w:val="18"/>
            </w:rPr>
            <w:t>Type here</w:t>
          </w:r>
        </w:p>
      </w:docPartBody>
    </w:docPart>
    <w:docPart>
      <w:docPartPr>
        <w:name w:val="FD1415F1C6CB465F80727E48CFD6DBA6"/>
        <w:category>
          <w:name w:val="General"/>
          <w:gallery w:val="placeholder"/>
        </w:category>
        <w:types>
          <w:type w:val="bbPlcHdr"/>
        </w:types>
        <w:behaviors>
          <w:behavior w:val="content"/>
        </w:behaviors>
        <w:guid w:val="{89E0C5BD-EB65-480E-A25A-C15A555257AA}"/>
      </w:docPartPr>
      <w:docPartBody>
        <w:p w:rsidR="00000000" w:rsidRDefault="00EF25F6">
          <w:pPr>
            <w:pStyle w:val="FD1415F1C6CB465F80727E48CFD6DBA6"/>
          </w:pPr>
          <w:r w:rsidRPr="0016058C">
            <w:rPr>
              <w:rStyle w:val="PlaceholderText"/>
              <w:rFonts w:asciiTheme="majorHAnsi" w:hAnsiTheme="majorHAnsi" w:cstheme="majorHAnsi"/>
              <w:i/>
              <w:iCs/>
              <w:sz w:val="18"/>
              <w:szCs w:val="18"/>
            </w:rPr>
            <w:t>Type here</w:t>
          </w:r>
        </w:p>
      </w:docPartBody>
    </w:docPart>
    <w:docPart>
      <w:docPartPr>
        <w:name w:val="483934A9F1944A128A8A66EB0EDADB89"/>
        <w:category>
          <w:name w:val="General"/>
          <w:gallery w:val="placeholder"/>
        </w:category>
        <w:types>
          <w:type w:val="bbPlcHdr"/>
        </w:types>
        <w:behaviors>
          <w:behavior w:val="content"/>
        </w:behaviors>
        <w:guid w:val="{211F9985-86D7-4E92-AEA3-86C6FF33BB1C}"/>
      </w:docPartPr>
      <w:docPartBody>
        <w:p w:rsidR="00000000" w:rsidRDefault="00EF25F6">
          <w:pPr>
            <w:pStyle w:val="483934A9F1944A128A8A66EB0EDADB89"/>
          </w:pPr>
          <w:r w:rsidRPr="0016058C">
            <w:rPr>
              <w:rStyle w:val="PlaceholderText"/>
              <w:rFonts w:asciiTheme="majorHAnsi" w:hAnsiTheme="majorHAnsi" w:cstheme="majorHAnsi"/>
              <w:i/>
              <w:iCs/>
              <w:sz w:val="18"/>
              <w:szCs w:val="18"/>
            </w:rPr>
            <w:t>Type here</w:t>
          </w:r>
        </w:p>
      </w:docPartBody>
    </w:docPart>
    <w:docPart>
      <w:docPartPr>
        <w:name w:val="ABB00D6D3D9840B4B87783F2557EE97F"/>
        <w:category>
          <w:name w:val="General"/>
          <w:gallery w:val="placeholder"/>
        </w:category>
        <w:types>
          <w:type w:val="bbPlcHdr"/>
        </w:types>
        <w:behaviors>
          <w:behavior w:val="content"/>
        </w:behaviors>
        <w:guid w:val="{149059F1-15F6-45D7-80CD-0C2E6E060363}"/>
      </w:docPartPr>
      <w:docPartBody>
        <w:p w:rsidR="00000000" w:rsidRDefault="00EF25F6">
          <w:pPr>
            <w:pStyle w:val="ABB00D6D3D9840B4B87783F2557EE97F"/>
          </w:pPr>
          <w:r w:rsidRPr="0016058C">
            <w:rPr>
              <w:rStyle w:val="PlaceholderText"/>
              <w:rFonts w:asciiTheme="majorHAnsi" w:hAnsiTheme="majorHAnsi" w:cstheme="majorHAnsi"/>
              <w:i/>
              <w:iCs/>
              <w:sz w:val="18"/>
              <w:szCs w:val="18"/>
            </w:rPr>
            <w:t>Type here</w:t>
          </w:r>
        </w:p>
      </w:docPartBody>
    </w:docPart>
    <w:docPart>
      <w:docPartPr>
        <w:name w:val="849289B918394B30B09ACA29E42EF39E"/>
        <w:category>
          <w:name w:val="General"/>
          <w:gallery w:val="placeholder"/>
        </w:category>
        <w:types>
          <w:type w:val="bbPlcHdr"/>
        </w:types>
        <w:behaviors>
          <w:behavior w:val="content"/>
        </w:behaviors>
        <w:guid w:val="{71F3F2FA-2B8D-4FC2-95E1-E3B6E1D64C99}"/>
      </w:docPartPr>
      <w:docPartBody>
        <w:p w:rsidR="00000000" w:rsidRDefault="00EF25F6">
          <w:pPr>
            <w:pStyle w:val="849289B918394B30B09ACA29E42EF39E"/>
          </w:pPr>
          <w:r w:rsidRPr="0016058C">
            <w:rPr>
              <w:rStyle w:val="PlaceholderText"/>
              <w:rFonts w:asciiTheme="majorHAnsi" w:hAnsiTheme="majorHAnsi" w:cstheme="majorHAnsi"/>
              <w:i/>
              <w:iCs/>
              <w:sz w:val="18"/>
              <w:szCs w:val="18"/>
            </w:rPr>
            <w:t>Choose an item.</w:t>
          </w:r>
        </w:p>
      </w:docPartBody>
    </w:docPart>
    <w:docPart>
      <w:docPartPr>
        <w:name w:val="FA2A5BBA02DE49BD94DB31983D070BF9"/>
        <w:category>
          <w:name w:val="General"/>
          <w:gallery w:val="placeholder"/>
        </w:category>
        <w:types>
          <w:type w:val="bbPlcHdr"/>
        </w:types>
        <w:behaviors>
          <w:behavior w:val="content"/>
        </w:behaviors>
        <w:guid w:val="{14DC1FC0-C9F1-44DD-9513-4C2585362DBB}"/>
      </w:docPartPr>
      <w:docPartBody>
        <w:p w:rsidR="00000000" w:rsidRDefault="00EF25F6">
          <w:pPr>
            <w:pStyle w:val="FA2A5BBA02DE49BD94DB31983D070BF9"/>
          </w:pPr>
          <w:r w:rsidRPr="00C61DC8">
            <w:t>Type here</w:t>
          </w:r>
        </w:p>
      </w:docPartBody>
    </w:docPart>
    <w:docPart>
      <w:docPartPr>
        <w:name w:val="D81B16EABA464451AF479063667F3DFC"/>
        <w:category>
          <w:name w:val="General"/>
          <w:gallery w:val="placeholder"/>
        </w:category>
        <w:types>
          <w:type w:val="bbPlcHdr"/>
        </w:types>
        <w:behaviors>
          <w:behavior w:val="content"/>
        </w:behaviors>
        <w:guid w:val="{18DBD63F-A23C-44E8-8C92-05203D4EA573}"/>
      </w:docPartPr>
      <w:docPartBody>
        <w:p w:rsidR="00000000" w:rsidRDefault="00EF25F6">
          <w:pPr>
            <w:pStyle w:val="D81B16EABA464451AF479063667F3DFC"/>
          </w:pPr>
          <w:r w:rsidRPr="0016058C">
            <w:rPr>
              <w:rStyle w:val="PlaceholderText"/>
              <w:rFonts w:asciiTheme="majorHAnsi" w:hAnsiTheme="majorHAnsi" w:cstheme="majorHAnsi"/>
              <w:i/>
              <w:iCs/>
              <w:sz w:val="18"/>
              <w:szCs w:val="18"/>
            </w:rPr>
            <w:t>Type here</w:t>
          </w:r>
        </w:p>
      </w:docPartBody>
    </w:docPart>
    <w:docPart>
      <w:docPartPr>
        <w:name w:val="9C73E39E29C64F3DB4E193F935670984"/>
        <w:category>
          <w:name w:val="General"/>
          <w:gallery w:val="placeholder"/>
        </w:category>
        <w:types>
          <w:type w:val="bbPlcHdr"/>
        </w:types>
        <w:behaviors>
          <w:behavior w:val="content"/>
        </w:behaviors>
        <w:guid w:val="{75D4A9A0-4423-480D-BDEC-752F6F188B05}"/>
      </w:docPartPr>
      <w:docPartBody>
        <w:p w:rsidR="00000000" w:rsidRDefault="00EF25F6">
          <w:pPr>
            <w:pStyle w:val="9C73E39E29C64F3DB4E193F935670984"/>
          </w:pPr>
          <w:r w:rsidRPr="0016058C">
            <w:rPr>
              <w:rStyle w:val="PlaceholderText"/>
              <w:rFonts w:asciiTheme="majorHAnsi" w:hAnsiTheme="majorHAnsi" w:cstheme="majorHAnsi"/>
              <w:i/>
              <w:iCs/>
              <w:sz w:val="18"/>
              <w:szCs w:val="18"/>
            </w:rPr>
            <w:t>Type here</w:t>
          </w:r>
        </w:p>
      </w:docPartBody>
    </w:docPart>
    <w:docPart>
      <w:docPartPr>
        <w:name w:val="F14B740EDB8047CBB408A75828157445"/>
        <w:category>
          <w:name w:val="General"/>
          <w:gallery w:val="placeholder"/>
        </w:category>
        <w:types>
          <w:type w:val="bbPlcHdr"/>
        </w:types>
        <w:behaviors>
          <w:behavior w:val="content"/>
        </w:behaviors>
        <w:guid w:val="{C460E8C6-4CC5-403D-93A0-EDC09F957F2B}"/>
      </w:docPartPr>
      <w:docPartBody>
        <w:p w:rsidR="00000000" w:rsidRDefault="00EF25F6">
          <w:pPr>
            <w:pStyle w:val="F14B740EDB8047CBB408A75828157445"/>
          </w:pPr>
          <w:r w:rsidRPr="0016058C">
            <w:rPr>
              <w:rStyle w:val="PlaceholderText"/>
              <w:rFonts w:asciiTheme="majorHAnsi" w:hAnsiTheme="majorHAnsi" w:cstheme="majorHAnsi"/>
              <w:i/>
              <w:iCs/>
              <w:sz w:val="18"/>
              <w:szCs w:val="18"/>
            </w:rPr>
            <w:t>Type here</w:t>
          </w:r>
        </w:p>
      </w:docPartBody>
    </w:docPart>
    <w:docPart>
      <w:docPartPr>
        <w:name w:val="ECC9656E5BF549DA96AAA546C9C22589"/>
        <w:category>
          <w:name w:val="General"/>
          <w:gallery w:val="placeholder"/>
        </w:category>
        <w:types>
          <w:type w:val="bbPlcHdr"/>
        </w:types>
        <w:behaviors>
          <w:behavior w:val="content"/>
        </w:behaviors>
        <w:guid w:val="{89FA6A90-E5FB-4B9E-9CB6-38F901686612}"/>
      </w:docPartPr>
      <w:docPartBody>
        <w:p w:rsidR="00000000" w:rsidRDefault="00EF25F6">
          <w:pPr>
            <w:pStyle w:val="ECC9656E5BF549DA96AAA546C9C22589"/>
          </w:pPr>
          <w:r w:rsidRPr="0016058C">
            <w:rPr>
              <w:rStyle w:val="PlaceholderText"/>
              <w:rFonts w:asciiTheme="majorHAnsi" w:hAnsiTheme="majorHAnsi" w:cstheme="majorHAnsi"/>
              <w:i/>
              <w:iCs/>
              <w:sz w:val="18"/>
              <w:szCs w:val="18"/>
            </w:rPr>
            <w:t>Type here</w:t>
          </w:r>
        </w:p>
      </w:docPartBody>
    </w:docPart>
    <w:docPart>
      <w:docPartPr>
        <w:name w:val="30A6024C2DFF45FA91238BE408DF9076"/>
        <w:category>
          <w:name w:val="General"/>
          <w:gallery w:val="placeholder"/>
        </w:category>
        <w:types>
          <w:type w:val="bbPlcHdr"/>
        </w:types>
        <w:behaviors>
          <w:behavior w:val="content"/>
        </w:behaviors>
        <w:guid w:val="{EE068B52-E507-4ED0-A2FC-2C268C77FB23}"/>
      </w:docPartPr>
      <w:docPartBody>
        <w:p w:rsidR="00000000" w:rsidRDefault="00EF25F6">
          <w:pPr>
            <w:pStyle w:val="30A6024C2DFF45FA91238BE408DF9076"/>
          </w:pPr>
          <w:r w:rsidRPr="0016058C">
            <w:rPr>
              <w:rStyle w:val="PlaceholderText"/>
              <w:rFonts w:asciiTheme="majorHAnsi" w:hAnsiTheme="majorHAnsi" w:cstheme="majorHAnsi"/>
              <w:i/>
              <w:iCs/>
              <w:sz w:val="18"/>
              <w:szCs w:val="18"/>
            </w:rPr>
            <w:t>Choose an item.</w:t>
          </w:r>
        </w:p>
      </w:docPartBody>
    </w:docPart>
    <w:docPart>
      <w:docPartPr>
        <w:name w:val="FBDFA9FB300A4B47B492E1A0FB323544"/>
        <w:category>
          <w:name w:val="General"/>
          <w:gallery w:val="placeholder"/>
        </w:category>
        <w:types>
          <w:type w:val="bbPlcHdr"/>
        </w:types>
        <w:behaviors>
          <w:behavior w:val="content"/>
        </w:behaviors>
        <w:guid w:val="{9C7E8E1C-BE30-4459-A127-6C4CAD7FE20A}"/>
      </w:docPartPr>
      <w:docPartBody>
        <w:p w:rsidR="00000000" w:rsidRDefault="00EF25F6">
          <w:pPr>
            <w:pStyle w:val="FBDFA9FB300A4B47B492E1A0FB323544"/>
          </w:pPr>
          <w:r w:rsidRPr="00C61DC8">
            <w:t>Type here</w:t>
          </w:r>
        </w:p>
      </w:docPartBody>
    </w:docPart>
    <w:docPart>
      <w:docPartPr>
        <w:name w:val="CE57945088304432AB675B37938066B9"/>
        <w:category>
          <w:name w:val="General"/>
          <w:gallery w:val="placeholder"/>
        </w:category>
        <w:types>
          <w:type w:val="bbPlcHdr"/>
        </w:types>
        <w:behaviors>
          <w:behavior w:val="content"/>
        </w:behaviors>
        <w:guid w:val="{8C8DAE4D-A0CE-4DDF-BD00-FD1F9BC64C94}"/>
      </w:docPartPr>
      <w:docPartBody>
        <w:p w:rsidR="00000000" w:rsidRDefault="00EF25F6">
          <w:pPr>
            <w:pStyle w:val="CE57945088304432AB675B37938066B9"/>
          </w:pPr>
          <w:r w:rsidRPr="0016058C">
            <w:rPr>
              <w:rStyle w:val="PlaceholderText"/>
              <w:rFonts w:asciiTheme="majorHAnsi" w:hAnsiTheme="majorHAnsi" w:cstheme="majorHAnsi"/>
              <w:i/>
              <w:iCs/>
              <w:sz w:val="18"/>
              <w:szCs w:val="18"/>
            </w:rPr>
            <w:t>Type here</w:t>
          </w:r>
        </w:p>
      </w:docPartBody>
    </w:docPart>
    <w:docPart>
      <w:docPartPr>
        <w:name w:val="218B3584DF864417BA5E2029C3369528"/>
        <w:category>
          <w:name w:val="General"/>
          <w:gallery w:val="placeholder"/>
        </w:category>
        <w:types>
          <w:type w:val="bbPlcHdr"/>
        </w:types>
        <w:behaviors>
          <w:behavior w:val="content"/>
        </w:behaviors>
        <w:guid w:val="{72CD2D9C-C396-4A9B-A0DC-E67632C055ED}"/>
      </w:docPartPr>
      <w:docPartBody>
        <w:p w:rsidR="00000000" w:rsidRDefault="00EF25F6">
          <w:pPr>
            <w:pStyle w:val="218B3584DF864417BA5E2029C3369528"/>
          </w:pPr>
          <w:r w:rsidRPr="0016058C">
            <w:rPr>
              <w:rStyle w:val="PlaceholderText"/>
              <w:rFonts w:asciiTheme="majorHAnsi" w:hAnsiTheme="majorHAnsi" w:cstheme="majorHAnsi"/>
              <w:i/>
              <w:iCs/>
              <w:sz w:val="18"/>
              <w:szCs w:val="18"/>
            </w:rPr>
            <w:t>Type here</w:t>
          </w:r>
        </w:p>
      </w:docPartBody>
    </w:docPart>
    <w:docPart>
      <w:docPartPr>
        <w:name w:val="C2C6515C3E934F0BB835A624F62993A2"/>
        <w:category>
          <w:name w:val="General"/>
          <w:gallery w:val="placeholder"/>
        </w:category>
        <w:types>
          <w:type w:val="bbPlcHdr"/>
        </w:types>
        <w:behaviors>
          <w:behavior w:val="content"/>
        </w:behaviors>
        <w:guid w:val="{C3DB8D52-D595-4211-A412-7C4ED5F3B8FF}"/>
      </w:docPartPr>
      <w:docPartBody>
        <w:p w:rsidR="00000000" w:rsidRDefault="00EF25F6">
          <w:pPr>
            <w:pStyle w:val="C2C6515C3E934F0BB835A624F62993A2"/>
          </w:pPr>
          <w:r w:rsidRPr="0016058C">
            <w:rPr>
              <w:rStyle w:val="PlaceholderText"/>
              <w:rFonts w:asciiTheme="majorHAnsi" w:hAnsiTheme="majorHAnsi" w:cstheme="majorHAnsi"/>
              <w:i/>
              <w:iCs/>
              <w:sz w:val="18"/>
              <w:szCs w:val="18"/>
            </w:rPr>
            <w:t>Type here</w:t>
          </w:r>
        </w:p>
      </w:docPartBody>
    </w:docPart>
    <w:docPart>
      <w:docPartPr>
        <w:name w:val="316CC82EDF8B4A91A3B8A1D8E1AFAC14"/>
        <w:category>
          <w:name w:val="General"/>
          <w:gallery w:val="placeholder"/>
        </w:category>
        <w:types>
          <w:type w:val="bbPlcHdr"/>
        </w:types>
        <w:behaviors>
          <w:behavior w:val="content"/>
        </w:behaviors>
        <w:guid w:val="{6614F227-A767-4E37-9046-50661FE8384B}"/>
      </w:docPartPr>
      <w:docPartBody>
        <w:p w:rsidR="00000000" w:rsidRDefault="00EF25F6">
          <w:pPr>
            <w:pStyle w:val="316CC82EDF8B4A91A3B8A1D8E1AFAC14"/>
          </w:pPr>
          <w:r w:rsidRPr="0016058C">
            <w:rPr>
              <w:rStyle w:val="PlaceholderText"/>
              <w:rFonts w:asciiTheme="majorHAnsi" w:hAnsiTheme="majorHAnsi" w:cstheme="majorHAnsi"/>
              <w:i/>
              <w:iCs/>
              <w:sz w:val="18"/>
              <w:szCs w:val="18"/>
            </w:rPr>
            <w:t>Type here</w:t>
          </w:r>
        </w:p>
      </w:docPartBody>
    </w:docPart>
    <w:docPart>
      <w:docPartPr>
        <w:name w:val="99F0FA77FB8E4600A6BDF7787AD54EAE"/>
        <w:category>
          <w:name w:val="General"/>
          <w:gallery w:val="placeholder"/>
        </w:category>
        <w:types>
          <w:type w:val="bbPlcHdr"/>
        </w:types>
        <w:behaviors>
          <w:behavior w:val="content"/>
        </w:behaviors>
        <w:guid w:val="{DF145214-268C-4370-A8D3-90DD36287F68}"/>
      </w:docPartPr>
      <w:docPartBody>
        <w:p w:rsidR="00000000" w:rsidRDefault="00EF25F6">
          <w:pPr>
            <w:pStyle w:val="99F0FA77FB8E4600A6BDF7787AD54EAE"/>
          </w:pPr>
          <w:r w:rsidRPr="0016058C">
            <w:rPr>
              <w:rStyle w:val="PlaceholderText"/>
              <w:rFonts w:asciiTheme="majorHAnsi" w:hAnsiTheme="majorHAnsi" w:cstheme="majorHAnsi"/>
              <w:i/>
              <w:iCs/>
              <w:sz w:val="18"/>
              <w:szCs w:val="18"/>
            </w:rPr>
            <w:t>Choose an item.</w:t>
          </w:r>
        </w:p>
      </w:docPartBody>
    </w:docPart>
    <w:docPart>
      <w:docPartPr>
        <w:name w:val="08A4606CC539467CBF0F86320AA861DA"/>
        <w:category>
          <w:name w:val="General"/>
          <w:gallery w:val="placeholder"/>
        </w:category>
        <w:types>
          <w:type w:val="bbPlcHdr"/>
        </w:types>
        <w:behaviors>
          <w:behavior w:val="content"/>
        </w:behaviors>
        <w:guid w:val="{6A106035-E6AC-49D0-B1A7-BBAE3C45D2B4}"/>
      </w:docPartPr>
      <w:docPartBody>
        <w:p w:rsidR="00000000" w:rsidRDefault="00EF25F6">
          <w:pPr>
            <w:pStyle w:val="08A4606CC539467CBF0F86320AA861DA"/>
          </w:pPr>
          <w:r w:rsidRPr="00C61DC8">
            <w:t>Type here</w:t>
          </w:r>
        </w:p>
      </w:docPartBody>
    </w:docPart>
    <w:docPart>
      <w:docPartPr>
        <w:name w:val="25806ADDB3554736AC516C99B134B4E6"/>
        <w:category>
          <w:name w:val="General"/>
          <w:gallery w:val="placeholder"/>
        </w:category>
        <w:types>
          <w:type w:val="bbPlcHdr"/>
        </w:types>
        <w:behaviors>
          <w:behavior w:val="content"/>
        </w:behaviors>
        <w:guid w:val="{2DC7FC1A-3FD1-48BC-9FDE-80581C215B4A}"/>
      </w:docPartPr>
      <w:docPartBody>
        <w:p w:rsidR="00000000" w:rsidRDefault="00EF25F6">
          <w:pPr>
            <w:pStyle w:val="25806ADDB3554736AC516C99B134B4E6"/>
          </w:pPr>
          <w:r w:rsidRPr="0016058C">
            <w:rPr>
              <w:rStyle w:val="PlaceholderText"/>
              <w:rFonts w:asciiTheme="majorHAnsi" w:hAnsiTheme="majorHAnsi" w:cstheme="majorHAnsi"/>
              <w:i/>
              <w:iCs/>
              <w:sz w:val="18"/>
              <w:szCs w:val="18"/>
            </w:rPr>
            <w:t>Type here</w:t>
          </w:r>
        </w:p>
      </w:docPartBody>
    </w:docPart>
    <w:docPart>
      <w:docPartPr>
        <w:name w:val="8F9C09DCFAAB470CACED85584FB6A1BB"/>
        <w:category>
          <w:name w:val="General"/>
          <w:gallery w:val="placeholder"/>
        </w:category>
        <w:types>
          <w:type w:val="bbPlcHdr"/>
        </w:types>
        <w:behaviors>
          <w:behavior w:val="content"/>
        </w:behaviors>
        <w:guid w:val="{8DF9132C-72F7-4DCE-B74B-47B0E269CA07}"/>
      </w:docPartPr>
      <w:docPartBody>
        <w:p w:rsidR="00000000" w:rsidRDefault="00EF25F6">
          <w:pPr>
            <w:pStyle w:val="8F9C09DCFAAB470CACED85584FB6A1BB"/>
          </w:pPr>
          <w:r w:rsidRPr="0016058C">
            <w:rPr>
              <w:rStyle w:val="PlaceholderText"/>
              <w:rFonts w:asciiTheme="majorHAnsi" w:hAnsiTheme="majorHAnsi" w:cstheme="majorHAnsi"/>
              <w:i/>
              <w:iCs/>
              <w:sz w:val="18"/>
              <w:szCs w:val="18"/>
            </w:rPr>
            <w:t>Type here</w:t>
          </w:r>
        </w:p>
      </w:docPartBody>
    </w:docPart>
    <w:docPart>
      <w:docPartPr>
        <w:name w:val="283098F137D04380A94DD3CE20963670"/>
        <w:category>
          <w:name w:val="General"/>
          <w:gallery w:val="placeholder"/>
        </w:category>
        <w:types>
          <w:type w:val="bbPlcHdr"/>
        </w:types>
        <w:behaviors>
          <w:behavior w:val="content"/>
        </w:behaviors>
        <w:guid w:val="{671549AF-8031-4C83-B005-A336198BB5F6}"/>
      </w:docPartPr>
      <w:docPartBody>
        <w:p w:rsidR="00000000" w:rsidRDefault="00EF25F6">
          <w:pPr>
            <w:pStyle w:val="283098F137D04380A94DD3CE20963670"/>
          </w:pPr>
          <w:r w:rsidRPr="0016058C">
            <w:rPr>
              <w:rStyle w:val="PlaceholderText"/>
              <w:rFonts w:asciiTheme="majorHAnsi" w:hAnsiTheme="majorHAnsi" w:cstheme="majorHAnsi"/>
              <w:i/>
              <w:iCs/>
              <w:sz w:val="18"/>
              <w:szCs w:val="18"/>
            </w:rPr>
            <w:t>Type here</w:t>
          </w:r>
        </w:p>
      </w:docPartBody>
    </w:docPart>
    <w:docPart>
      <w:docPartPr>
        <w:name w:val="014EFBF9F2724B07AE03F495A0C0ACA5"/>
        <w:category>
          <w:name w:val="General"/>
          <w:gallery w:val="placeholder"/>
        </w:category>
        <w:types>
          <w:type w:val="bbPlcHdr"/>
        </w:types>
        <w:behaviors>
          <w:behavior w:val="content"/>
        </w:behaviors>
        <w:guid w:val="{56E85CBB-4335-4371-B1C2-8BEB4A6C40B7}"/>
      </w:docPartPr>
      <w:docPartBody>
        <w:p w:rsidR="00000000" w:rsidRDefault="00EF25F6">
          <w:pPr>
            <w:pStyle w:val="014EFBF9F2724B07AE03F495A0C0ACA5"/>
          </w:pPr>
          <w:r w:rsidRPr="0016058C">
            <w:rPr>
              <w:rStyle w:val="PlaceholderText"/>
              <w:rFonts w:asciiTheme="majorHAnsi" w:hAnsiTheme="majorHAnsi" w:cstheme="majorHAnsi"/>
              <w:i/>
              <w:iCs/>
              <w:sz w:val="18"/>
              <w:szCs w:val="18"/>
            </w:rPr>
            <w:t>Type here</w:t>
          </w:r>
        </w:p>
      </w:docPartBody>
    </w:docPart>
    <w:docPart>
      <w:docPartPr>
        <w:name w:val="628B70B5BC7D4A8B90C91C0C4E0FE1F8"/>
        <w:category>
          <w:name w:val="General"/>
          <w:gallery w:val="placeholder"/>
        </w:category>
        <w:types>
          <w:type w:val="bbPlcHdr"/>
        </w:types>
        <w:behaviors>
          <w:behavior w:val="content"/>
        </w:behaviors>
        <w:guid w:val="{D827B1D1-1A7B-42EA-BD6A-366B52836DC3}"/>
      </w:docPartPr>
      <w:docPartBody>
        <w:p w:rsidR="00000000" w:rsidRDefault="00EF25F6">
          <w:pPr>
            <w:pStyle w:val="628B70B5BC7D4A8B90C91C0C4E0FE1F8"/>
          </w:pPr>
          <w:r w:rsidRPr="0016058C">
            <w:rPr>
              <w:rStyle w:val="PlaceholderText"/>
              <w:rFonts w:asciiTheme="majorHAnsi" w:hAnsiTheme="majorHAnsi" w:cstheme="majorHAnsi"/>
              <w:i/>
              <w:iCs/>
              <w:sz w:val="18"/>
              <w:szCs w:val="18"/>
            </w:rPr>
            <w:t>Choose an item.</w:t>
          </w:r>
        </w:p>
      </w:docPartBody>
    </w:docPart>
    <w:docPart>
      <w:docPartPr>
        <w:name w:val="C856C9DEABA94B5CBF8A3D2D020582F7"/>
        <w:category>
          <w:name w:val="General"/>
          <w:gallery w:val="placeholder"/>
        </w:category>
        <w:types>
          <w:type w:val="bbPlcHdr"/>
        </w:types>
        <w:behaviors>
          <w:behavior w:val="content"/>
        </w:behaviors>
        <w:guid w:val="{CD611FDA-D36C-4731-955E-10764EE9D10E}"/>
      </w:docPartPr>
      <w:docPartBody>
        <w:p w:rsidR="00000000" w:rsidRDefault="00EF25F6">
          <w:pPr>
            <w:pStyle w:val="C856C9DEABA94B5CBF8A3D2D020582F7"/>
          </w:pPr>
          <w:r w:rsidRPr="00C61DC8">
            <w:t>Type here</w:t>
          </w:r>
        </w:p>
      </w:docPartBody>
    </w:docPart>
    <w:docPart>
      <w:docPartPr>
        <w:name w:val="900980CBD42E4B73A253590B541E75D2"/>
        <w:category>
          <w:name w:val="General"/>
          <w:gallery w:val="placeholder"/>
        </w:category>
        <w:types>
          <w:type w:val="bbPlcHdr"/>
        </w:types>
        <w:behaviors>
          <w:behavior w:val="content"/>
        </w:behaviors>
        <w:guid w:val="{850E7E50-5843-4C69-92B3-452839F91C3E}"/>
      </w:docPartPr>
      <w:docPartBody>
        <w:p w:rsidR="00000000" w:rsidRDefault="00EF25F6">
          <w:pPr>
            <w:pStyle w:val="900980CBD42E4B73A253590B541E75D2"/>
          </w:pPr>
          <w:r w:rsidRPr="0016058C">
            <w:rPr>
              <w:rStyle w:val="PlaceholderText"/>
              <w:rFonts w:asciiTheme="majorHAnsi" w:hAnsiTheme="majorHAnsi" w:cstheme="majorHAnsi"/>
              <w:i/>
              <w:iCs/>
              <w:sz w:val="18"/>
              <w:szCs w:val="18"/>
            </w:rPr>
            <w:t>Type here</w:t>
          </w:r>
        </w:p>
      </w:docPartBody>
    </w:docPart>
    <w:docPart>
      <w:docPartPr>
        <w:name w:val="B515C42E41D5402FB22B9C2413AF7811"/>
        <w:category>
          <w:name w:val="General"/>
          <w:gallery w:val="placeholder"/>
        </w:category>
        <w:types>
          <w:type w:val="bbPlcHdr"/>
        </w:types>
        <w:behaviors>
          <w:behavior w:val="content"/>
        </w:behaviors>
        <w:guid w:val="{1B2FADA9-5D90-4C88-8931-6FED1D34724A}"/>
      </w:docPartPr>
      <w:docPartBody>
        <w:p w:rsidR="00000000" w:rsidRDefault="00EF25F6">
          <w:pPr>
            <w:pStyle w:val="B515C42E41D5402FB22B9C2413AF7811"/>
          </w:pPr>
          <w:r w:rsidRPr="0016058C">
            <w:rPr>
              <w:rStyle w:val="PlaceholderText"/>
              <w:rFonts w:asciiTheme="majorHAnsi" w:hAnsiTheme="majorHAnsi" w:cstheme="majorHAnsi"/>
              <w:i/>
              <w:iCs/>
              <w:sz w:val="18"/>
              <w:szCs w:val="18"/>
            </w:rPr>
            <w:t>Type here</w:t>
          </w:r>
        </w:p>
      </w:docPartBody>
    </w:docPart>
    <w:docPart>
      <w:docPartPr>
        <w:name w:val="BA0E13CE2C9F4878AB301951643AC879"/>
        <w:category>
          <w:name w:val="General"/>
          <w:gallery w:val="placeholder"/>
        </w:category>
        <w:types>
          <w:type w:val="bbPlcHdr"/>
        </w:types>
        <w:behaviors>
          <w:behavior w:val="content"/>
        </w:behaviors>
        <w:guid w:val="{720A1D96-1D51-4325-8258-B8716BDC4B57}"/>
      </w:docPartPr>
      <w:docPartBody>
        <w:p w:rsidR="00000000" w:rsidRDefault="00EF25F6">
          <w:pPr>
            <w:pStyle w:val="BA0E13CE2C9F4878AB301951643AC879"/>
          </w:pPr>
          <w:r w:rsidRPr="0016058C">
            <w:rPr>
              <w:rStyle w:val="PlaceholderText"/>
              <w:rFonts w:asciiTheme="majorHAnsi" w:hAnsiTheme="majorHAnsi" w:cstheme="majorHAnsi"/>
              <w:i/>
              <w:iCs/>
              <w:sz w:val="18"/>
              <w:szCs w:val="18"/>
            </w:rPr>
            <w:t>Type here</w:t>
          </w:r>
        </w:p>
      </w:docPartBody>
    </w:docPart>
    <w:docPart>
      <w:docPartPr>
        <w:name w:val="7A430382CA874A2B85A12315763FA119"/>
        <w:category>
          <w:name w:val="General"/>
          <w:gallery w:val="placeholder"/>
        </w:category>
        <w:types>
          <w:type w:val="bbPlcHdr"/>
        </w:types>
        <w:behaviors>
          <w:behavior w:val="content"/>
        </w:behaviors>
        <w:guid w:val="{F51E8FEA-4E9F-49BC-8CE4-AB27066A1FEA}"/>
      </w:docPartPr>
      <w:docPartBody>
        <w:p w:rsidR="00000000" w:rsidRDefault="00EF25F6">
          <w:pPr>
            <w:pStyle w:val="7A430382CA874A2B85A12315763FA119"/>
          </w:pPr>
          <w:r w:rsidRPr="0016058C">
            <w:rPr>
              <w:rStyle w:val="PlaceholderText"/>
              <w:rFonts w:asciiTheme="majorHAnsi" w:hAnsiTheme="majorHAnsi" w:cstheme="majorHAnsi"/>
              <w:i/>
              <w:iCs/>
              <w:sz w:val="18"/>
              <w:szCs w:val="18"/>
            </w:rPr>
            <w:t>Type here</w:t>
          </w:r>
        </w:p>
      </w:docPartBody>
    </w:docPart>
    <w:docPart>
      <w:docPartPr>
        <w:name w:val="499B63EF8D614C5F97AD073C21A659D4"/>
        <w:category>
          <w:name w:val="General"/>
          <w:gallery w:val="placeholder"/>
        </w:category>
        <w:types>
          <w:type w:val="bbPlcHdr"/>
        </w:types>
        <w:behaviors>
          <w:behavior w:val="content"/>
        </w:behaviors>
        <w:guid w:val="{64F67BAA-C6B0-449B-B4FA-17DC0C874E28}"/>
      </w:docPartPr>
      <w:docPartBody>
        <w:p w:rsidR="00000000" w:rsidRDefault="00EF25F6">
          <w:pPr>
            <w:pStyle w:val="499B63EF8D614C5F97AD073C21A659D4"/>
          </w:pPr>
          <w:r w:rsidRPr="0016058C">
            <w:rPr>
              <w:rStyle w:val="PlaceholderText"/>
              <w:rFonts w:asciiTheme="majorHAnsi" w:hAnsiTheme="majorHAnsi" w:cstheme="majorHAnsi"/>
              <w:i/>
              <w:iCs/>
              <w:sz w:val="18"/>
              <w:szCs w:val="18"/>
            </w:rPr>
            <w:t>Choose an item.</w:t>
          </w:r>
        </w:p>
      </w:docPartBody>
    </w:docPart>
    <w:docPart>
      <w:docPartPr>
        <w:name w:val="C1124BBE57924243A83A0115161ACEB0"/>
        <w:category>
          <w:name w:val="General"/>
          <w:gallery w:val="placeholder"/>
        </w:category>
        <w:types>
          <w:type w:val="bbPlcHdr"/>
        </w:types>
        <w:behaviors>
          <w:behavior w:val="content"/>
        </w:behaviors>
        <w:guid w:val="{76F25AAA-C1EF-4016-B55D-1A862FDEB317}"/>
      </w:docPartPr>
      <w:docPartBody>
        <w:p w:rsidR="00000000" w:rsidRDefault="00EF25F6">
          <w:pPr>
            <w:pStyle w:val="C1124BBE57924243A83A0115161ACEB0"/>
          </w:pPr>
          <w:r w:rsidRPr="00C61DC8">
            <w:t>Type here</w:t>
          </w:r>
        </w:p>
      </w:docPartBody>
    </w:docPart>
    <w:docPart>
      <w:docPartPr>
        <w:name w:val="D0EC0786EBF84E4AA90D1D47A082E3C9"/>
        <w:category>
          <w:name w:val="General"/>
          <w:gallery w:val="placeholder"/>
        </w:category>
        <w:types>
          <w:type w:val="bbPlcHdr"/>
        </w:types>
        <w:behaviors>
          <w:behavior w:val="content"/>
        </w:behaviors>
        <w:guid w:val="{0EEEC7FE-86E9-49E8-A5C8-7F2B13EFC44F}"/>
      </w:docPartPr>
      <w:docPartBody>
        <w:p w:rsidR="00000000" w:rsidRDefault="00EF25F6">
          <w:pPr>
            <w:pStyle w:val="D0EC0786EBF84E4AA90D1D47A082E3C9"/>
          </w:pPr>
          <w:r w:rsidRPr="0016058C">
            <w:rPr>
              <w:rStyle w:val="PlaceholderText"/>
              <w:rFonts w:asciiTheme="majorHAnsi" w:hAnsiTheme="majorHAnsi" w:cstheme="majorHAnsi"/>
              <w:i/>
              <w:iCs/>
              <w:sz w:val="18"/>
              <w:szCs w:val="18"/>
            </w:rPr>
            <w:t>Type here</w:t>
          </w:r>
        </w:p>
      </w:docPartBody>
    </w:docPart>
    <w:docPart>
      <w:docPartPr>
        <w:name w:val="085D758ECF694877AF416C7B9E479D3F"/>
        <w:category>
          <w:name w:val="General"/>
          <w:gallery w:val="placeholder"/>
        </w:category>
        <w:types>
          <w:type w:val="bbPlcHdr"/>
        </w:types>
        <w:behaviors>
          <w:behavior w:val="content"/>
        </w:behaviors>
        <w:guid w:val="{F5B04DDC-ADAE-4E52-A263-94CEFE3AB92D}"/>
      </w:docPartPr>
      <w:docPartBody>
        <w:p w:rsidR="00000000" w:rsidRDefault="00EF25F6">
          <w:pPr>
            <w:pStyle w:val="085D758ECF694877AF416C7B9E479D3F"/>
          </w:pPr>
          <w:r w:rsidRPr="0016058C">
            <w:rPr>
              <w:rStyle w:val="PlaceholderText"/>
              <w:rFonts w:asciiTheme="majorHAnsi" w:hAnsiTheme="majorHAnsi" w:cstheme="majorHAnsi"/>
              <w:i/>
              <w:iCs/>
              <w:sz w:val="18"/>
              <w:szCs w:val="18"/>
            </w:rPr>
            <w:t>Type here</w:t>
          </w:r>
        </w:p>
      </w:docPartBody>
    </w:docPart>
    <w:docPart>
      <w:docPartPr>
        <w:name w:val="139D0CAD98F84EBBB8B8FBB04A4B0482"/>
        <w:category>
          <w:name w:val="General"/>
          <w:gallery w:val="placeholder"/>
        </w:category>
        <w:types>
          <w:type w:val="bbPlcHdr"/>
        </w:types>
        <w:behaviors>
          <w:behavior w:val="content"/>
        </w:behaviors>
        <w:guid w:val="{B03D273E-C55E-4D9C-948C-B4400DD9AFBD}"/>
      </w:docPartPr>
      <w:docPartBody>
        <w:p w:rsidR="00000000" w:rsidRDefault="00EF25F6">
          <w:pPr>
            <w:pStyle w:val="139D0CAD98F84EBBB8B8FBB04A4B0482"/>
          </w:pPr>
          <w:r w:rsidRPr="0016058C">
            <w:rPr>
              <w:rStyle w:val="PlaceholderText"/>
              <w:rFonts w:asciiTheme="majorHAnsi" w:hAnsiTheme="majorHAnsi" w:cstheme="majorHAnsi"/>
              <w:i/>
              <w:iCs/>
              <w:sz w:val="18"/>
              <w:szCs w:val="18"/>
            </w:rPr>
            <w:t>Type here</w:t>
          </w:r>
        </w:p>
      </w:docPartBody>
    </w:docPart>
    <w:docPart>
      <w:docPartPr>
        <w:name w:val="7D59745453F94118858C4736F2F39B9A"/>
        <w:category>
          <w:name w:val="General"/>
          <w:gallery w:val="placeholder"/>
        </w:category>
        <w:types>
          <w:type w:val="bbPlcHdr"/>
        </w:types>
        <w:behaviors>
          <w:behavior w:val="content"/>
        </w:behaviors>
        <w:guid w:val="{7D3F0582-985E-4F5D-9BF0-4E6E50951CB4}"/>
      </w:docPartPr>
      <w:docPartBody>
        <w:p w:rsidR="00000000" w:rsidRDefault="00EF25F6">
          <w:pPr>
            <w:pStyle w:val="7D59745453F94118858C4736F2F39B9A"/>
          </w:pPr>
          <w:r w:rsidRPr="0016058C">
            <w:rPr>
              <w:rStyle w:val="PlaceholderText"/>
              <w:rFonts w:asciiTheme="majorHAnsi" w:hAnsiTheme="majorHAnsi" w:cstheme="majorHAnsi"/>
              <w:i/>
              <w:iCs/>
              <w:sz w:val="18"/>
              <w:szCs w:val="18"/>
            </w:rPr>
            <w:t>Type here</w:t>
          </w:r>
        </w:p>
      </w:docPartBody>
    </w:docPart>
    <w:docPart>
      <w:docPartPr>
        <w:name w:val="C678CF76A5F24F34B3766FD61683C3F0"/>
        <w:category>
          <w:name w:val="General"/>
          <w:gallery w:val="placeholder"/>
        </w:category>
        <w:types>
          <w:type w:val="bbPlcHdr"/>
        </w:types>
        <w:behaviors>
          <w:behavior w:val="content"/>
        </w:behaviors>
        <w:guid w:val="{9A5D61A0-31E4-4E10-9270-25FF1463BF4C}"/>
      </w:docPartPr>
      <w:docPartBody>
        <w:p w:rsidR="00000000" w:rsidRDefault="00EF25F6">
          <w:pPr>
            <w:pStyle w:val="C678CF76A5F24F34B3766FD61683C3F0"/>
          </w:pPr>
          <w:r w:rsidRPr="0016058C">
            <w:rPr>
              <w:rStyle w:val="PlaceholderText"/>
              <w:rFonts w:asciiTheme="majorHAnsi" w:hAnsiTheme="majorHAnsi" w:cstheme="majorHAnsi"/>
              <w:i/>
              <w:iCs/>
              <w:sz w:val="18"/>
              <w:szCs w:val="18"/>
            </w:rPr>
            <w:t>Choose an item.</w:t>
          </w:r>
        </w:p>
      </w:docPartBody>
    </w:docPart>
    <w:docPart>
      <w:docPartPr>
        <w:name w:val="CF2560EF0C3A41CB8C5807792B6F821B"/>
        <w:category>
          <w:name w:val="General"/>
          <w:gallery w:val="placeholder"/>
        </w:category>
        <w:types>
          <w:type w:val="bbPlcHdr"/>
        </w:types>
        <w:behaviors>
          <w:behavior w:val="content"/>
        </w:behaviors>
        <w:guid w:val="{A0A323EB-0F62-4B6E-89CC-716293AAFD93}"/>
      </w:docPartPr>
      <w:docPartBody>
        <w:p w:rsidR="00000000" w:rsidRDefault="00EF25F6">
          <w:pPr>
            <w:pStyle w:val="CF2560EF0C3A41CB8C5807792B6F821B"/>
          </w:pPr>
          <w:r w:rsidRPr="00C61DC8">
            <w:t>Type here</w:t>
          </w:r>
        </w:p>
      </w:docPartBody>
    </w:docPart>
    <w:docPart>
      <w:docPartPr>
        <w:name w:val="8529FA89F04B4728A21FA1195185F179"/>
        <w:category>
          <w:name w:val="General"/>
          <w:gallery w:val="placeholder"/>
        </w:category>
        <w:types>
          <w:type w:val="bbPlcHdr"/>
        </w:types>
        <w:behaviors>
          <w:behavior w:val="content"/>
        </w:behaviors>
        <w:guid w:val="{4A1CC685-86F9-48CC-A0D9-3113BB73A4E4}"/>
      </w:docPartPr>
      <w:docPartBody>
        <w:p w:rsidR="00000000" w:rsidRDefault="00EF25F6">
          <w:pPr>
            <w:pStyle w:val="8529FA89F04B4728A21FA1195185F179"/>
          </w:pPr>
          <w:r w:rsidRPr="0016058C">
            <w:rPr>
              <w:rStyle w:val="PlaceholderText"/>
              <w:rFonts w:asciiTheme="majorHAnsi" w:hAnsiTheme="majorHAnsi" w:cstheme="majorHAnsi"/>
              <w:i/>
              <w:iCs/>
              <w:sz w:val="18"/>
              <w:szCs w:val="18"/>
            </w:rPr>
            <w:t>Type here</w:t>
          </w:r>
        </w:p>
      </w:docPartBody>
    </w:docPart>
    <w:docPart>
      <w:docPartPr>
        <w:name w:val="C31713872CD54758A33537E131C9D40C"/>
        <w:category>
          <w:name w:val="General"/>
          <w:gallery w:val="placeholder"/>
        </w:category>
        <w:types>
          <w:type w:val="bbPlcHdr"/>
        </w:types>
        <w:behaviors>
          <w:behavior w:val="content"/>
        </w:behaviors>
        <w:guid w:val="{C6B186F0-953D-4921-B8A3-48DBDAF4FC26}"/>
      </w:docPartPr>
      <w:docPartBody>
        <w:p w:rsidR="00000000" w:rsidRDefault="00EF25F6">
          <w:pPr>
            <w:pStyle w:val="C31713872CD54758A33537E131C9D40C"/>
          </w:pPr>
          <w:r w:rsidRPr="0016058C">
            <w:rPr>
              <w:rStyle w:val="PlaceholderText"/>
              <w:rFonts w:asciiTheme="majorHAnsi" w:hAnsiTheme="majorHAnsi" w:cstheme="majorHAnsi"/>
              <w:i/>
              <w:iCs/>
              <w:sz w:val="18"/>
              <w:szCs w:val="18"/>
            </w:rPr>
            <w:t>Type here</w:t>
          </w:r>
        </w:p>
      </w:docPartBody>
    </w:docPart>
    <w:docPart>
      <w:docPartPr>
        <w:name w:val="9A2F19F93B474AB9B371BEBD0F797526"/>
        <w:category>
          <w:name w:val="General"/>
          <w:gallery w:val="placeholder"/>
        </w:category>
        <w:types>
          <w:type w:val="bbPlcHdr"/>
        </w:types>
        <w:behaviors>
          <w:behavior w:val="content"/>
        </w:behaviors>
        <w:guid w:val="{33C1AC33-4F39-4D7B-8738-AA8A42BECDD1}"/>
      </w:docPartPr>
      <w:docPartBody>
        <w:p w:rsidR="00000000" w:rsidRDefault="00EF25F6">
          <w:pPr>
            <w:pStyle w:val="9A2F19F93B474AB9B371BEBD0F797526"/>
          </w:pPr>
          <w:r w:rsidRPr="0016058C">
            <w:rPr>
              <w:rStyle w:val="PlaceholderText"/>
              <w:rFonts w:asciiTheme="majorHAnsi" w:hAnsiTheme="majorHAnsi" w:cstheme="majorHAnsi"/>
              <w:i/>
              <w:iCs/>
              <w:sz w:val="18"/>
              <w:szCs w:val="18"/>
            </w:rPr>
            <w:t>Type here</w:t>
          </w:r>
        </w:p>
      </w:docPartBody>
    </w:docPart>
    <w:docPart>
      <w:docPartPr>
        <w:name w:val="F28201DA31CB479099CE97A729A28607"/>
        <w:category>
          <w:name w:val="General"/>
          <w:gallery w:val="placeholder"/>
        </w:category>
        <w:types>
          <w:type w:val="bbPlcHdr"/>
        </w:types>
        <w:behaviors>
          <w:behavior w:val="content"/>
        </w:behaviors>
        <w:guid w:val="{AA6FA349-7552-4493-A14D-5E542E831C86}"/>
      </w:docPartPr>
      <w:docPartBody>
        <w:p w:rsidR="00000000" w:rsidRDefault="00EF25F6">
          <w:pPr>
            <w:pStyle w:val="F28201DA31CB479099CE97A729A28607"/>
          </w:pPr>
          <w:r w:rsidRPr="0016058C">
            <w:rPr>
              <w:rStyle w:val="PlaceholderText"/>
              <w:rFonts w:asciiTheme="majorHAnsi" w:hAnsiTheme="majorHAnsi" w:cstheme="majorHAnsi"/>
              <w:i/>
              <w:iCs/>
              <w:sz w:val="18"/>
              <w:szCs w:val="18"/>
            </w:rPr>
            <w:t>Type here</w:t>
          </w:r>
        </w:p>
      </w:docPartBody>
    </w:docPart>
    <w:docPart>
      <w:docPartPr>
        <w:name w:val="8B07A8B09DA1421FBD52B19F18F80CAA"/>
        <w:category>
          <w:name w:val="General"/>
          <w:gallery w:val="placeholder"/>
        </w:category>
        <w:types>
          <w:type w:val="bbPlcHdr"/>
        </w:types>
        <w:behaviors>
          <w:behavior w:val="content"/>
        </w:behaviors>
        <w:guid w:val="{0E655655-5A2C-4BDB-A63C-5A8466DFDAF0}"/>
      </w:docPartPr>
      <w:docPartBody>
        <w:p w:rsidR="00000000" w:rsidRDefault="00EF25F6">
          <w:pPr>
            <w:pStyle w:val="8B07A8B09DA1421FBD52B19F18F80CAA"/>
          </w:pPr>
          <w:r w:rsidRPr="0016058C">
            <w:rPr>
              <w:rStyle w:val="PlaceholderText"/>
              <w:rFonts w:asciiTheme="majorHAnsi" w:hAnsiTheme="majorHAnsi" w:cstheme="majorHAnsi"/>
              <w:i/>
              <w:iCs/>
              <w:sz w:val="18"/>
              <w:szCs w:val="18"/>
            </w:rPr>
            <w:t>Choose an item.</w:t>
          </w:r>
        </w:p>
      </w:docPartBody>
    </w:docPart>
    <w:docPart>
      <w:docPartPr>
        <w:name w:val="E30EB95B12F844329CD6E732A0C82877"/>
        <w:category>
          <w:name w:val="General"/>
          <w:gallery w:val="placeholder"/>
        </w:category>
        <w:types>
          <w:type w:val="bbPlcHdr"/>
        </w:types>
        <w:behaviors>
          <w:behavior w:val="content"/>
        </w:behaviors>
        <w:guid w:val="{5010D138-85DD-410C-9ADF-8CE09FDF98A8}"/>
      </w:docPartPr>
      <w:docPartBody>
        <w:p w:rsidR="00000000" w:rsidRDefault="00EF25F6">
          <w:pPr>
            <w:pStyle w:val="E30EB95B12F844329CD6E732A0C82877"/>
          </w:pPr>
          <w:r w:rsidRPr="00C61DC8">
            <w:t>Type here</w:t>
          </w:r>
        </w:p>
      </w:docPartBody>
    </w:docPart>
    <w:docPart>
      <w:docPartPr>
        <w:name w:val="663E2A3F8C81456C8724E9A092ACE852"/>
        <w:category>
          <w:name w:val="General"/>
          <w:gallery w:val="placeholder"/>
        </w:category>
        <w:types>
          <w:type w:val="bbPlcHdr"/>
        </w:types>
        <w:behaviors>
          <w:behavior w:val="content"/>
        </w:behaviors>
        <w:guid w:val="{D6441CA5-A62E-4351-99B3-C27E4C26A088}"/>
      </w:docPartPr>
      <w:docPartBody>
        <w:p w:rsidR="00000000" w:rsidRDefault="00EF25F6">
          <w:pPr>
            <w:pStyle w:val="663E2A3F8C81456C8724E9A092ACE852"/>
          </w:pPr>
          <w:r w:rsidRPr="0016058C">
            <w:rPr>
              <w:rStyle w:val="PlaceholderText"/>
              <w:rFonts w:asciiTheme="majorHAnsi" w:hAnsiTheme="majorHAnsi" w:cstheme="majorHAnsi"/>
              <w:i/>
              <w:iCs/>
              <w:sz w:val="18"/>
              <w:szCs w:val="18"/>
            </w:rPr>
            <w:t>Type here</w:t>
          </w:r>
        </w:p>
      </w:docPartBody>
    </w:docPart>
    <w:docPart>
      <w:docPartPr>
        <w:name w:val="20250465CCD546538D7CA4AE39D35D11"/>
        <w:category>
          <w:name w:val="General"/>
          <w:gallery w:val="placeholder"/>
        </w:category>
        <w:types>
          <w:type w:val="bbPlcHdr"/>
        </w:types>
        <w:behaviors>
          <w:behavior w:val="content"/>
        </w:behaviors>
        <w:guid w:val="{A2946E5F-C727-42CE-AF2E-3178C2AC9D25}"/>
      </w:docPartPr>
      <w:docPartBody>
        <w:p w:rsidR="00000000" w:rsidRDefault="00EF25F6">
          <w:pPr>
            <w:pStyle w:val="20250465CCD546538D7CA4AE39D35D11"/>
          </w:pPr>
          <w:r w:rsidRPr="0016058C">
            <w:rPr>
              <w:rStyle w:val="PlaceholderText"/>
              <w:rFonts w:asciiTheme="majorHAnsi" w:hAnsiTheme="majorHAnsi" w:cstheme="majorHAnsi"/>
              <w:i/>
              <w:iCs/>
              <w:sz w:val="18"/>
              <w:szCs w:val="18"/>
            </w:rPr>
            <w:t>Type here</w:t>
          </w:r>
        </w:p>
      </w:docPartBody>
    </w:docPart>
    <w:docPart>
      <w:docPartPr>
        <w:name w:val="ACB2ABD510184C66961729063BB4B32D"/>
        <w:category>
          <w:name w:val="General"/>
          <w:gallery w:val="placeholder"/>
        </w:category>
        <w:types>
          <w:type w:val="bbPlcHdr"/>
        </w:types>
        <w:behaviors>
          <w:behavior w:val="content"/>
        </w:behaviors>
        <w:guid w:val="{99F03965-D3ED-4495-96D8-37BE0F6CDEFB}"/>
      </w:docPartPr>
      <w:docPartBody>
        <w:p w:rsidR="00000000" w:rsidRDefault="00EF25F6">
          <w:pPr>
            <w:pStyle w:val="ACB2ABD510184C66961729063BB4B32D"/>
          </w:pPr>
          <w:r w:rsidRPr="0016058C">
            <w:rPr>
              <w:rStyle w:val="PlaceholderText"/>
              <w:rFonts w:asciiTheme="majorHAnsi" w:hAnsiTheme="majorHAnsi" w:cstheme="majorHAnsi"/>
              <w:i/>
              <w:iCs/>
              <w:sz w:val="18"/>
              <w:szCs w:val="18"/>
            </w:rPr>
            <w:t>Type here</w:t>
          </w:r>
        </w:p>
      </w:docPartBody>
    </w:docPart>
    <w:docPart>
      <w:docPartPr>
        <w:name w:val="B4D973A38A3E4AD784A7FB491F80BBD9"/>
        <w:category>
          <w:name w:val="General"/>
          <w:gallery w:val="placeholder"/>
        </w:category>
        <w:types>
          <w:type w:val="bbPlcHdr"/>
        </w:types>
        <w:behaviors>
          <w:behavior w:val="content"/>
        </w:behaviors>
        <w:guid w:val="{A4BFBE30-3FD7-463F-B86C-307D6D01DE9A}"/>
      </w:docPartPr>
      <w:docPartBody>
        <w:p w:rsidR="00000000" w:rsidRDefault="00EF25F6">
          <w:pPr>
            <w:pStyle w:val="B4D973A38A3E4AD784A7FB491F80BBD9"/>
          </w:pPr>
          <w:r w:rsidRPr="0016058C">
            <w:rPr>
              <w:rStyle w:val="PlaceholderText"/>
              <w:rFonts w:asciiTheme="majorHAnsi" w:hAnsiTheme="majorHAnsi" w:cstheme="majorHAnsi"/>
              <w:i/>
              <w:iCs/>
              <w:sz w:val="18"/>
              <w:szCs w:val="18"/>
            </w:rPr>
            <w:t>Type here</w:t>
          </w:r>
        </w:p>
      </w:docPartBody>
    </w:docPart>
    <w:docPart>
      <w:docPartPr>
        <w:name w:val="71222E0B7EAE4774B3D27058C97669E6"/>
        <w:category>
          <w:name w:val="General"/>
          <w:gallery w:val="placeholder"/>
        </w:category>
        <w:types>
          <w:type w:val="bbPlcHdr"/>
        </w:types>
        <w:behaviors>
          <w:behavior w:val="content"/>
        </w:behaviors>
        <w:guid w:val="{8D461FE4-FF3F-46B7-83E8-A38BA5075B9C}"/>
      </w:docPartPr>
      <w:docPartBody>
        <w:p w:rsidR="00000000" w:rsidRDefault="00EF25F6">
          <w:pPr>
            <w:pStyle w:val="71222E0B7EAE4774B3D27058C97669E6"/>
          </w:pPr>
          <w:r w:rsidRPr="0016058C">
            <w:rPr>
              <w:rStyle w:val="PlaceholderText"/>
              <w:rFonts w:asciiTheme="majorHAnsi" w:hAnsiTheme="majorHAnsi" w:cstheme="majorHAnsi"/>
              <w:i/>
              <w:iCs/>
              <w:sz w:val="18"/>
              <w:szCs w:val="18"/>
            </w:rPr>
            <w:t>Choose an item.</w:t>
          </w:r>
        </w:p>
      </w:docPartBody>
    </w:docPart>
    <w:docPart>
      <w:docPartPr>
        <w:name w:val="50498512F02844DBB7B2770A3F8D27CE"/>
        <w:category>
          <w:name w:val="General"/>
          <w:gallery w:val="placeholder"/>
        </w:category>
        <w:types>
          <w:type w:val="bbPlcHdr"/>
        </w:types>
        <w:behaviors>
          <w:behavior w:val="content"/>
        </w:behaviors>
        <w:guid w:val="{A28C56C1-F978-428A-A725-FCDA0618EB3A}"/>
      </w:docPartPr>
      <w:docPartBody>
        <w:p w:rsidR="00000000" w:rsidRDefault="00EF25F6">
          <w:pPr>
            <w:pStyle w:val="50498512F02844DBB7B2770A3F8D27CE"/>
          </w:pPr>
          <w:r w:rsidRPr="00C61DC8">
            <w:t>Type here</w:t>
          </w:r>
        </w:p>
      </w:docPartBody>
    </w:docPart>
    <w:docPart>
      <w:docPartPr>
        <w:name w:val="0C39C6FFDA2E4B2CA3D11240C0C2CC7E"/>
        <w:category>
          <w:name w:val="General"/>
          <w:gallery w:val="placeholder"/>
        </w:category>
        <w:types>
          <w:type w:val="bbPlcHdr"/>
        </w:types>
        <w:behaviors>
          <w:behavior w:val="content"/>
        </w:behaviors>
        <w:guid w:val="{37944ABF-DA8F-4634-9898-5E6191EFE952}"/>
      </w:docPartPr>
      <w:docPartBody>
        <w:p w:rsidR="00000000" w:rsidRDefault="00EF25F6">
          <w:pPr>
            <w:pStyle w:val="0C39C6FFDA2E4B2CA3D11240C0C2CC7E"/>
          </w:pPr>
          <w:r w:rsidRPr="000927D0">
            <w:rPr>
              <w:color w:val="767171" w:themeColor="background2" w:themeShade="80"/>
              <w:szCs w:val="20"/>
              <w:shd w:val="clear" w:color="auto" w:fill="D9D9D9" w:themeFill="background1" w:themeFillShade="D9"/>
            </w:rPr>
            <w:t>Type here</w:t>
          </w:r>
        </w:p>
      </w:docPartBody>
    </w:docPart>
    <w:docPart>
      <w:docPartPr>
        <w:name w:val="4E412998EBB0477FA83E7DAF29F5D865"/>
        <w:category>
          <w:name w:val="General"/>
          <w:gallery w:val="placeholder"/>
        </w:category>
        <w:types>
          <w:type w:val="bbPlcHdr"/>
        </w:types>
        <w:behaviors>
          <w:behavior w:val="content"/>
        </w:behaviors>
        <w:guid w:val="{47FE7EE8-126A-405C-9939-F796ED4A2704}"/>
      </w:docPartPr>
      <w:docPartBody>
        <w:p w:rsidR="00000000" w:rsidRDefault="00EF25F6">
          <w:pPr>
            <w:pStyle w:val="4E412998EBB0477FA83E7DAF29F5D865"/>
          </w:pPr>
          <w:r w:rsidRPr="00E00E9B">
            <w:rPr>
              <w:rStyle w:val="PlaceholderText"/>
              <w:i/>
              <w:iCs/>
              <w:sz w:val="18"/>
              <w:szCs w:val="18"/>
              <w:shd w:val="clear" w:color="auto" w:fill="D9D9D9" w:themeFill="background1" w:themeFillShade="D9"/>
            </w:rPr>
            <w:t>Select</w:t>
          </w:r>
        </w:p>
      </w:docPartBody>
    </w:docPart>
    <w:docPart>
      <w:docPartPr>
        <w:name w:val="35FF05DAE32545BA82EFA542B4EC76D2"/>
        <w:category>
          <w:name w:val="General"/>
          <w:gallery w:val="placeholder"/>
        </w:category>
        <w:types>
          <w:type w:val="bbPlcHdr"/>
        </w:types>
        <w:behaviors>
          <w:behavior w:val="content"/>
        </w:behaviors>
        <w:guid w:val="{4E602EB9-94F9-4AE7-AA12-7389419537AD}"/>
      </w:docPartPr>
      <w:docPartBody>
        <w:p w:rsidR="00000000" w:rsidRDefault="00EF25F6">
          <w:pPr>
            <w:pStyle w:val="35FF05DAE32545BA82EFA542B4EC76D2"/>
          </w:pPr>
          <w:r w:rsidRPr="000927D0">
            <w:rPr>
              <w:color w:val="767171" w:themeColor="background2" w:themeShade="80"/>
              <w:szCs w:val="20"/>
              <w:shd w:val="clear" w:color="auto" w:fill="D9D9D9" w:themeFill="background1" w:themeFillShade="D9"/>
            </w:rPr>
            <w:t>Type here</w:t>
          </w:r>
        </w:p>
      </w:docPartBody>
    </w:docPart>
    <w:docPart>
      <w:docPartPr>
        <w:name w:val="046F8E0F2A38430A92B9B740BA0EF2D3"/>
        <w:category>
          <w:name w:val="General"/>
          <w:gallery w:val="placeholder"/>
        </w:category>
        <w:types>
          <w:type w:val="bbPlcHdr"/>
        </w:types>
        <w:behaviors>
          <w:behavior w:val="content"/>
        </w:behaviors>
        <w:guid w:val="{2E84BB74-5738-49F3-8EBA-1AF19AFEA550}"/>
      </w:docPartPr>
      <w:docPartBody>
        <w:p w:rsidR="00000000" w:rsidRDefault="00EF25F6">
          <w:pPr>
            <w:pStyle w:val="046F8E0F2A38430A92B9B740BA0EF2D3"/>
          </w:pPr>
          <w:r>
            <w:t xml:space="preserve"> </w:t>
          </w:r>
        </w:p>
      </w:docPartBody>
    </w:docPart>
    <w:docPart>
      <w:docPartPr>
        <w:name w:val="5527135BC16846C4941DB3BB1493BA34"/>
        <w:category>
          <w:name w:val="General"/>
          <w:gallery w:val="placeholder"/>
        </w:category>
        <w:types>
          <w:type w:val="bbPlcHdr"/>
        </w:types>
        <w:behaviors>
          <w:behavior w:val="content"/>
        </w:behaviors>
        <w:guid w:val="{04369957-97B3-4CA1-ABC6-082877329F48}"/>
      </w:docPartPr>
      <w:docPartBody>
        <w:p w:rsidR="00000000" w:rsidRDefault="00EF25F6">
          <w:pPr>
            <w:pStyle w:val="5527135BC16846C4941DB3BB1493BA34"/>
          </w:pPr>
          <w:r w:rsidRPr="000927D0">
            <w:rPr>
              <w:color w:val="767171" w:themeColor="background2" w:themeShade="80"/>
              <w:szCs w:val="20"/>
              <w:shd w:val="clear" w:color="auto" w:fill="D9D9D9" w:themeFill="background1" w:themeFillShade="D9"/>
            </w:rP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nk Free">
    <w:panose1 w:val="03080402000500000000"/>
    <w:charset w:val="00"/>
    <w:family w:val="script"/>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U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A00000AF" w:usb1="5000604B" w:usb2="00000000" w:usb3="00000000" w:csb0="00000093" w:csb1="00000000"/>
  </w:font>
  <w:font w:name="Daytona">
    <w:altName w:val="Daytona"/>
    <w:charset w:val="00"/>
    <w:family w:val="swiss"/>
    <w:pitch w:val="variable"/>
    <w:sig w:usb0="800002EF" w:usb1="0000000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0B861003044995839A9AB865DDE74F">
    <w:name w:val="3C0B861003044995839A9AB865DDE74F"/>
  </w:style>
  <w:style w:type="paragraph" w:customStyle="1" w:styleId="65AD6F16161B48D3AA6367D483F3D51C">
    <w:name w:val="65AD6F16161B48D3AA6367D483F3D51C"/>
  </w:style>
  <w:style w:type="paragraph" w:customStyle="1" w:styleId="B0A44DC3585744629403CF4660A5E125">
    <w:name w:val="B0A44DC3585744629403CF4660A5E125"/>
  </w:style>
  <w:style w:type="paragraph" w:customStyle="1" w:styleId="04D7F4029CFB4A13B5F047254D0B7689">
    <w:name w:val="04D7F4029CFB4A13B5F047254D0B7689"/>
  </w:style>
  <w:style w:type="character" w:styleId="PlaceholderText">
    <w:name w:val="Placeholder Text"/>
    <w:basedOn w:val="DefaultParagraphFont"/>
    <w:uiPriority w:val="99"/>
    <w:semiHidden/>
    <w:rPr>
      <w:color w:val="808080"/>
    </w:rPr>
  </w:style>
  <w:style w:type="paragraph" w:customStyle="1" w:styleId="4D517316976A44F9A1B14E0EA2A24319">
    <w:name w:val="4D517316976A44F9A1B14E0EA2A24319"/>
  </w:style>
  <w:style w:type="paragraph" w:customStyle="1" w:styleId="5C5FDEC4B9AD490CA1395F0498214977">
    <w:name w:val="5C5FDEC4B9AD490CA1395F0498214977"/>
  </w:style>
  <w:style w:type="paragraph" w:customStyle="1" w:styleId="27182F4842524FF890F71EEC97224DBD">
    <w:name w:val="27182F4842524FF890F71EEC97224DBD"/>
  </w:style>
  <w:style w:type="paragraph" w:customStyle="1" w:styleId="649EC9CD504F4101AB7440105875A513">
    <w:name w:val="649EC9CD504F4101AB7440105875A513"/>
  </w:style>
  <w:style w:type="paragraph" w:customStyle="1" w:styleId="5BED376DD2534C24A37AC5702C78C2B0">
    <w:name w:val="5BED376DD2534C24A37AC5702C78C2B0"/>
  </w:style>
  <w:style w:type="paragraph" w:customStyle="1" w:styleId="A913F3E80704444BB00DFA9FE68B2891">
    <w:name w:val="A913F3E80704444BB00DFA9FE68B2891"/>
  </w:style>
  <w:style w:type="paragraph" w:customStyle="1" w:styleId="458FA0DA408F4F02A74C274838634C61">
    <w:name w:val="458FA0DA408F4F02A74C274838634C61"/>
  </w:style>
  <w:style w:type="paragraph" w:customStyle="1" w:styleId="82DBB38B1D8546F68A29B5046A9996EC">
    <w:name w:val="82DBB38B1D8546F68A29B5046A9996EC"/>
  </w:style>
  <w:style w:type="paragraph" w:customStyle="1" w:styleId="A72E8E9180F94A4E8F127BFB4D659DAE">
    <w:name w:val="A72E8E9180F94A4E8F127BFB4D659DAE"/>
  </w:style>
  <w:style w:type="paragraph" w:customStyle="1" w:styleId="159F6ABD8CB84ED2BA6639B0C7EA04C0">
    <w:name w:val="159F6ABD8CB84ED2BA6639B0C7EA04C0"/>
  </w:style>
  <w:style w:type="paragraph" w:customStyle="1" w:styleId="B61E1BBEBBAD42CA866C37512F5AA54C">
    <w:name w:val="B61E1BBEBBAD42CA866C37512F5AA54C"/>
  </w:style>
  <w:style w:type="paragraph" w:customStyle="1" w:styleId="9A33900EA8544BFAAAA325900DC8D3E1">
    <w:name w:val="9A33900EA8544BFAAAA325900DC8D3E1"/>
  </w:style>
  <w:style w:type="paragraph" w:customStyle="1" w:styleId="C595A069811F4D0FBD9326D53B43DCF0">
    <w:name w:val="C595A069811F4D0FBD9326D53B43DCF0"/>
  </w:style>
  <w:style w:type="paragraph" w:customStyle="1" w:styleId="CC19A53518A147AA911D488F9CDE1191">
    <w:name w:val="CC19A53518A147AA911D488F9CDE1191"/>
  </w:style>
  <w:style w:type="paragraph" w:customStyle="1" w:styleId="6DA9537903B64C5B9A522D4C31705765">
    <w:name w:val="6DA9537903B64C5B9A522D4C31705765"/>
  </w:style>
  <w:style w:type="paragraph" w:customStyle="1" w:styleId="9D8ADD8A9CEA45988427CFC54ADB6D38">
    <w:name w:val="9D8ADD8A9CEA45988427CFC54ADB6D38"/>
  </w:style>
  <w:style w:type="paragraph" w:customStyle="1" w:styleId="DCBFA67550F64699B95C06B06A6739D3">
    <w:name w:val="DCBFA67550F64699B95C06B06A6739D3"/>
  </w:style>
  <w:style w:type="paragraph" w:customStyle="1" w:styleId="21F8649B4885425BA37F4A6986100077">
    <w:name w:val="21F8649B4885425BA37F4A6986100077"/>
  </w:style>
  <w:style w:type="paragraph" w:customStyle="1" w:styleId="D08C933B13B94B29A5053903664F208D">
    <w:name w:val="D08C933B13B94B29A5053903664F208D"/>
  </w:style>
  <w:style w:type="paragraph" w:customStyle="1" w:styleId="C14631BC7E634F27BFF1F4D925B04BEB">
    <w:name w:val="C14631BC7E634F27BFF1F4D925B04BEB"/>
  </w:style>
  <w:style w:type="paragraph" w:customStyle="1" w:styleId="2649BA4E444F4030B87EF444B2861DB8">
    <w:name w:val="2649BA4E444F4030B87EF444B2861DB8"/>
  </w:style>
  <w:style w:type="paragraph" w:customStyle="1" w:styleId="7DDA034F0AD746AEAD17A1D07AD73669">
    <w:name w:val="7DDA034F0AD746AEAD17A1D07AD73669"/>
  </w:style>
  <w:style w:type="paragraph" w:customStyle="1" w:styleId="AA46BBAB86D14DF684AC2082B2EF509D">
    <w:name w:val="AA46BBAB86D14DF684AC2082B2EF509D"/>
  </w:style>
  <w:style w:type="paragraph" w:customStyle="1" w:styleId="D58353168ED84CAA97E72A6890EBD8CD">
    <w:name w:val="D58353168ED84CAA97E72A6890EBD8CD"/>
  </w:style>
  <w:style w:type="paragraph" w:customStyle="1" w:styleId="8B72C32FC1D24CA883D1C6F620921D9A">
    <w:name w:val="8B72C32FC1D24CA883D1C6F620921D9A"/>
  </w:style>
  <w:style w:type="paragraph" w:customStyle="1" w:styleId="B2C516A5EA6C433FBED5F4AEC4D6A94B">
    <w:name w:val="B2C516A5EA6C433FBED5F4AEC4D6A94B"/>
  </w:style>
  <w:style w:type="paragraph" w:customStyle="1" w:styleId="836E3B7A9D694D44940C3CF489F9DCFB">
    <w:name w:val="836E3B7A9D694D44940C3CF489F9DCFB"/>
  </w:style>
  <w:style w:type="paragraph" w:customStyle="1" w:styleId="C791098791E14C6BA49ADF56B88AFCDD">
    <w:name w:val="C791098791E14C6BA49ADF56B88AFCDD"/>
  </w:style>
  <w:style w:type="paragraph" w:customStyle="1" w:styleId="A47AE081E5E449AAAC2B4A52E7DF5EFD">
    <w:name w:val="A47AE081E5E449AAAC2B4A52E7DF5EFD"/>
  </w:style>
  <w:style w:type="paragraph" w:customStyle="1" w:styleId="3301B06CD16548E38C266A5DE94F9F7F">
    <w:name w:val="3301B06CD16548E38C266A5DE94F9F7F"/>
  </w:style>
  <w:style w:type="paragraph" w:customStyle="1" w:styleId="9792A81F0BFC40CEA0C8704EE177CAA9">
    <w:name w:val="9792A81F0BFC40CEA0C8704EE177CAA9"/>
  </w:style>
  <w:style w:type="paragraph" w:customStyle="1" w:styleId="6A40E8C700114CCF87A61C64F7DA3754">
    <w:name w:val="6A40E8C700114CCF87A61C64F7DA3754"/>
  </w:style>
  <w:style w:type="paragraph" w:customStyle="1" w:styleId="010D86B248074190A702BA071D5A5BCF">
    <w:name w:val="010D86B248074190A702BA071D5A5BCF"/>
  </w:style>
  <w:style w:type="paragraph" w:customStyle="1" w:styleId="D8E01C23E6074DB1B5A56EB911907204">
    <w:name w:val="D8E01C23E6074DB1B5A56EB911907204"/>
  </w:style>
  <w:style w:type="paragraph" w:customStyle="1" w:styleId="66BAA54B7C2D4175B1D70DA3F52A03CC">
    <w:name w:val="66BAA54B7C2D4175B1D70DA3F52A03CC"/>
  </w:style>
  <w:style w:type="paragraph" w:customStyle="1" w:styleId="2221D32A41E64540AF2A10C7B27D9912">
    <w:name w:val="2221D32A41E64540AF2A10C7B27D9912"/>
  </w:style>
  <w:style w:type="paragraph" w:customStyle="1" w:styleId="99D91FECD9A04938B0929A9B7AF156C7">
    <w:name w:val="99D91FECD9A04938B0929A9B7AF156C7"/>
  </w:style>
  <w:style w:type="paragraph" w:customStyle="1" w:styleId="19CA5329972040DEB500EB7DBB666EB0">
    <w:name w:val="19CA5329972040DEB500EB7DBB666EB0"/>
  </w:style>
  <w:style w:type="paragraph" w:customStyle="1" w:styleId="C63AC8AE77C042FFABDE93357BD93258">
    <w:name w:val="C63AC8AE77C042FFABDE93357BD93258"/>
  </w:style>
  <w:style w:type="paragraph" w:customStyle="1" w:styleId="057169E26BAD4DFAB79AF43785A21328">
    <w:name w:val="057169E26BAD4DFAB79AF43785A21328"/>
  </w:style>
  <w:style w:type="paragraph" w:customStyle="1" w:styleId="71121D7155FF49B0BD9AE532819E1AB7">
    <w:name w:val="71121D7155FF49B0BD9AE532819E1AB7"/>
  </w:style>
  <w:style w:type="paragraph" w:customStyle="1" w:styleId="94816BA4371449328697669690EBCF6A">
    <w:name w:val="94816BA4371449328697669690EBCF6A"/>
  </w:style>
  <w:style w:type="paragraph" w:customStyle="1" w:styleId="703E0B179B784BACBB8B4101436ABB27">
    <w:name w:val="703E0B179B784BACBB8B4101436ABB27"/>
  </w:style>
  <w:style w:type="paragraph" w:customStyle="1" w:styleId="C1187A5E22AC47319D2563BEC491523F">
    <w:name w:val="C1187A5E22AC47319D2563BEC491523F"/>
  </w:style>
  <w:style w:type="paragraph" w:customStyle="1" w:styleId="C317AB9B324C45A297F10A504C50D485">
    <w:name w:val="C317AB9B324C45A297F10A504C50D485"/>
  </w:style>
  <w:style w:type="paragraph" w:customStyle="1" w:styleId="3AF6CD9AD8E8413D84338EE0DCF1C276">
    <w:name w:val="3AF6CD9AD8E8413D84338EE0DCF1C276"/>
  </w:style>
  <w:style w:type="paragraph" w:customStyle="1" w:styleId="6B06EABBCE754351A3CF4A3E6BD2DA18">
    <w:name w:val="6B06EABBCE754351A3CF4A3E6BD2DA18"/>
  </w:style>
  <w:style w:type="paragraph" w:customStyle="1" w:styleId="1087CA7619A54D59AC8AE35984650951">
    <w:name w:val="1087CA7619A54D59AC8AE35984650951"/>
  </w:style>
  <w:style w:type="paragraph" w:customStyle="1" w:styleId="31D5505C09BA48EF874E7DEFAF1477AB">
    <w:name w:val="31D5505C09BA48EF874E7DEFAF1477AB"/>
  </w:style>
  <w:style w:type="paragraph" w:customStyle="1" w:styleId="EB13F99220BC4E3A87F1DE1859F54B31">
    <w:name w:val="EB13F99220BC4E3A87F1DE1859F54B31"/>
  </w:style>
  <w:style w:type="paragraph" w:customStyle="1" w:styleId="1907A384501D4E2389E7302499D282A8">
    <w:name w:val="1907A384501D4E2389E7302499D282A8"/>
  </w:style>
  <w:style w:type="paragraph" w:customStyle="1" w:styleId="C68F7EDB263F4543B644C09AE3CA6377">
    <w:name w:val="C68F7EDB263F4543B644C09AE3CA6377"/>
  </w:style>
  <w:style w:type="paragraph" w:customStyle="1" w:styleId="189DB92BCC8C4BE696CF12AD39AF9206">
    <w:name w:val="189DB92BCC8C4BE696CF12AD39AF9206"/>
  </w:style>
  <w:style w:type="paragraph" w:customStyle="1" w:styleId="925D9374A51B46FA8428854F8A5465DD">
    <w:name w:val="925D9374A51B46FA8428854F8A5465DD"/>
  </w:style>
  <w:style w:type="paragraph" w:customStyle="1" w:styleId="F5C6AA4E7B604C19A1EB146C82716B94">
    <w:name w:val="F5C6AA4E7B604C19A1EB146C82716B94"/>
  </w:style>
  <w:style w:type="paragraph" w:customStyle="1" w:styleId="416A2A636A6743F18C5E99949DD49FC4">
    <w:name w:val="416A2A636A6743F18C5E99949DD49FC4"/>
  </w:style>
  <w:style w:type="paragraph" w:customStyle="1" w:styleId="0B43579DC5154517B7D85F7859C4DBDF">
    <w:name w:val="0B43579DC5154517B7D85F7859C4DBDF"/>
  </w:style>
  <w:style w:type="paragraph" w:customStyle="1" w:styleId="F37C71FE4E884CF38C4C0B2E57A2780D">
    <w:name w:val="F37C71FE4E884CF38C4C0B2E57A2780D"/>
  </w:style>
  <w:style w:type="paragraph" w:customStyle="1" w:styleId="56FFE8C7257445C99E5875078973F463">
    <w:name w:val="56FFE8C7257445C99E5875078973F463"/>
  </w:style>
  <w:style w:type="paragraph" w:customStyle="1" w:styleId="8BD64D8D282849F3ABE05657B1476581">
    <w:name w:val="8BD64D8D282849F3ABE05657B1476581"/>
  </w:style>
  <w:style w:type="paragraph" w:customStyle="1" w:styleId="29CB23A518EA4B7297A21EA37E0726DE">
    <w:name w:val="29CB23A518EA4B7297A21EA37E0726DE"/>
  </w:style>
  <w:style w:type="paragraph" w:customStyle="1" w:styleId="8971A8B4A4B14D298AD2CC3E00EE3F5F">
    <w:name w:val="8971A8B4A4B14D298AD2CC3E00EE3F5F"/>
  </w:style>
  <w:style w:type="paragraph" w:customStyle="1" w:styleId="93905E0DA9194344A133336447E0D326">
    <w:name w:val="93905E0DA9194344A133336447E0D326"/>
  </w:style>
  <w:style w:type="paragraph" w:customStyle="1" w:styleId="C6A3B5A56C23474EBF5ADFEB3BAA242A">
    <w:name w:val="C6A3B5A56C23474EBF5ADFEB3BAA242A"/>
  </w:style>
  <w:style w:type="paragraph" w:customStyle="1" w:styleId="90CD0A616B6D4C7AA0975F30E6DE1194">
    <w:name w:val="90CD0A616B6D4C7AA0975F30E6DE1194"/>
  </w:style>
  <w:style w:type="paragraph" w:customStyle="1" w:styleId="3F8E7AE67CCC4E099A6955D95C5BCB52">
    <w:name w:val="3F8E7AE67CCC4E099A6955D95C5BCB52"/>
  </w:style>
  <w:style w:type="paragraph" w:customStyle="1" w:styleId="C81145AAD513441EA9DF55F376F622CC">
    <w:name w:val="C81145AAD513441EA9DF55F376F622CC"/>
  </w:style>
  <w:style w:type="paragraph" w:customStyle="1" w:styleId="EF6ADF5280064902B6A83BD00D34D63E">
    <w:name w:val="EF6ADF5280064902B6A83BD00D34D63E"/>
  </w:style>
  <w:style w:type="paragraph" w:customStyle="1" w:styleId="25D5A53D6C074E1BA015225D43DE6183">
    <w:name w:val="25D5A53D6C074E1BA015225D43DE6183"/>
  </w:style>
  <w:style w:type="paragraph" w:customStyle="1" w:styleId="78A2C4ADA7A349B6BC98C229B3F5CB65">
    <w:name w:val="78A2C4ADA7A349B6BC98C229B3F5CB65"/>
  </w:style>
  <w:style w:type="paragraph" w:customStyle="1" w:styleId="211ACFFF980342A18D718276F45FBFC9">
    <w:name w:val="211ACFFF980342A18D718276F45FBFC9"/>
  </w:style>
  <w:style w:type="paragraph" w:customStyle="1" w:styleId="BFBFA488ECDA49EDAC8074888A219B9F">
    <w:name w:val="BFBFA488ECDA49EDAC8074888A219B9F"/>
  </w:style>
  <w:style w:type="paragraph" w:customStyle="1" w:styleId="DA6D5C0CA792498B801892AE7DC45DF1">
    <w:name w:val="DA6D5C0CA792498B801892AE7DC45DF1"/>
  </w:style>
  <w:style w:type="paragraph" w:customStyle="1" w:styleId="751A0F7E99904EF7A7135DAA652F0B63">
    <w:name w:val="751A0F7E99904EF7A7135DAA652F0B63"/>
  </w:style>
  <w:style w:type="paragraph" w:customStyle="1" w:styleId="57EF113233DF421D9FF34DFB599A0DDA">
    <w:name w:val="57EF113233DF421D9FF34DFB599A0DDA"/>
  </w:style>
  <w:style w:type="paragraph" w:customStyle="1" w:styleId="9050D8764023419C8B293E041D54E08C">
    <w:name w:val="9050D8764023419C8B293E041D54E08C"/>
  </w:style>
  <w:style w:type="paragraph" w:customStyle="1" w:styleId="C9C4F38BE917486182CC01EB38DA4EE3">
    <w:name w:val="C9C4F38BE917486182CC01EB38DA4EE3"/>
  </w:style>
  <w:style w:type="paragraph" w:customStyle="1" w:styleId="3CF9B8624BDE4CB0B045F9AEAFE3C7B1">
    <w:name w:val="3CF9B8624BDE4CB0B045F9AEAFE3C7B1"/>
  </w:style>
  <w:style w:type="paragraph" w:customStyle="1" w:styleId="019E602722C74DF0AB968577015BB7C0">
    <w:name w:val="019E602722C74DF0AB968577015BB7C0"/>
  </w:style>
  <w:style w:type="paragraph" w:customStyle="1" w:styleId="3E4CC28A230C4B678848BE672D8C703C">
    <w:name w:val="3E4CC28A230C4B678848BE672D8C703C"/>
  </w:style>
  <w:style w:type="paragraph" w:customStyle="1" w:styleId="10BDECFFE0F14841A2872496F29E2F34">
    <w:name w:val="10BDECFFE0F14841A2872496F29E2F34"/>
  </w:style>
  <w:style w:type="paragraph" w:customStyle="1" w:styleId="8099E635FC9E449387A2D02FCF220B76">
    <w:name w:val="8099E635FC9E449387A2D02FCF220B76"/>
  </w:style>
  <w:style w:type="paragraph" w:customStyle="1" w:styleId="DA7DA49E54CE4DB9BDCCB24282F0C433">
    <w:name w:val="DA7DA49E54CE4DB9BDCCB24282F0C433"/>
  </w:style>
  <w:style w:type="paragraph" w:customStyle="1" w:styleId="FEE43046E3BF448BB0E185E6974BB1FD">
    <w:name w:val="FEE43046E3BF448BB0E185E6974BB1FD"/>
  </w:style>
  <w:style w:type="paragraph" w:customStyle="1" w:styleId="9063F128BB774112B552A2F35C968371">
    <w:name w:val="9063F128BB774112B552A2F35C968371"/>
  </w:style>
  <w:style w:type="paragraph" w:customStyle="1" w:styleId="DEF2AE149D404CF88208E22C3391997F">
    <w:name w:val="DEF2AE149D404CF88208E22C3391997F"/>
  </w:style>
  <w:style w:type="paragraph" w:customStyle="1" w:styleId="97A0D0177D2C4D67A1DE8155EFD9580B">
    <w:name w:val="97A0D0177D2C4D67A1DE8155EFD9580B"/>
  </w:style>
  <w:style w:type="paragraph" w:customStyle="1" w:styleId="47A907BCB67E465CAC51020D1F746E9E">
    <w:name w:val="47A907BCB67E465CAC51020D1F746E9E"/>
  </w:style>
  <w:style w:type="paragraph" w:customStyle="1" w:styleId="1D3912ACBA984A6EAA021D1712792255">
    <w:name w:val="1D3912ACBA984A6EAA021D1712792255"/>
  </w:style>
  <w:style w:type="paragraph" w:customStyle="1" w:styleId="20742F9B18704E2A9E39B31E807781E9">
    <w:name w:val="20742F9B18704E2A9E39B31E807781E9"/>
  </w:style>
  <w:style w:type="paragraph" w:customStyle="1" w:styleId="3BAF6F116FED4FDD9AA46C5F643C36F2">
    <w:name w:val="3BAF6F116FED4FDD9AA46C5F643C36F2"/>
  </w:style>
  <w:style w:type="paragraph" w:customStyle="1" w:styleId="FD88C2CF62A141F392E0342456DB8546">
    <w:name w:val="FD88C2CF62A141F392E0342456DB8546"/>
  </w:style>
  <w:style w:type="paragraph" w:customStyle="1" w:styleId="1D0A30E6E4884976969C3B576E9A3698">
    <w:name w:val="1D0A30E6E4884976969C3B576E9A3698"/>
  </w:style>
  <w:style w:type="paragraph" w:customStyle="1" w:styleId="52B458C3911A4AA29E59F9008CF4292E">
    <w:name w:val="52B458C3911A4AA29E59F9008CF4292E"/>
  </w:style>
  <w:style w:type="paragraph" w:customStyle="1" w:styleId="90A2613A8BEA441891E18B9DC3EB3F3F">
    <w:name w:val="90A2613A8BEA441891E18B9DC3EB3F3F"/>
  </w:style>
  <w:style w:type="paragraph" w:customStyle="1" w:styleId="31CC5A5E0C9049328612054D5501FC73">
    <w:name w:val="31CC5A5E0C9049328612054D5501FC73"/>
  </w:style>
  <w:style w:type="paragraph" w:customStyle="1" w:styleId="849FD4D0AB764C8D97B2AEDF87A5E4CD">
    <w:name w:val="849FD4D0AB764C8D97B2AEDF87A5E4CD"/>
  </w:style>
  <w:style w:type="paragraph" w:customStyle="1" w:styleId="1A9B2C4AE98A47D8A8BB94C60BE871B2">
    <w:name w:val="1A9B2C4AE98A47D8A8BB94C60BE871B2"/>
  </w:style>
  <w:style w:type="paragraph" w:customStyle="1" w:styleId="6CC39BBC290D47F1A5CD512A0F31FBE4">
    <w:name w:val="6CC39BBC290D47F1A5CD512A0F31FBE4"/>
  </w:style>
  <w:style w:type="paragraph" w:customStyle="1" w:styleId="9270B3F1A15E4F708C1B701F05DEDA98">
    <w:name w:val="9270B3F1A15E4F708C1B701F05DEDA98"/>
  </w:style>
  <w:style w:type="paragraph" w:customStyle="1" w:styleId="C70BBB0942DA4B60A38589091C664235">
    <w:name w:val="C70BBB0942DA4B60A38589091C664235"/>
  </w:style>
  <w:style w:type="paragraph" w:customStyle="1" w:styleId="55CCFB47F39740A4A0E81CC66B036309">
    <w:name w:val="55CCFB47F39740A4A0E81CC66B036309"/>
  </w:style>
  <w:style w:type="paragraph" w:customStyle="1" w:styleId="CC646623152C4DABBD9541B64A98EE53">
    <w:name w:val="CC646623152C4DABBD9541B64A98EE53"/>
  </w:style>
  <w:style w:type="paragraph" w:customStyle="1" w:styleId="1E79A524D7334404A623DF672F42B079">
    <w:name w:val="1E79A524D7334404A623DF672F42B079"/>
  </w:style>
  <w:style w:type="paragraph" w:customStyle="1" w:styleId="FD1415F1C6CB465F80727E48CFD6DBA6">
    <w:name w:val="FD1415F1C6CB465F80727E48CFD6DBA6"/>
  </w:style>
  <w:style w:type="paragraph" w:customStyle="1" w:styleId="483934A9F1944A128A8A66EB0EDADB89">
    <w:name w:val="483934A9F1944A128A8A66EB0EDADB89"/>
  </w:style>
  <w:style w:type="paragraph" w:customStyle="1" w:styleId="ABB00D6D3D9840B4B87783F2557EE97F">
    <w:name w:val="ABB00D6D3D9840B4B87783F2557EE97F"/>
  </w:style>
  <w:style w:type="paragraph" w:customStyle="1" w:styleId="849289B918394B30B09ACA29E42EF39E">
    <w:name w:val="849289B918394B30B09ACA29E42EF39E"/>
  </w:style>
  <w:style w:type="paragraph" w:customStyle="1" w:styleId="FA2A5BBA02DE49BD94DB31983D070BF9">
    <w:name w:val="FA2A5BBA02DE49BD94DB31983D070BF9"/>
  </w:style>
  <w:style w:type="paragraph" w:customStyle="1" w:styleId="D81B16EABA464451AF479063667F3DFC">
    <w:name w:val="D81B16EABA464451AF479063667F3DFC"/>
  </w:style>
  <w:style w:type="paragraph" w:customStyle="1" w:styleId="9C73E39E29C64F3DB4E193F935670984">
    <w:name w:val="9C73E39E29C64F3DB4E193F935670984"/>
  </w:style>
  <w:style w:type="paragraph" w:customStyle="1" w:styleId="F14B740EDB8047CBB408A75828157445">
    <w:name w:val="F14B740EDB8047CBB408A75828157445"/>
  </w:style>
  <w:style w:type="paragraph" w:customStyle="1" w:styleId="ECC9656E5BF549DA96AAA546C9C22589">
    <w:name w:val="ECC9656E5BF549DA96AAA546C9C22589"/>
  </w:style>
  <w:style w:type="paragraph" w:customStyle="1" w:styleId="30A6024C2DFF45FA91238BE408DF9076">
    <w:name w:val="30A6024C2DFF45FA91238BE408DF9076"/>
  </w:style>
  <w:style w:type="paragraph" w:customStyle="1" w:styleId="FBDFA9FB300A4B47B492E1A0FB323544">
    <w:name w:val="FBDFA9FB300A4B47B492E1A0FB323544"/>
  </w:style>
  <w:style w:type="paragraph" w:customStyle="1" w:styleId="CE57945088304432AB675B37938066B9">
    <w:name w:val="CE57945088304432AB675B37938066B9"/>
  </w:style>
  <w:style w:type="paragraph" w:customStyle="1" w:styleId="218B3584DF864417BA5E2029C3369528">
    <w:name w:val="218B3584DF864417BA5E2029C3369528"/>
  </w:style>
  <w:style w:type="paragraph" w:customStyle="1" w:styleId="C2C6515C3E934F0BB835A624F62993A2">
    <w:name w:val="C2C6515C3E934F0BB835A624F62993A2"/>
  </w:style>
  <w:style w:type="paragraph" w:customStyle="1" w:styleId="316CC82EDF8B4A91A3B8A1D8E1AFAC14">
    <w:name w:val="316CC82EDF8B4A91A3B8A1D8E1AFAC14"/>
  </w:style>
  <w:style w:type="paragraph" w:customStyle="1" w:styleId="99F0FA77FB8E4600A6BDF7787AD54EAE">
    <w:name w:val="99F0FA77FB8E4600A6BDF7787AD54EAE"/>
  </w:style>
  <w:style w:type="paragraph" w:customStyle="1" w:styleId="08A4606CC539467CBF0F86320AA861DA">
    <w:name w:val="08A4606CC539467CBF0F86320AA861DA"/>
  </w:style>
  <w:style w:type="paragraph" w:customStyle="1" w:styleId="25806ADDB3554736AC516C99B134B4E6">
    <w:name w:val="25806ADDB3554736AC516C99B134B4E6"/>
  </w:style>
  <w:style w:type="paragraph" w:customStyle="1" w:styleId="8F9C09DCFAAB470CACED85584FB6A1BB">
    <w:name w:val="8F9C09DCFAAB470CACED85584FB6A1BB"/>
  </w:style>
  <w:style w:type="paragraph" w:customStyle="1" w:styleId="283098F137D04380A94DD3CE20963670">
    <w:name w:val="283098F137D04380A94DD3CE20963670"/>
  </w:style>
  <w:style w:type="paragraph" w:customStyle="1" w:styleId="014EFBF9F2724B07AE03F495A0C0ACA5">
    <w:name w:val="014EFBF9F2724B07AE03F495A0C0ACA5"/>
  </w:style>
  <w:style w:type="paragraph" w:customStyle="1" w:styleId="628B70B5BC7D4A8B90C91C0C4E0FE1F8">
    <w:name w:val="628B70B5BC7D4A8B90C91C0C4E0FE1F8"/>
  </w:style>
  <w:style w:type="paragraph" w:customStyle="1" w:styleId="C856C9DEABA94B5CBF8A3D2D020582F7">
    <w:name w:val="C856C9DEABA94B5CBF8A3D2D020582F7"/>
  </w:style>
  <w:style w:type="paragraph" w:customStyle="1" w:styleId="900980CBD42E4B73A253590B541E75D2">
    <w:name w:val="900980CBD42E4B73A253590B541E75D2"/>
  </w:style>
  <w:style w:type="paragraph" w:customStyle="1" w:styleId="B515C42E41D5402FB22B9C2413AF7811">
    <w:name w:val="B515C42E41D5402FB22B9C2413AF7811"/>
  </w:style>
  <w:style w:type="paragraph" w:customStyle="1" w:styleId="BA0E13CE2C9F4878AB301951643AC879">
    <w:name w:val="BA0E13CE2C9F4878AB301951643AC879"/>
  </w:style>
  <w:style w:type="paragraph" w:customStyle="1" w:styleId="7A430382CA874A2B85A12315763FA119">
    <w:name w:val="7A430382CA874A2B85A12315763FA119"/>
  </w:style>
  <w:style w:type="paragraph" w:customStyle="1" w:styleId="499B63EF8D614C5F97AD073C21A659D4">
    <w:name w:val="499B63EF8D614C5F97AD073C21A659D4"/>
  </w:style>
  <w:style w:type="paragraph" w:customStyle="1" w:styleId="C1124BBE57924243A83A0115161ACEB0">
    <w:name w:val="C1124BBE57924243A83A0115161ACEB0"/>
  </w:style>
  <w:style w:type="paragraph" w:customStyle="1" w:styleId="D0EC0786EBF84E4AA90D1D47A082E3C9">
    <w:name w:val="D0EC0786EBF84E4AA90D1D47A082E3C9"/>
  </w:style>
  <w:style w:type="paragraph" w:customStyle="1" w:styleId="085D758ECF694877AF416C7B9E479D3F">
    <w:name w:val="085D758ECF694877AF416C7B9E479D3F"/>
  </w:style>
  <w:style w:type="paragraph" w:customStyle="1" w:styleId="139D0CAD98F84EBBB8B8FBB04A4B0482">
    <w:name w:val="139D0CAD98F84EBBB8B8FBB04A4B0482"/>
  </w:style>
  <w:style w:type="paragraph" w:customStyle="1" w:styleId="7D59745453F94118858C4736F2F39B9A">
    <w:name w:val="7D59745453F94118858C4736F2F39B9A"/>
  </w:style>
  <w:style w:type="paragraph" w:customStyle="1" w:styleId="C678CF76A5F24F34B3766FD61683C3F0">
    <w:name w:val="C678CF76A5F24F34B3766FD61683C3F0"/>
  </w:style>
  <w:style w:type="paragraph" w:customStyle="1" w:styleId="CF2560EF0C3A41CB8C5807792B6F821B">
    <w:name w:val="CF2560EF0C3A41CB8C5807792B6F821B"/>
  </w:style>
  <w:style w:type="paragraph" w:customStyle="1" w:styleId="8529FA89F04B4728A21FA1195185F179">
    <w:name w:val="8529FA89F04B4728A21FA1195185F179"/>
  </w:style>
  <w:style w:type="paragraph" w:customStyle="1" w:styleId="C31713872CD54758A33537E131C9D40C">
    <w:name w:val="C31713872CD54758A33537E131C9D40C"/>
  </w:style>
  <w:style w:type="paragraph" w:customStyle="1" w:styleId="9A2F19F93B474AB9B371BEBD0F797526">
    <w:name w:val="9A2F19F93B474AB9B371BEBD0F797526"/>
  </w:style>
  <w:style w:type="paragraph" w:customStyle="1" w:styleId="F28201DA31CB479099CE97A729A28607">
    <w:name w:val="F28201DA31CB479099CE97A729A28607"/>
  </w:style>
  <w:style w:type="paragraph" w:customStyle="1" w:styleId="8B07A8B09DA1421FBD52B19F18F80CAA">
    <w:name w:val="8B07A8B09DA1421FBD52B19F18F80CAA"/>
  </w:style>
  <w:style w:type="paragraph" w:customStyle="1" w:styleId="E30EB95B12F844329CD6E732A0C82877">
    <w:name w:val="E30EB95B12F844329CD6E732A0C82877"/>
  </w:style>
  <w:style w:type="paragraph" w:customStyle="1" w:styleId="663E2A3F8C81456C8724E9A092ACE852">
    <w:name w:val="663E2A3F8C81456C8724E9A092ACE852"/>
  </w:style>
  <w:style w:type="paragraph" w:customStyle="1" w:styleId="20250465CCD546538D7CA4AE39D35D11">
    <w:name w:val="20250465CCD546538D7CA4AE39D35D11"/>
  </w:style>
  <w:style w:type="paragraph" w:customStyle="1" w:styleId="ACB2ABD510184C66961729063BB4B32D">
    <w:name w:val="ACB2ABD510184C66961729063BB4B32D"/>
  </w:style>
  <w:style w:type="paragraph" w:customStyle="1" w:styleId="B4D973A38A3E4AD784A7FB491F80BBD9">
    <w:name w:val="B4D973A38A3E4AD784A7FB491F80BBD9"/>
  </w:style>
  <w:style w:type="paragraph" w:customStyle="1" w:styleId="71222E0B7EAE4774B3D27058C97669E6">
    <w:name w:val="71222E0B7EAE4774B3D27058C97669E6"/>
  </w:style>
  <w:style w:type="paragraph" w:customStyle="1" w:styleId="50498512F02844DBB7B2770A3F8D27CE">
    <w:name w:val="50498512F02844DBB7B2770A3F8D27CE"/>
  </w:style>
  <w:style w:type="paragraph" w:customStyle="1" w:styleId="0C39C6FFDA2E4B2CA3D11240C0C2CC7E">
    <w:name w:val="0C39C6FFDA2E4B2CA3D11240C0C2CC7E"/>
  </w:style>
  <w:style w:type="paragraph" w:customStyle="1" w:styleId="4E412998EBB0477FA83E7DAF29F5D865">
    <w:name w:val="4E412998EBB0477FA83E7DAF29F5D865"/>
  </w:style>
  <w:style w:type="paragraph" w:customStyle="1" w:styleId="35FF05DAE32545BA82EFA542B4EC76D2">
    <w:name w:val="35FF05DAE32545BA82EFA542B4EC76D2"/>
  </w:style>
  <w:style w:type="paragraph" w:customStyle="1" w:styleId="046F8E0F2A38430A92B9B740BA0EF2D3">
    <w:name w:val="046F8E0F2A38430A92B9B740BA0EF2D3"/>
  </w:style>
  <w:style w:type="paragraph" w:customStyle="1" w:styleId="5527135BC16846C4941DB3BB1493BA34">
    <w:name w:val="5527135BC16846C4941DB3BB1493B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7CEE8AB392D4FBA11D047AA0A4EF5" ma:contentTypeVersion="12" ma:contentTypeDescription="Create a new document." ma:contentTypeScope="" ma:versionID="8f03633544bacafe08d52e0fb2bf2e0e">
  <xsd:schema xmlns:xsd="http://www.w3.org/2001/XMLSchema" xmlns:xs="http://www.w3.org/2001/XMLSchema" xmlns:p="http://schemas.microsoft.com/office/2006/metadata/properties" xmlns:ns2="60c8a2e3-3e54-497a-b686-1f0533d88fd1" xmlns:ns3="6c6f0945-5334-4066-bab9-6f2e206c709f" targetNamespace="http://schemas.microsoft.com/office/2006/metadata/properties" ma:root="true" ma:fieldsID="6641947610661f8379b258e0c88d1807" ns2:_="" ns3:_="">
    <xsd:import namespace="60c8a2e3-3e54-497a-b686-1f0533d88fd1"/>
    <xsd:import namespace="6c6f0945-5334-4066-bab9-6f2e206c70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8a2e3-3e54-497a-b686-1f0533d88f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f0945-5334-4066-bab9-6f2e206c709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55916-82D6-4392-BD8A-92DACD74A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8a2e3-3e54-497a-b686-1f0533d88fd1"/>
    <ds:schemaRef ds:uri="6c6f0945-5334-4066-bab9-6f2e206c7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EF701-1F5A-4B72-98C9-34A6FF1AB10F}">
  <ds:schemaRefs>
    <ds:schemaRef ds:uri="http://schemas.microsoft.com/sharepoint/v3/contenttype/forms"/>
  </ds:schemaRefs>
</ds:datastoreItem>
</file>

<file path=customXml/itemProps3.xml><?xml version="1.0" encoding="utf-8"?>
<ds:datastoreItem xmlns:ds="http://schemas.openxmlformats.org/officeDocument/2006/customXml" ds:itemID="{B611652D-974B-49F5-911E-3CA1582D0D37}">
  <ds:schemaRef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6c6f0945-5334-4066-bab9-6f2e206c709f"/>
    <ds:schemaRef ds:uri="60c8a2e3-3e54-497a-b686-1f0533d88fd1"/>
    <ds:schemaRef ds:uri="http://schemas.microsoft.com/office/2006/metadata/properties"/>
  </ds:schemaRefs>
</ds:datastoreItem>
</file>

<file path=customXml/itemProps4.xml><?xml version="1.0" encoding="utf-8"?>
<ds:datastoreItem xmlns:ds="http://schemas.openxmlformats.org/officeDocument/2006/customXml" ds:itemID="{87827E82-979E-4880-99C7-D739D201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 1 - Allocation Request Form (AFR)v1 (002)</Template>
  <TotalTime>0</TotalTime>
  <Pages>9</Pages>
  <Words>2727</Words>
  <Characters>15550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Sandra Jaeschke</cp:lastModifiedBy>
  <cp:revision>1</cp:revision>
  <cp:lastPrinted>2020-03-13T03:39:00Z</cp:lastPrinted>
  <dcterms:created xsi:type="dcterms:W3CDTF">2020-06-02T01:54:00Z</dcterms:created>
  <dcterms:modified xsi:type="dcterms:W3CDTF">2020-06-02T01:54:00Z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0x0101002487CEE8AB392D4FBA11D047AA0A4EF5</vt:lpwstr>
  </property>
</Properties>
</file>